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FAD0F6" w14:textId="77777777" w:rsidR="006E5D65" w:rsidRPr="00CF7B51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CF7B51">
        <w:rPr>
          <w:rFonts w:ascii="Times New Roman" w:hAnsi="Times New Roman"/>
          <w:b/>
          <w:bCs/>
        </w:rPr>
        <w:t xml:space="preserve">   </w:t>
      </w:r>
      <w:r w:rsidR="00CD6897" w:rsidRPr="00CF7B51">
        <w:rPr>
          <w:rFonts w:ascii="Times New Roman" w:hAnsi="Times New Roman"/>
          <w:b/>
          <w:bCs/>
        </w:rPr>
        <w:tab/>
      </w:r>
      <w:r w:rsidR="00CD6897" w:rsidRPr="00CF7B51">
        <w:rPr>
          <w:rFonts w:ascii="Times New Roman" w:hAnsi="Times New Roman"/>
          <w:b/>
          <w:bCs/>
        </w:rPr>
        <w:tab/>
      </w:r>
      <w:r w:rsidR="00CD6897" w:rsidRPr="00CF7B51">
        <w:rPr>
          <w:rFonts w:ascii="Times New Roman" w:hAnsi="Times New Roman"/>
          <w:b/>
          <w:bCs/>
        </w:rPr>
        <w:tab/>
      </w:r>
      <w:r w:rsidR="00CD6897" w:rsidRPr="00CF7B51">
        <w:rPr>
          <w:rFonts w:ascii="Times New Roman" w:hAnsi="Times New Roman"/>
          <w:b/>
          <w:bCs/>
        </w:rPr>
        <w:tab/>
      </w:r>
      <w:r w:rsidR="00CD6897" w:rsidRPr="00CF7B51">
        <w:rPr>
          <w:rFonts w:ascii="Times New Roman" w:hAnsi="Times New Roman"/>
          <w:b/>
          <w:bCs/>
        </w:rPr>
        <w:tab/>
      </w:r>
      <w:r w:rsidR="00CD6897" w:rsidRPr="00CF7B51">
        <w:rPr>
          <w:rFonts w:ascii="Times New Roman" w:hAnsi="Times New Roman"/>
          <w:b/>
          <w:bCs/>
        </w:rPr>
        <w:tab/>
      </w:r>
      <w:r w:rsidR="00D8678B" w:rsidRPr="00CF7B51">
        <w:rPr>
          <w:rFonts w:ascii="Times New Roman" w:hAnsi="Times New Roman"/>
          <w:bCs/>
          <w:i/>
        </w:rPr>
        <w:t xml:space="preserve">Załącznik nr </w:t>
      </w:r>
      <w:r w:rsidR="006F31E2" w:rsidRPr="00CF7B51">
        <w:rPr>
          <w:rFonts w:ascii="Times New Roman" w:hAnsi="Times New Roman"/>
          <w:bCs/>
          <w:i/>
        </w:rPr>
        <w:t>1.5</w:t>
      </w:r>
      <w:r w:rsidR="00D8678B" w:rsidRPr="00CF7B51">
        <w:rPr>
          <w:rFonts w:ascii="Times New Roman" w:hAnsi="Times New Roman"/>
          <w:bCs/>
          <w:i/>
        </w:rPr>
        <w:t xml:space="preserve"> do Zarządzenia</w:t>
      </w:r>
      <w:r w:rsidR="002A22BF" w:rsidRPr="00CF7B51">
        <w:rPr>
          <w:rFonts w:ascii="Times New Roman" w:hAnsi="Times New Roman"/>
          <w:bCs/>
          <w:i/>
        </w:rPr>
        <w:t xml:space="preserve"> Rektora UR </w:t>
      </w:r>
      <w:r w:rsidR="00CD6897" w:rsidRPr="00CF7B51">
        <w:rPr>
          <w:rFonts w:ascii="Times New Roman" w:hAnsi="Times New Roman"/>
          <w:bCs/>
          <w:i/>
        </w:rPr>
        <w:t xml:space="preserve"> nr </w:t>
      </w:r>
      <w:r w:rsidR="00F17567" w:rsidRPr="00CF7B51">
        <w:rPr>
          <w:rFonts w:ascii="Times New Roman" w:hAnsi="Times New Roman"/>
          <w:bCs/>
          <w:i/>
        </w:rPr>
        <w:t>12/2019</w:t>
      </w:r>
    </w:p>
    <w:p w14:paraId="2E2F409D" w14:textId="77777777" w:rsidR="0085747A" w:rsidRPr="00CF7B51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CF7B51">
        <w:rPr>
          <w:rFonts w:ascii="Times New Roman" w:hAnsi="Times New Roman"/>
          <w:b/>
          <w:smallCaps/>
          <w:sz w:val="24"/>
        </w:rPr>
        <w:t>SYLABUS</w:t>
      </w:r>
    </w:p>
    <w:p w14:paraId="65CE994E" w14:textId="77777777" w:rsidR="0085747A" w:rsidRPr="00CF7B51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CF7B51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CF7B51">
        <w:rPr>
          <w:rFonts w:ascii="Times New Roman" w:hAnsi="Times New Roman"/>
          <w:b/>
          <w:smallCaps/>
          <w:sz w:val="24"/>
        </w:rPr>
        <w:t xml:space="preserve"> </w:t>
      </w:r>
      <w:r w:rsidR="00B63388" w:rsidRPr="00CF7B51">
        <w:rPr>
          <w:rFonts w:ascii="Times New Roman" w:hAnsi="Times New Roman"/>
          <w:b/>
          <w:smallCaps/>
          <w:sz w:val="24"/>
        </w:rPr>
        <w:t>2019-2022</w:t>
      </w:r>
      <w:r w:rsidR="0085747A" w:rsidRPr="00CF7B51">
        <w:rPr>
          <w:rFonts w:ascii="Times New Roman" w:hAnsi="Times New Roman"/>
          <w:b/>
          <w:smallCaps/>
          <w:sz w:val="24"/>
        </w:rPr>
        <w:t xml:space="preserve"> </w:t>
      </w:r>
    </w:p>
    <w:p w14:paraId="41DC301C" w14:textId="082FD1A4" w:rsidR="0085747A" w:rsidRPr="00CF7B51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CF7B51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</w:t>
      </w:r>
      <w:r w:rsidR="00CF7B51">
        <w:rPr>
          <w:rFonts w:ascii="Times New Roman" w:hAnsi="Times New Roman"/>
          <w:i/>
          <w:sz w:val="20"/>
        </w:rPr>
        <w:t xml:space="preserve">          </w:t>
      </w:r>
      <w:r w:rsidRPr="00CF7B51">
        <w:rPr>
          <w:rFonts w:ascii="Times New Roman" w:hAnsi="Times New Roman"/>
          <w:i/>
          <w:sz w:val="20"/>
        </w:rPr>
        <w:t xml:space="preserve"> </w:t>
      </w:r>
      <w:r w:rsidR="0085747A" w:rsidRPr="00CF7B51">
        <w:rPr>
          <w:rFonts w:ascii="Times New Roman" w:hAnsi="Times New Roman"/>
          <w:i/>
          <w:sz w:val="20"/>
        </w:rPr>
        <w:t>(skrajne daty</w:t>
      </w:r>
      <w:r w:rsidR="0085747A" w:rsidRPr="00CF7B51">
        <w:rPr>
          <w:rFonts w:ascii="Times New Roman" w:hAnsi="Times New Roman"/>
          <w:sz w:val="20"/>
        </w:rPr>
        <w:t>)</w:t>
      </w:r>
    </w:p>
    <w:p w14:paraId="31953052" w14:textId="77777777" w:rsidR="00CF7B51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CF7B51">
        <w:rPr>
          <w:rFonts w:ascii="Times New Roman" w:hAnsi="Times New Roman"/>
        </w:rPr>
        <w:tab/>
      </w:r>
      <w:r w:rsidRPr="00CF7B51">
        <w:rPr>
          <w:rFonts w:ascii="Times New Roman" w:hAnsi="Times New Roman"/>
        </w:rPr>
        <w:tab/>
      </w:r>
      <w:r w:rsidRPr="00CF7B51">
        <w:rPr>
          <w:rFonts w:ascii="Times New Roman" w:hAnsi="Times New Roman"/>
        </w:rPr>
        <w:tab/>
      </w:r>
      <w:r w:rsidRPr="00CF7B51">
        <w:rPr>
          <w:rFonts w:ascii="Times New Roman" w:hAnsi="Times New Roman"/>
        </w:rPr>
        <w:tab/>
      </w:r>
    </w:p>
    <w:p w14:paraId="372E75CB" w14:textId="282743D7" w:rsidR="00445970" w:rsidRPr="00CF7B51" w:rsidRDefault="00445970" w:rsidP="00CF7B51">
      <w:pPr>
        <w:spacing w:after="0" w:line="240" w:lineRule="exact"/>
        <w:jc w:val="center"/>
        <w:rPr>
          <w:rFonts w:ascii="Times New Roman" w:hAnsi="Times New Roman"/>
        </w:rPr>
      </w:pPr>
      <w:r w:rsidRPr="00CF7B51">
        <w:rPr>
          <w:rFonts w:ascii="Times New Roman" w:hAnsi="Times New Roman"/>
        </w:rPr>
        <w:t xml:space="preserve">Rok akademicki </w:t>
      </w:r>
      <w:r w:rsidR="007E7C4E" w:rsidRPr="00CF7B51">
        <w:rPr>
          <w:rFonts w:ascii="Times New Roman" w:hAnsi="Times New Roman"/>
        </w:rPr>
        <w:t>2019/2020</w:t>
      </w:r>
      <w:r w:rsidR="00F61F98" w:rsidRPr="00CF7B51">
        <w:rPr>
          <w:rFonts w:ascii="Times New Roman" w:hAnsi="Times New Roman"/>
        </w:rPr>
        <w:t>, 2020/2021, 2021/2022</w:t>
      </w:r>
    </w:p>
    <w:p w14:paraId="0C69BB80" w14:textId="77777777" w:rsidR="0085747A" w:rsidRPr="00CF7B51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4F4ACD4E" w14:textId="09714EFC" w:rsidR="0085747A" w:rsidRDefault="0085747A" w:rsidP="00CF7B51">
      <w:pPr>
        <w:pStyle w:val="Punktygwne"/>
        <w:numPr>
          <w:ilvl w:val="0"/>
          <w:numId w:val="3"/>
        </w:numPr>
        <w:spacing w:before="0" w:after="0"/>
        <w:rPr>
          <w:sz w:val="22"/>
        </w:rPr>
      </w:pPr>
      <w:r w:rsidRPr="00CF7B51">
        <w:rPr>
          <w:sz w:val="22"/>
        </w:rPr>
        <w:t xml:space="preserve">Podstawowe </w:t>
      </w:r>
      <w:r w:rsidR="00445970" w:rsidRPr="00CF7B51">
        <w:rPr>
          <w:sz w:val="22"/>
        </w:rPr>
        <w:t>informacje o przedmiocie</w:t>
      </w:r>
    </w:p>
    <w:p w14:paraId="287E1ED3" w14:textId="77777777" w:rsidR="00CF7B51" w:rsidRPr="00CF7B51" w:rsidRDefault="00CF7B51" w:rsidP="00CF7B51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F7B51" w14:paraId="2A59468D" w14:textId="77777777" w:rsidTr="00B819C8">
        <w:tc>
          <w:tcPr>
            <w:tcW w:w="2694" w:type="dxa"/>
            <w:vAlign w:val="center"/>
          </w:tcPr>
          <w:p w14:paraId="03B2FED5" w14:textId="77777777" w:rsidR="0085747A" w:rsidRPr="00CF7B5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F7B51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E6EE86" w14:textId="162DCB96" w:rsidR="0085747A" w:rsidRPr="00CF7B51" w:rsidRDefault="00D1244E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CF7B51">
              <w:rPr>
                <w:sz w:val="22"/>
              </w:rPr>
              <w:t xml:space="preserve">Praktyka </w:t>
            </w:r>
          </w:p>
        </w:tc>
      </w:tr>
      <w:tr w:rsidR="0085747A" w:rsidRPr="00CF7B51" w14:paraId="6ED5C917" w14:textId="77777777" w:rsidTr="00B819C8">
        <w:tc>
          <w:tcPr>
            <w:tcW w:w="2694" w:type="dxa"/>
            <w:vAlign w:val="center"/>
          </w:tcPr>
          <w:p w14:paraId="3DF447B8" w14:textId="77777777" w:rsidR="0085747A" w:rsidRPr="00CF7B5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F7B51">
              <w:rPr>
                <w:sz w:val="22"/>
                <w:szCs w:val="22"/>
              </w:rPr>
              <w:t>Kod przedmiotu</w:t>
            </w:r>
            <w:r w:rsidR="0085747A" w:rsidRPr="00CF7B51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5F703608" w14:textId="57BBDC87" w:rsidR="0085747A" w:rsidRPr="00CF7B51" w:rsidRDefault="00CF7B5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CF7B51" w14:paraId="54E98B52" w14:textId="77777777" w:rsidTr="00B819C8">
        <w:tc>
          <w:tcPr>
            <w:tcW w:w="2694" w:type="dxa"/>
            <w:vAlign w:val="center"/>
          </w:tcPr>
          <w:p w14:paraId="1A905EAF" w14:textId="77777777" w:rsidR="0085747A" w:rsidRPr="00CF7B51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CF7B51">
              <w:rPr>
                <w:sz w:val="22"/>
                <w:szCs w:val="22"/>
              </w:rPr>
              <w:t>nazwa</w:t>
            </w:r>
            <w:r w:rsidR="00C05F44" w:rsidRPr="00CF7B51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8D25A2" w14:textId="4357F044" w:rsidR="0085747A" w:rsidRPr="00CF7B51" w:rsidRDefault="002D242B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CF7B51" w14:paraId="411BBAD3" w14:textId="77777777" w:rsidTr="00B819C8">
        <w:tc>
          <w:tcPr>
            <w:tcW w:w="2694" w:type="dxa"/>
            <w:vAlign w:val="center"/>
          </w:tcPr>
          <w:p w14:paraId="1E92AFF8" w14:textId="77777777" w:rsidR="0085747A" w:rsidRPr="00CF7B5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F7B51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757523" w14:textId="5C390B52" w:rsidR="0085747A" w:rsidRPr="00CF7B51" w:rsidRDefault="00E250C6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CF7B51" w14:paraId="0A59AF4C" w14:textId="77777777" w:rsidTr="00B819C8">
        <w:tc>
          <w:tcPr>
            <w:tcW w:w="2694" w:type="dxa"/>
            <w:vAlign w:val="center"/>
          </w:tcPr>
          <w:p w14:paraId="5FDAF4E9" w14:textId="77777777" w:rsidR="0085747A" w:rsidRPr="00CF7B5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F7B51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F27AB0" w14:textId="77777777" w:rsidR="0085747A" w:rsidRPr="00CF7B51" w:rsidRDefault="00F72DE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CF7B51">
              <w:rPr>
                <w:b w:val="0"/>
                <w:sz w:val="22"/>
              </w:rPr>
              <w:t>Nauki o rodzinie</w:t>
            </w:r>
          </w:p>
        </w:tc>
      </w:tr>
      <w:tr w:rsidR="0085747A" w:rsidRPr="00CF7B51" w14:paraId="11B8587E" w14:textId="77777777" w:rsidTr="00B819C8">
        <w:tc>
          <w:tcPr>
            <w:tcW w:w="2694" w:type="dxa"/>
            <w:vAlign w:val="center"/>
          </w:tcPr>
          <w:p w14:paraId="2DA6A5BE" w14:textId="77777777" w:rsidR="0085747A" w:rsidRPr="00CF7B5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F7B51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D31272A" w14:textId="77777777" w:rsidR="0085747A" w:rsidRPr="00CF7B51" w:rsidRDefault="00F72DE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CF7B51">
              <w:rPr>
                <w:b w:val="0"/>
                <w:sz w:val="22"/>
              </w:rPr>
              <w:t>Pierwszy</w:t>
            </w:r>
          </w:p>
        </w:tc>
      </w:tr>
      <w:tr w:rsidR="0085747A" w:rsidRPr="00CF7B51" w14:paraId="3D9ED4B0" w14:textId="77777777" w:rsidTr="00B819C8">
        <w:tc>
          <w:tcPr>
            <w:tcW w:w="2694" w:type="dxa"/>
            <w:vAlign w:val="center"/>
          </w:tcPr>
          <w:p w14:paraId="68279258" w14:textId="77777777" w:rsidR="0085747A" w:rsidRPr="00CF7B5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F7B51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51261921" w14:textId="77777777" w:rsidR="0085747A" w:rsidRPr="00CF7B51" w:rsidRDefault="00F72DE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CF7B51">
              <w:rPr>
                <w:b w:val="0"/>
                <w:sz w:val="22"/>
              </w:rPr>
              <w:t>Praktyczny</w:t>
            </w:r>
          </w:p>
        </w:tc>
      </w:tr>
      <w:tr w:rsidR="0085747A" w:rsidRPr="00CF7B51" w14:paraId="525E7EE4" w14:textId="77777777" w:rsidTr="00B819C8">
        <w:tc>
          <w:tcPr>
            <w:tcW w:w="2694" w:type="dxa"/>
            <w:vAlign w:val="center"/>
          </w:tcPr>
          <w:p w14:paraId="11524BA4" w14:textId="77777777" w:rsidR="0085747A" w:rsidRPr="00CF7B5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F7B51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2C950B" w14:textId="77777777" w:rsidR="0085747A" w:rsidRPr="00CF7B51" w:rsidRDefault="00F72DE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CF7B51">
              <w:rPr>
                <w:b w:val="0"/>
                <w:sz w:val="22"/>
              </w:rPr>
              <w:t>Stacjonarne</w:t>
            </w:r>
          </w:p>
        </w:tc>
      </w:tr>
      <w:tr w:rsidR="0085747A" w:rsidRPr="00CF7B51" w14:paraId="2205A3EE" w14:textId="77777777" w:rsidTr="00B819C8">
        <w:tc>
          <w:tcPr>
            <w:tcW w:w="2694" w:type="dxa"/>
            <w:vAlign w:val="center"/>
          </w:tcPr>
          <w:p w14:paraId="0E36DE01" w14:textId="77777777" w:rsidR="0085747A" w:rsidRPr="00CF7B5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F7B51">
              <w:rPr>
                <w:sz w:val="22"/>
                <w:szCs w:val="22"/>
              </w:rPr>
              <w:t>Rok i semestr</w:t>
            </w:r>
            <w:r w:rsidR="0030395F" w:rsidRPr="00CF7B51">
              <w:rPr>
                <w:sz w:val="22"/>
                <w:szCs w:val="22"/>
              </w:rPr>
              <w:t>/y</w:t>
            </w:r>
            <w:r w:rsidRPr="00CF7B51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9EF726D" w14:textId="4880CA8B" w:rsidR="0085747A" w:rsidRPr="00CF7B51" w:rsidRDefault="008F475B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CF7B51">
              <w:rPr>
                <w:b w:val="0"/>
                <w:sz w:val="22"/>
              </w:rPr>
              <w:t>Rok 1, 2, 3, semestr 1, 2, 3, 4, 5, 6</w:t>
            </w:r>
          </w:p>
        </w:tc>
      </w:tr>
      <w:tr w:rsidR="0085747A" w:rsidRPr="00CF7B51" w14:paraId="6534972C" w14:textId="77777777" w:rsidTr="00B819C8">
        <w:tc>
          <w:tcPr>
            <w:tcW w:w="2694" w:type="dxa"/>
            <w:vAlign w:val="center"/>
          </w:tcPr>
          <w:p w14:paraId="4D6E9D41" w14:textId="77777777" w:rsidR="0085747A" w:rsidRPr="00CF7B5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F7B51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939E82" w14:textId="5860D84C" w:rsidR="0085747A" w:rsidRPr="00CF7B51" w:rsidRDefault="005C221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  <w:highlight w:val="yellow"/>
              </w:rPr>
            </w:pPr>
            <w:r w:rsidRPr="00CF7B51">
              <w:rPr>
                <w:b w:val="0"/>
                <w:sz w:val="22"/>
              </w:rPr>
              <w:t xml:space="preserve">Przedmioty specjalnościowe, sp. Asystent </w:t>
            </w:r>
            <w:r w:rsidR="00B84855" w:rsidRPr="00CF7B51">
              <w:rPr>
                <w:b w:val="0"/>
                <w:sz w:val="22"/>
              </w:rPr>
              <w:t>rodziny</w:t>
            </w:r>
          </w:p>
        </w:tc>
      </w:tr>
      <w:tr w:rsidR="00923D7D" w:rsidRPr="00CF7B51" w14:paraId="519319CE" w14:textId="77777777" w:rsidTr="00B819C8">
        <w:tc>
          <w:tcPr>
            <w:tcW w:w="2694" w:type="dxa"/>
            <w:vAlign w:val="center"/>
          </w:tcPr>
          <w:p w14:paraId="2D986ACC" w14:textId="77777777" w:rsidR="00923D7D" w:rsidRPr="00CF7B5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F7B51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45D898" w14:textId="77777777" w:rsidR="00923D7D" w:rsidRPr="00CF7B51" w:rsidRDefault="002C3F4B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CF7B51">
              <w:rPr>
                <w:b w:val="0"/>
                <w:sz w:val="22"/>
              </w:rPr>
              <w:t>polski</w:t>
            </w:r>
          </w:p>
        </w:tc>
      </w:tr>
      <w:tr w:rsidR="0085747A" w:rsidRPr="00CF7B51" w14:paraId="55F892EB" w14:textId="77777777" w:rsidTr="00B819C8">
        <w:tc>
          <w:tcPr>
            <w:tcW w:w="2694" w:type="dxa"/>
            <w:vAlign w:val="center"/>
          </w:tcPr>
          <w:p w14:paraId="1351E4D5" w14:textId="77777777" w:rsidR="0085747A" w:rsidRPr="00CF7B5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F7B51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C46F8F" w14:textId="77777777" w:rsidR="0085747A" w:rsidRPr="00CF7B51" w:rsidRDefault="002C3F4B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CF7B51">
              <w:rPr>
                <w:b w:val="0"/>
                <w:sz w:val="22"/>
              </w:rPr>
              <w:t>Dr Zofia Frączek</w:t>
            </w:r>
          </w:p>
        </w:tc>
      </w:tr>
      <w:tr w:rsidR="0085747A" w:rsidRPr="00CF7B51" w14:paraId="6F272C41" w14:textId="77777777" w:rsidTr="00B819C8">
        <w:tc>
          <w:tcPr>
            <w:tcW w:w="2694" w:type="dxa"/>
            <w:vAlign w:val="center"/>
          </w:tcPr>
          <w:p w14:paraId="3C2936A2" w14:textId="77777777" w:rsidR="0085747A" w:rsidRPr="00CF7B5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F7B51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21C8F5" w14:textId="04DBC022" w:rsidR="0085747A" w:rsidRPr="00CF7B51" w:rsidRDefault="00CF7B5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Zgodnie z przydziałem czynności w danym roku akademickim </w:t>
            </w:r>
          </w:p>
        </w:tc>
      </w:tr>
    </w:tbl>
    <w:p w14:paraId="4CD99DDE" w14:textId="77777777" w:rsidR="0085747A" w:rsidRPr="00CF7B51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CF7B51">
        <w:rPr>
          <w:szCs w:val="22"/>
        </w:rPr>
        <w:t xml:space="preserve">* </w:t>
      </w:r>
      <w:r w:rsidRPr="00CF7B51">
        <w:rPr>
          <w:i/>
          <w:szCs w:val="22"/>
        </w:rPr>
        <w:t>-</w:t>
      </w:r>
      <w:r w:rsidR="00B90885" w:rsidRPr="00CF7B51">
        <w:rPr>
          <w:b w:val="0"/>
          <w:i/>
          <w:szCs w:val="22"/>
        </w:rPr>
        <w:t>opcjonalni</w:t>
      </w:r>
      <w:r w:rsidR="00B90885" w:rsidRPr="00CF7B51">
        <w:rPr>
          <w:b w:val="0"/>
          <w:szCs w:val="22"/>
        </w:rPr>
        <w:t>e,</w:t>
      </w:r>
      <w:r w:rsidRPr="00CF7B51">
        <w:rPr>
          <w:i/>
          <w:szCs w:val="22"/>
        </w:rPr>
        <w:t xml:space="preserve"> </w:t>
      </w:r>
      <w:r w:rsidRPr="00CF7B51">
        <w:rPr>
          <w:b w:val="0"/>
          <w:i/>
          <w:szCs w:val="22"/>
        </w:rPr>
        <w:t xml:space="preserve">zgodnie z ustaleniami </w:t>
      </w:r>
      <w:r w:rsidR="00B90885" w:rsidRPr="00CF7B51">
        <w:rPr>
          <w:b w:val="0"/>
          <w:i/>
          <w:szCs w:val="22"/>
        </w:rPr>
        <w:t>w Jednostce</w:t>
      </w:r>
    </w:p>
    <w:p w14:paraId="538A28FC" w14:textId="77777777" w:rsidR="00923D7D" w:rsidRPr="00CF7B51" w:rsidRDefault="00923D7D" w:rsidP="009C54AE">
      <w:pPr>
        <w:pStyle w:val="Podpunkty"/>
        <w:ind w:left="0"/>
        <w:rPr>
          <w:szCs w:val="22"/>
        </w:rPr>
      </w:pPr>
    </w:p>
    <w:p w14:paraId="7653357E" w14:textId="77777777" w:rsidR="0085747A" w:rsidRPr="00CF7B51" w:rsidRDefault="0085747A" w:rsidP="009C54AE">
      <w:pPr>
        <w:pStyle w:val="Podpunkty"/>
        <w:ind w:left="284"/>
        <w:rPr>
          <w:szCs w:val="22"/>
        </w:rPr>
      </w:pPr>
      <w:r w:rsidRPr="00CF7B51">
        <w:rPr>
          <w:szCs w:val="22"/>
        </w:rPr>
        <w:t>1.</w:t>
      </w:r>
      <w:r w:rsidR="00E22FBC" w:rsidRPr="00CF7B51">
        <w:rPr>
          <w:szCs w:val="22"/>
        </w:rPr>
        <w:t>1</w:t>
      </w:r>
      <w:r w:rsidRPr="00CF7B51">
        <w:rPr>
          <w:szCs w:val="22"/>
        </w:rPr>
        <w:t xml:space="preserve">.Formy zajęć dydaktycznych, wymiar godzin i punktów ECTS </w:t>
      </w:r>
    </w:p>
    <w:p w14:paraId="5EFF0917" w14:textId="77777777" w:rsidR="00681470" w:rsidRPr="00CF7B51" w:rsidRDefault="00681470" w:rsidP="00681470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895"/>
        <w:gridCol w:w="764"/>
        <w:gridCol w:w="846"/>
        <w:gridCol w:w="779"/>
        <w:gridCol w:w="803"/>
        <w:gridCol w:w="729"/>
        <w:gridCol w:w="1194"/>
        <w:gridCol w:w="1154"/>
        <w:gridCol w:w="1429"/>
      </w:tblGrid>
      <w:tr w:rsidR="00681470" w:rsidRPr="00CF7B51" w14:paraId="4C1F71CA" w14:textId="77777777" w:rsidTr="00CF7B5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965D" w14:textId="77777777" w:rsidR="00681470" w:rsidRPr="00CF7B51" w:rsidRDefault="00681470" w:rsidP="00CF7B5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CF7B51">
              <w:rPr>
                <w:sz w:val="22"/>
              </w:rPr>
              <w:t>Semestr</w:t>
            </w:r>
          </w:p>
          <w:p w14:paraId="72F153E9" w14:textId="77777777" w:rsidR="00681470" w:rsidRPr="00CF7B51" w:rsidRDefault="00681470" w:rsidP="00CF7B5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CF7B51">
              <w:rPr>
                <w:sz w:val="22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D01AA" w14:textId="77777777" w:rsidR="00681470" w:rsidRPr="00CF7B51" w:rsidRDefault="00681470" w:rsidP="00CF7B5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CF7B51">
              <w:rPr>
                <w:sz w:val="22"/>
              </w:rPr>
              <w:t>Wykł</w:t>
            </w:r>
            <w:proofErr w:type="spellEnd"/>
            <w:r w:rsidRPr="00CF7B51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9F83" w14:textId="77777777" w:rsidR="00681470" w:rsidRPr="00CF7B51" w:rsidRDefault="00681470" w:rsidP="00CF7B5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CF7B51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4CBE" w14:textId="77777777" w:rsidR="00681470" w:rsidRPr="00CF7B51" w:rsidRDefault="00681470" w:rsidP="00CF7B5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CF7B51">
              <w:rPr>
                <w:sz w:val="22"/>
              </w:rPr>
              <w:t>Konw</w:t>
            </w:r>
            <w:proofErr w:type="spellEnd"/>
            <w:r w:rsidRPr="00CF7B51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DDB14" w14:textId="77777777" w:rsidR="00681470" w:rsidRPr="00CF7B51" w:rsidRDefault="00681470" w:rsidP="00CF7B5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CF7B51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881A" w14:textId="77777777" w:rsidR="00681470" w:rsidRPr="00CF7B51" w:rsidRDefault="00681470" w:rsidP="00CF7B5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CF7B51">
              <w:rPr>
                <w:sz w:val="22"/>
              </w:rPr>
              <w:t>Sem</w:t>
            </w:r>
            <w:proofErr w:type="spellEnd"/>
            <w:r w:rsidRPr="00CF7B51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E69" w14:textId="77777777" w:rsidR="00681470" w:rsidRPr="00CF7B51" w:rsidRDefault="00681470" w:rsidP="00CF7B5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CF7B51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99822" w14:textId="77777777" w:rsidR="00681470" w:rsidRPr="00CF7B51" w:rsidRDefault="00681470" w:rsidP="00CF7B5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CF7B51">
              <w:rPr>
                <w:sz w:val="22"/>
              </w:rPr>
              <w:t>Prakt</w:t>
            </w:r>
            <w:proofErr w:type="spellEnd"/>
            <w:r w:rsidRPr="00CF7B51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DF67D" w14:textId="77777777" w:rsidR="00681470" w:rsidRPr="00CF7B51" w:rsidRDefault="00681470" w:rsidP="00CF7B5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CF7B51">
              <w:rPr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604B4" w14:textId="77777777" w:rsidR="00681470" w:rsidRPr="00CF7B51" w:rsidRDefault="00681470" w:rsidP="00CF7B51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CF7B51">
              <w:rPr>
                <w:b/>
                <w:sz w:val="22"/>
              </w:rPr>
              <w:t>Liczba pkt. ECTS</w:t>
            </w:r>
          </w:p>
        </w:tc>
      </w:tr>
      <w:tr w:rsidR="00681470" w:rsidRPr="00CF7B51" w14:paraId="43D93133" w14:textId="77777777" w:rsidTr="00CF7B5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2AB9" w14:textId="6D565697" w:rsidR="00681470" w:rsidRPr="00CF7B51" w:rsidRDefault="005A63F3" w:rsidP="00CF7B51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CF7B51">
              <w:rPr>
                <w:sz w:val="22"/>
                <w:szCs w:val="22"/>
              </w:rPr>
              <w:t>1, 2, 3, 4, 5, 6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DAF8" w14:textId="77777777" w:rsidR="00681470" w:rsidRPr="00CF7B51" w:rsidRDefault="00681470" w:rsidP="00CF7B5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914F6" w14:textId="77777777" w:rsidR="00681470" w:rsidRPr="00CF7B51" w:rsidRDefault="00681470" w:rsidP="00CF7B5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1C67" w14:textId="77777777" w:rsidR="00681470" w:rsidRPr="00CF7B51" w:rsidRDefault="00681470" w:rsidP="00CF7B5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58C9" w14:textId="77777777" w:rsidR="00681470" w:rsidRPr="00CF7B51" w:rsidRDefault="00681470" w:rsidP="00CF7B5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E7CA" w14:textId="77777777" w:rsidR="00681470" w:rsidRPr="00CF7B51" w:rsidRDefault="00681470" w:rsidP="00CF7B5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293E" w14:textId="77777777" w:rsidR="00681470" w:rsidRPr="00CF7B51" w:rsidRDefault="00681470" w:rsidP="00CF7B5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08EB" w14:textId="0869A475" w:rsidR="00681470" w:rsidRPr="00CF7B51" w:rsidRDefault="005A63F3" w:rsidP="00CF7B51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CF7B51">
              <w:rPr>
                <w:sz w:val="22"/>
                <w:szCs w:val="22"/>
              </w:rPr>
              <w:t>Praktyka 6</w:t>
            </w:r>
            <w:r w:rsidR="005C221E" w:rsidRPr="00CF7B51">
              <w:rPr>
                <w:sz w:val="22"/>
                <w:szCs w:val="22"/>
              </w:rPr>
              <w:t>-</w:t>
            </w:r>
            <w:r w:rsidRPr="00CF7B51">
              <w:rPr>
                <w:sz w:val="22"/>
                <w:szCs w:val="22"/>
              </w:rPr>
              <w:t>cio miesięczna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C73C" w14:textId="77777777" w:rsidR="00681470" w:rsidRPr="00CF7B51" w:rsidRDefault="00681470" w:rsidP="00CF7B5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148C" w14:textId="32487762" w:rsidR="00681470" w:rsidRPr="00CF7B51" w:rsidRDefault="00530737" w:rsidP="00CF7B51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CF7B51">
              <w:rPr>
                <w:b/>
                <w:sz w:val="22"/>
                <w:szCs w:val="22"/>
              </w:rPr>
              <w:t>30</w:t>
            </w:r>
          </w:p>
        </w:tc>
      </w:tr>
    </w:tbl>
    <w:p w14:paraId="738E9086" w14:textId="77777777" w:rsidR="00681470" w:rsidRPr="00CF7B51" w:rsidRDefault="00681470" w:rsidP="00681470">
      <w:pPr>
        <w:pStyle w:val="Podpunkty"/>
        <w:ind w:left="0"/>
        <w:rPr>
          <w:b w:val="0"/>
          <w:szCs w:val="22"/>
          <w:lang w:eastAsia="en-US"/>
        </w:rPr>
      </w:pPr>
    </w:p>
    <w:p w14:paraId="53FAFE6A" w14:textId="77777777" w:rsidR="00681470" w:rsidRPr="00CF7B51" w:rsidRDefault="00681470" w:rsidP="009C54AE">
      <w:pPr>
        <w:pStyle w:val="Podpunkty"/>
        <w:ind w:left="0"/>
        <w:rPr>
          <w:b w:val="0"/>
          <w:szCs w:val="22"/>
          <w:lang w:eastAsia="en-US"/>
        </w:rPr>
      </w:pPr>
    </w:p>
    <w:p w14:paraId="63A4A7F6" w14:textId="77777777" w:rsidR="00923D7D" w:rsidRPr="00CF7B51" w:rsidRDefault="00923D7D" w:rsidP="009C54AE">
      <w:pPr>
        <w:pStyle w:val="Podpunkty"/>
        <w:rPr>
          <w:b w:val="0"/>
          <w:szCs w:val="22"/>
          <w:lang w:eastAsia="en-US"/>
        </w:rPr>
      </w:pPr>
    </w:p>
    <w:p w14:paraId="3ECC7A42" w14:textId="77777777" w:rsidR="0085747A" w:rsidRPr="00CF7B5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CF7B51">
        <w:rPr>
          <w:smallCaps w:val="0"/>
          <w:sz w:val="22"/>
        </w:rPr>
        <w:t>1.</w:t>
      </w:r>
      <w:r w:rsidR="00E22FBC" w:rsidRPr="00CF7B51">
        <w:rPr>
          <w:smallCaps w:val="0"/>
          <w:sz w:val="22"/>
        </w:rPr>
        <w:t>2</w:t>
      </w:r>
      <w:r w:rsidR="00F83B28" w:rsidRPr="00CF7B51">
        <w:rPr>
          <w:smallCaps w:val="0"/>
          <w:sz w:val="22"/>
        </w:rPr>
        <w:t>.</w:t>
      </w:r>
      <w:r w:rsidR="00F83B28" w:rsidRPr="00CF7B51">
        <w:rPr>
          <w:smallCaps w:val="0"/>
          <w:sz w:val="22"/>
        </w:rPr>
        <w:tab/>
      </w:r>
      <w:r w:rsidRPr="00CF7B51">
        <w:rPr>
          <w:smallCaps w:val="0"/>
          <w:sz w:val="22"/>
        </w:rPr>
        <w:t xml:space="preserve">Sposób realizacji zajęć  </w:t>
      </w:r>
    </w:p>
    <w:p w14:paraId="391D4D1D" w14:textId="342432B8" w:rsidR="00AA4CE5" w:rsidRPr="00CF7B51" w:rsidRDefault="00AA4CE5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</w:p>
    <w:p w14:paraId="145A1E44" w14:textId="3D786963" w:rsidR="00AA4CE5" w:rsidRPr="00CF7B51" w:rsidRDefault="00AA4CE5" w:rsidP="00AA4CE5">
      <w:pPr>
        <w:pStyle w:val="Punktygwne"/>
        <w:tabs>
          <w:tab w:val="left" w:pos="709"/>
        </w:tabs>
        <w:spacing w:before="0" w:after="0"/>
        <w:rPr>
          <w:b w:val="0"/>
          <w:smallCaps w:val="0"/>
          <w:sz w:val="22"/>
        </w:rPr>
      </w:pPr>
      <w:r w:rsidRPr="00CF7B51">
        <w:rPr>
          <w:b w:val="0"/>
          <w:smallCaps w:val="0"/>
          <w:sz w:val="22"/>
        </w:rPr>
        <w:t>Praktyka 6</w:t>
      </w:r>
      <w:r w:rsidR="00E927E0" w:rsidRPr="00CF7B51">
        <w:rPr>
          <w:b w:val="0"/>
          <w:smallCaps w:val="0"/>
          <w:sz w:val="22"/>
        </w:rPr>
        <w:t>-</w:t>
      </w:r>
      <w:r w:rsidRPr="00CF7B51">
        <w:rPr>
          <w:b w:val="0"/>
          <w:smallCaps w:val="0"/>
          <w:sz w:val="22"/>
        </w:rPr>
        <w:t xml:space="preserve">cio miesięczna  </w:t>
      </w:r>
      <w:r w:rsidR="001E3871" w:rsidRPr="00CF7B51">
        <w:rPr>
          <w:b w:val="0"/>
          <w:smallCaps w:val="0"/>
          <w:sz w:val="22"/>
        </w:rPr>
        <w:t>zawodowa</w:t>
      </w:r>
      <w:r w:rsidR="00DC540D" w:rsidRPr="00CF7B51">
        <w:rPr>
          <w:b w:val="0"/>
          <w:smallCaps w:val="0"/>
          <w:sz w:val="22"/>
        </w:rPr>
        <w:t>,</w:t>
      </w:r>
      <w:r w:rsidR="001E3871" w:rsidRPr="00CF7B51">
        <w:rPr>
          <w:b w:val="0"/>
          <w:smallCaps w:val="0"/>
          <w:sz w:val="22"/>
        </w:rPr>
        <w:t xml:space="preserve"> </w:t>
      </w:r>
      <w:r w:rsidR="00E927E0" w:rsidRPr="00CF7B51">
        <w:rPr>
          <w:b w:val="0"/>
          <w:smallCaps w:val="0"/>
          <w:sz w:val="22"/>
        </w:rPr>
        <w:t>realizowana w</w:t>
      </w:r>
      <w:r w:rsidR="005B7BEE" w:rsidRPr="00CF7B51">
        <w:rPr>
          <w:b w:val="0"/>
          <w:smallCaps w:val="0"/>
          <w:sz w:val="22"/>
        </w:rPr>
        <w:t xml:space="preserve"> układzie 6x1 miesiąc zgodnie z harmonogramem studiów,</w:t>
      </w:r>
      <w:r w:rsidR="00E927E0" w:rsidRPr="00CF7B51">
        <w:rPr>
          <w:b w:val="0"/>
          <w:smallCaps w:val="0"/>
          <w:sz w:val="22"/>
        </w:rPr>
        <w:t xml:space="preserve"> </w:t>
      </w:r>
      <w:r w:rsidRPr="00CF7B51">
        <w:rPr>
          <w:b w:val="0"/>
          <w:smallCaps w:val="0"/>
          <w:sz w:val="22"/>
        </w:rPr>
        <w:t xml:space="preserve">realizowana w placówkach zgodnych z </w:t>
      </w:r>
      <w:r w:rsidR="001E3871" w:rsidRPr="00CF7B51">
        <w:rPr>
          <w:b w:val="0"/>
          <w:smallCaps w:val="0"/>
          <w:sz w:val="22"/>
        </w:rPr>
        <w:t xml:space="preserve">wybranym przez studentów </w:t>
      </w:r>
      <w:r w:rsidRPr="00CF7B51">
        <w:rPr>
          <w:b w:val="0"/>
          <w:smallCaps w:val="0"/>
          <w:sz w:val="22"/>
        </w:rPr>
        <w:t>kierunkiem studiów i specjalnością.</w:t>
      </w:r>
    </w:p>
    <w:p w14:paraId="727E93F8" w14:textId="77777777" w:rsidR="00AA4CE5" w:rsidRPr="00CF7B51" w:rsidRDefault="00AA4CE5" w:rsidP="00AA4CE5">
      <w:pPr>
        <w:pStyle w:val="Punktygwne"/>
        <w:tabs>
          <w:tab w:val="left" w:pos="709"/>
        </w:tabs>
        <w:spacing w:before="0" w:after="0"/>
        <w:rPr>
          <w:b w:val="0"/>
          <w:smallCaps w:val="0"/>
          <w:sz w:val="22"/>
        </w:rPr>
      </w:pPr>
    </w:p>
    <w:p w14:paraId="7CFF9736" w14:textId="7A4C6620" w:rsidR="00AA4CE5" w:rsidRPr="00CF7B51" w:rsidRDefault="00AA4CE5" w:rsidP="00AA4CE5">
      <w:pPr>
        <w:rPr>
          <w:rFonts w:ascii="Times New Roman" w:hAnsi="Times New Roman"/>
          <w:b/>
          <w:bCs/>
          <w:u w:val="single"/>
        </w:rPr>
      </w:pPr>
      <w:r w:rsidRPr="00CF7B51">
        <w:rPr>
          <w:rFonts w:ascii="Times New Roman" w:hAnsi="Times New Roman"/>
          <w:b/>
          <w:bCs/>
          <w:u w:val="single"/>
        </w:rPr>
        <w:t>Uwaga: szczegóły dotyczące realizacji praktyki określon</w:t>
      </w:r>
      <w:r w:rsidR="00671A2E" w:rsidRPr="00CF7B51">
        <w:rPr>
          <w:rFonts w:ascii="Times New Roman" w:hAnsi="Times New Roman"/>
          <w:b/>
          <w:bCs/>
          <w:u w:val="single"/>
        </w:rPr>
        <w:t>o</w:t>
      </w:r>
      <w:r w:rsidRPr="00CF7B51">
        <w:rPr>
          <w:rFonts w:ascii="Times New Roman" w:hAnsi="Times New Roman"/>
          <w:b/>
          <w:bCs/>
          <w:u w:val="single"/>
        </w:rPr>
        <w:t xml:space="preserve"> w jej </w:t>
      </w:r>
      <w:r w:rsidR="00DC540D" w:rsidRPr="00CF7B51">
        <w:rPr>
          <w:rFonts w:ascii="Times New Roman" w:hAnsi="Times New Roman"/>
          <w:b/>
          <w:bCs/>
          <w:u w:val="single"/>
        </w:rPr>
        <w:t>programie.</w:t>
      </w:r>
    </w:p>
    <w:p w14:paraId="4981DC6A" w14:textId="77777777" w:rsidR="00E22FBC" w:rsidRPr="00CF7B5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CF7B51">
        <w:rPr>
          <w:smallCaps w:val="0"/>
          <w:sz w:val="22"/>
        </w:rPr>
        <w:t xml:space="preserve">1.3 </w:t>
      </w:r>
      <w:r w:rsidR="00F83B28" w:rsidRPr="00CF7B51">
        <w:rPr>
          <w:smallCaps w:val="0"/>
          <w:sz w:val="22"/>
        </w:rPr>
        <w:tab/>
      </w:r>
      <w:r w:rsidRPr="00CF7B51">
        <w:rPr>
          <w:smallCaps w:val="0"/>
          <w:sz w:val="22"/>
        </w:rPr>
        <w:t>For</w:t>
      </w:r>
      <w:r w:rsidR="00445970" w:rsidRPr="00CF7B51">
        <w:rPr>
          <w:smallCaps w:val="0"/>
          <w:sz w:val="22"/>
        </w:rPr>
        <w:t xml:space="preserve">ma zaliczenia przedmiotu </w:t>
      </w:r>
      <w:r w:rsidRPr="00CF7B51">
        <w:rPr>
          <w:smallCaps w:val="0"/>
          <w:sz w:val="22"/>
        </w:rPr>
        <w:t xml:space="preserve"> (z toku) </w:t>
      </w:r>
      <w:r w:rsidRPr="00CF7B51">
        <w:rPr>
          <w:b w:val="0"/>
          <w:smallCaps w:val="0"/>
          <w:sz w:val="22"/>
        </w:rPr>
        <w:t>(egzamin, zaliczenie z oceną, zaliczenie bez oceny)</w:t>
      </w:r>
    </w:p>
    <w:p w14:paraId="15F1B10B" w14:textId="77777777" w:rsidR="009C54AE" w:rsidRPr="00CF7B51" w:rsidRDefault="009C54AE" w:rsidP="009C54AE">
      <w:pPr>
        <w:pStyle w:val="Punktygwne"/>
        <w:spacing w:before="0" w:after="0"/>
        <w:rPr>
          <w:b w:val="0"/>
          <w:sz w:val="22"/>
        </w:rPr>
      </w:pPr>
    </w:p>
    <w:p w14:paraId="7EC63A0D" w14:textId="5015AECD" w:rsidR="008A3053" w:rsidRPr="006F0171" w:rsidRDefault="008A3053" w:rsidP="00CF7B51">
      <w:pPr>
        <w:pStyle w:val="Punktygwne"/>
        <w:spacing w:before="0" w:after="0"/>
        <w:ind w:left="142"/>
        <w:rPr>
          <w:b w:val="0"/>
          <w:bCs/>
          <w:smallCaps w:val="0"/>
          <w:sz w:val="22"/>
        </w:rPr>
      </w:pPr>
      <w:r w:rsidRPr="006F0171">
        <w:rPr>
          <w:b w:val="0"/>
          <w:bCs/>
          <w:smallCaps w:val="0"/>
          <w:sz w:val="22"/>
        </w:rPr>
        <w:t xml:space="preserve">Każda praktyka </w:t>
      </w:r>
      <w:r w:rsidR="00671A2E" w:rsidRPr="006F0171">
        <w:rPr>
          <w:b w:val="0"/>
          <w:bCs/>
          <w:smallCaps w:val="0"/>
          <w:sz w:val="22"/>
        </w:rPr>
        <w:t xml:space="preserve">(moduł) </w:t>
      </w:r>
      <w:r w:rsidRPr="006F0171">
        <w:rPr>
          <w:b w:val="0"/>
          <w:bCs/>
          <w:smallCaps w:val="0"/>
          <w:sz w:val="22"/>
        </w:rPr>
        <w:t>kończy się zaliczeniem z oceną. Warunki zaliczenia określono w programie praktyki.</w:t>
      </w:r>
    </w:p>
    <w:p w14:paraId="7421A100" w14:textId="77777777" w:rsidR="00E960BB" w:rsidRPr="00CF7B51" w:rsidRDefault="00E960BB" w:rsidP="009C54AE">
      <w:pPr>
        <w:pStyle w:val="Punktygwne"/>
        <w:spacing w:before="0" w:after="0"/>
        <w:rPr>
          <w:b w:val="0"/>
          <w:sz w:val="22"/>
        </w:rPr>
      </w:pPr>
    </w:p>
    <w:p w14:paraId="492A6B12" w14:textId="38FABA50" w:rsidR="00E960BB" w:rsidRDefault="00CF7B51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85747A" w:rsidRPr="00CF7B51">
        <w:rPr>
          <w:sz w:val="22"/>
        </w:rPr>
        <w:lastRenderedPageBreak/>
        <w:t xml:space="preserve">2.Wymagania wstępne </w:t>
      </w:r>
    </w:p>
    <w:p w14:paraId="22588533" w14:textId="77777777" w:rsidR="00CF7B51" w:rsidRPr="00CF7B51" w:rsidRDefault="00CF7B51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7B51" w14:paraId="67D0E66F" w14:textId="77777777" w:rsidTr="00745302">
        <w:tc>
          <w:tcPr>
            <w:tcW w:w="9670" w:type="dxa"/>
          </w:tcPr>
          <w:p w14:paraId="0E796934" w14:textId="77777777" w:rsidR="00D95104" w:rsidRPr="00CF7B51" w:rsidRDefault="00B00A31" w:rsidP="00295623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CF7B51">
              <w:rPr>
                <w:bCs/>
                <w:smallCaps w:val="0"/>
                <w:color w:val="000000"/>
                <w:sz w:val="22"/>
              </w:rPr>
              <w:t>W semestrze I</w:t>
            </w:r>
            <w:r w:rsidRPr="00CF7B51">
              <w:rPr>
                <w:b w:val="0"/>
                <w:smallCaps w:val="0"/>
                <w:color w:val="000000"/>
                <w:sz w:val="22"/>
              </w:rPr>
              <w:t xml:space="preserve"> - o</w:t>
            </w:r>
            <w:r w:rsidR="00295623" w:rsidRPr="00CF7B51">
              <w:rPr>
                <w:b w:val="0"/>
                <w:smallCaps w:val="0"/>
                <w:color w:val="000000"/>
                <w:sz w:val="22"/>
              </w:rPr>
              <w:t>gólna orientacja w problematyce rodziny i pomocy społecznej.</w:t>
            </w:r>
            <w:r w:rsidRPr="00CF7B51">
              <w:rPr>
                <w:b w:val="0"/>
                <w:smallCaps w:val="0"/>
                <w:color w:val="000000"/>
                <w:sz w:val="22"/>
              </w:rPr>
              <w:t xml:space="preserve"> </w:t>
            </w:r>
          </w:p>
          <w:p w14:paraId="55DF0508" w14:textId="513354AD" w:rsidR="0085747A" w:rsidRPr="00CF7B51" w:rsidRDefault="00B00A31" w:rsidP="00295623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CF7B51">
              <w:rPr>
                <w:bCs/>
                <w:smallCaps w:val="0"/>
                <w:color w:val="000000"/>
                <w:sz w:val="22"/>
              </w:rPr>
              <w:t>W semestr</w:t>
            </w:r>
            <w:r w:rsidR="002B31D9" w:rsidRPr="00CF7B51">
              <w:rPr>
                <w:bCs/>
                <w:smallCaps w:val="0"/>
                <w:color w:val="000000"/>
                <w:sz w:val="22"/>
              </w:rPr>
              <w:t>a</w:t>
            </w:r>
            <w:r w:rsidRPr="00CF7B51">
              <w:rPr>
                <w:bCs/>
                <w:smallCaps w:val="0"/>
                <w:color w:val="000000"/>
                <w:sz w:val="22"/>
              </w:rPr>
              <w:t>ch kolejnych</w:t>
            </w:r>
            <w:r w:rsidR="00D95104" w:rsidRPr="00CF7B51">
              <w:rPr>
                <w:bCs/>
                <w:smallCaps w:val="0"/>
                <w:color w:val="000000"/>
                <w:sz w:val="22"/>
              </w:rPr>
              <w:t xml:space="preserve"> -</w:t>
            </w:r>
            <w:r w:rsidRPr="00CF7B51">
              <w:rPr>
                <w:bCs/>
                <w:smallCaps w:val="0"/>
                <w:color w:val="000000"/>
                <w:sz w:val="22"/>
              </w:rPr>
              <w:t xml:space="preserve"> </w:t>
            </w:r>
            <w:r w:rsidR="002B31D9" w:rsidRPr="00CF7B51">
              <w:rPr>
                <w:bCs/>
                <w:smallCaps w:val="0"/>
                <w:color w:val="000000"/>
                <w:sz w:val="22"/>
              </w:rPr>
              <w:t>z</w:t>
            </w:r>
            <w:r w:rsidR="002B31D9" w:rsidRPr="00CF7B51">
              <w:rPr>
                <w:bCs/>
                <w:smallCaps w:val="0"/>
                <w:sz w:val="22"/>
              </w:rPr>
              <w:t>aliczenie zajęć z przedmiotów:</w:t>
            </w:r>
            <w:r w:rsidR="002B31D9" w:rsidRPr="00CF7B51">
              <w:rPr>
                <w:b w:val="0"/>
                <w:smallCaps w:val="0"/>
                <w:sz w:val="22"/>
              </w:rPr>
              <w:t xml:space="preserve"> Społeczne aspekty funkcjonowania rodziny; Wprowadzenie do psychologii; Wprowadzenie do pedagogiki; Pedagogika rodziny; Teoretyczne podstawy wychowania; Metodyka pracy osobami niepełnosprawnymi; Metodyka pracy z rodziną.</w:t>
            </w:r>
          </w:p>
        </w:tc>
      </w:tr>
    </w:tbl>
    <w:p w14:paraId="54252B0E" w14:textId="77777777" w:rsidR="00153C41" w:rsidRPr="00CF7B51" w:rsidRDefault="00153C41" w:rsidP="009C54AE">
      <w:pPr>
        <w:pStyle w:val="Punktygwne"/>
        <w:spacing w:before="0" w:after="0"/>
        <w:rPr>
          <w:sz w:val="22"/>
        </w:rPr>
      </w:pPr>
    </w:p>
    <w:p w14:paraId="30F1A628" w14:textId="77777777" w:rsidR="0085747A" w:rsidRPr="00CF7B51" w:rsidRDefault="0071620A" w:rsidP="009C54AE">
      <w:pPr>
        <w:pStyle w:val="Punktygwne"/>
        <w:spacing w:before="0" w:after="0"/>
        <w:rPr>
          <w:sz w:val="22"/>
        </w:rPr>
      </w:pPr>
      <w:r w:rsidRPr="00CF7B51">
        <w:rPr>
          <w:sz w:val="22"/>
        </w:rPr>
        <w:t>3.</w:t>
      </w:r>
      <w:r w:rsidR="0085747A" w:rsidRPr="00CF7B51">
        <w:rPr>
          <w:sz w:val="22"/>
        </w:rPr>
        <w:t xml:space="preserve"> </w:t>
      </w:r>
      <w:r w:rsidR="00A84C85" w:rsidRPr="00CF7B51">
        <w:rPr>
          <w:sz w:val="22"/>
        </w:rPr>
        <w:t>cele, efekty uczenia się</w:t>
      </w:r>
      <w:r w:rsidR="0085747A" w:rsidRPr="00CF7B51">
        <w:rPr>
          <w:sz w:val="22"/>
        </w:rPr>
        <w:t xml:space="preserve"> , treści Programowe i stosowane metody Dydaktyczne</w:t>
      </w:r>
    </w:p>
    <w:p w14:paraId="41801FDA" w14:textId="77777777" w:rsidR="0085747A" w:rsidRPr="00CF7B51" w:rsidRDefault="0085747A" w:rsidP="009C54AE">
      <w:pPr>
        <w:pStyle w:val="Punktygwne"/>
        <w:spacing w:before="0" w:after="0"/>
        <w:rPr>
          <w:sz w:val="22"/>
        </w:rPr>
      </w:pPr>
    </w:p>
    <w:p w14:paraId="6B52C76F" w14:textId="77777777" w:rsidR="0085747A" w:rsidRPr="00CF7B51" w:rsidRDefault="0071620A" w:rsidP="009C54AE">
      <w:pPr>
        <w:pStyle w:val="Podpunkty"/>
        <w:rPr>
          <w:szCs w:val="22"/>
        </w:rPr>
      </w:pPr>
      <w:r w:rsidRPr="00CF7B51">
        <w:rPr>
          <w:szCs w:val="22"/>
        </w:rPr>
        <w:t xml:space="preserve">3.1 </w:t>
      </w:r>
      <w:r w:rsidR="00C05F44" w:rsidRPr="00CF7B51">
        <w:rPr>
          <w:szCs w:val="22"/>
        </w:rPr>
        <w:t>Cele przedmiotu</w:t>
      </w:r>
    </w:p>
    <w:p w14:paraId="61B9D3F9" w14:textId="77777777" w:rsidR="00F83B28" w:rsidRPr="00CF7B51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9020F" w:rsidRPr="00CF7B51" w14:paraId="36B88EA1" w14:textId="77777777" w:rsidTr="00E9020F">
        <w:tc>
          <w:tcPr>
            <w:tcW w:w="845" w:type="dxa"/>
            <w:vAlign w:val="center"/>
          </w:tcPr>
          <w:p w14:paraId="3105F1F7" w14:textId="77777777" w:rsidR="00E9020F" w:rsidRPr="00CF7B51" w:rsidRDefault="00E9020F" w:rsidP="005C221E">
            <w:pPr>
              <w:pStyle w:val="Podpunkty"/>
              <w:spacing w:before="40"/>
              <w:ind w:left="0"/>
              <w:jc w:val="left"/>
              <w:rPr>
                <w:b w:val="0"/>
                <w:szCs w:val="22"/>
              </w:rPr>
            </w:pPr>
            <w:r w:rsidRPr="00CF7B51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28B55E1" w14:textId="32BA05C1" w:rsidR="00E9020F" w:rsidRPr="00CF7B51" w:rsidRDefault="00E9020F" w:rsidP="00CF7B51">
            <w:pPr>
              <w:pStyle w:val="Punktygwne"/>
              <w:spacing w:before="0" w:after="0" w:line="276" w:lineRule="auto"/>
              <w:contextualSpacing/>
              <w:jc w:val="both"/>
              <w:rPr>
                <w:b w:val="0"/>
                <w:smallCaps w:val="0"/>
                <w:sz w:val="22"/>
              </w:rPr>
            </w:pPr>
            <w:r w:rsidRPr="00CF7B51">
              <w:rPr>
                <w:b w:val="0"/>
                <w:smallCaps w:val="0"/>
                <w:sz w:val="22"/>
              </w:rPr>
              <w:t>Zapoznanie studentów z rolą wybranych placówek i instytucji realizujących pracę z rodziną, z</w:t>
            </w:r>
            <w:r w:rsidR="00CF7B51">
              <w:rPr>
                <w:b w:val="0"/>
                <w:smallCaps w:val="0"/>
                <w:sz w:val="22"/>
              </w:rPr>
              <w:t> </w:t>
            </w:r>
            <w:r w:rsidRPr="00CF7B51">
              <w:rPr>
                <w:b w:val="0"/>
                <w:smallCaps w:val="0"/>
                <w:sz w:val="22"/>
              </w:rPr>
              <w:t>ich miejscem w polskim systemie pomocy społecznej i wspierania rodziny (zgodnie z kierunkiem i</w:t>
            </w:r>
            <w:r w:rsidR="00CF7B51">
              <w:rPr>
                <w:b w:val="0"/>
                <w:smallCaps w:val="0"/>
                <w:sz w:val="22"/>
              </w:rPr>
              <w:t> </w:t>
            </w:r>
            <w:r w:rsidRPr="00CF7B51">
              <w:rPr>
                <w:b w:val="0"/>
                <w:smallCaps w:val="0"/>
                <w:sz w:val="22"/>
              </w:rPr>
              <w:t>specjalnością).</w:t>
            </w:r>
          </w:p>
        </w:tc>
      </w:tr>
      <w:tr w:rsidR="00E9020F" w:rsidRPr="00CF7B51" w14:paraId="07D6E611" w14:textId="77777777" w:rsidTr="00E9020F">
        <w:tc>
          <w:tcPr>
            <w:tcW w:w="845" w:type="dxa"/>
            <w:vAlign w:val="center"/>
          </w:tcPr>
          <w:p w14:paraId="61447B92" w14:textId="77777777" w:rsidR="00E9020F" w:rsidRPr="00CF7B51" w:rsidRDefault="00E9020F" w:rsidP="005C221E">
            <w:pPr>
              <w:pStyle w:val="Cele"/>
              <w:spacing w:before="40"/>
              <w:ind w:left="0" w:firstLine="0"/>
              <w:jc w:val="left"/>
              <w:rPr>
                <w:sz w:val="22"/>
                <w:szCs w:val="22"/>
              </w:rPr>
            </w:pPr>
            <w:r w:rsidRPr="00CF7B51">
              <w:rPr>
                <w:sz w:val="22"/>
                <w:szCs w:val="22"/>
              </w:rPr>
              <w:t>C2</w:t>
            </w:r>
          </w:p>
        </w:tc>
        <w:tc>
          <w:tcPr>
            <w:tcW w:w="8675" w:type="dxa"/>
            <w:vAlign w:val="center"/>
          </w:tcPr>
          <w:p w14:paraId="53B34F1D" w14:textId="1E74415B" w:rsidR="00E9020F" w:rsidRPr="00CF7B51" w:rsidRDefault="00E9020F" w:rsidP="00CF7B51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 w:val="22"/>
              </w:rPr>
            </w:pPr>
            <w:r w:rsidRPr="00CF7B51">
              <w:rPr>
                <w:b w:val="0"/>
                <w:smallCaps w:val="0"/>
                <w:sz w:val="22"/>
              </w:rPr>
              <w:t>Zapoznanie studentów ze specyfiką czynności zawodowych w zakresie działalności pomocowej, diagnostycznej, kompensacyjnej, terapeutycznej realizowanej w wybranych placówkach i</w:t>
            </w:r>
            <w:r w:rsidR="00CF7B51">
              <w:rPr>
                <w:b w:val="0"/>
                <w:smallCaps w:val="0"/>
                <w:sz w:val="22"/>
              </w:rPr>
              <w:t> </w:t>
            </w:r>
            <w:r w:rsidRPr="00CF7B51">
              <w:rPr>
                <w:b w:val="0"/>
                <w:smallCaps w:val="0"/>
                <w:sz w:val="22"/>
              </w:rPr>
              <w:t>instytucjach wspierania rodziny, z  jej zasadami, metodami i formami (zgodnie z kierunkiem i</w:t>
            </w:r>
            <w:r w:rsidR="00CF7B51">
              <w:rPr>
                <w:b w:val="0"/>
                <w:smallCaps w:val="0"/>
                <w:sz w:val="22"/>
              </w:rPr>
              <w:t> </w:t>
            </w:r>
            <w:r w:rsidRPr="00CF7B51">
              <w:rPr>
                <w:b w:val="0"/>
                <w:smallCaps w:val="0"/>
                <w:sz w:val="22"/>
              </w:rPr>
              <w:t>specjalnością).</w:t>
            </w:r>
          </w:p>
        </w:tc>
      </w:tr>
      <w:tr w:rsidR="00E9020F" w:rsidRPr="00CF7B51" w14:paraId="709FC340" w14:textId="77777777" w:rsidTr="00E9020F">
        <w:tc>
          <w:tcPr>
            <w:tcW w:w="845" w:type="dxa"/>
            <w:vAlign w:val="center"/>
          </w:tcPr>
          <w:p w14:paraId="5A44DDAF" w14:textId="77777777" w:rsidR="00E9020F" w:rsidRPr="00CF7B51" w:rsidRDefault="00E9020F" w:rsidP="005C221E">
            <w:pPr>
              <w:pStyle w:val="Podpunkty"/>
              <w:spacing w:before="40"/>
              <w:ind w:left="0"/>
              <w:jc w:val="left"/>
              <w:rPr>
                <w:b w:val="0"/>
                <w:szCs w:val="22"/>
              </w:rPr>
            </w:pPr>
            <w:r w:rsidRPr="00CF7B51">
              <w:rPr>
                <w:b w:val="0"/>
                <w:szCs w:val="22"/>
              </w:rPr>
              <w:t>C3</w:t>
            </w:r>
          </w:p>
        </w:tc>
        <w:tc>
          <w:tcPr>
            <w:tcW w:w="8675" w:type="dxa"/>
            <w:vAlign w:val="center"/>
          </w:tcPr>
          <w:p w14:paraId="1EF975AB" w14:textId="77777777" w:rsidR="00E9020F" w:rsidRPr="00CF7B51" w:rsidRDefault="00E9020F" w:rsidP="00CF7B51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 w:val="22"/>
              </w:rPr>
            </w:pPr>
            <w:r w:rsidRPr="00CF7B51">
              <w:rPr>
                <w:b w:val="0"/>
                <w:smallCaps w:val="0"/>
                <w:sz w:val="22"/>
              </w:rPr>
              <w:t>Zapoznanie studentów z metodycznymi założeniami dotyczącymi optymalizacji różnych sfer funkcjonowania placówek i instytucji wspierania rodziny (zgodnie z kierunkiem i specjalnością).</w:t>
            </w:r>
          </w:p>
        </w:tc>
      </w:tr>
    </w:tbl>
    <w:p w14:paraId="3C126E01" w14:textId="77777777" w:rsidR="0085747A" w:rsidRPr="00CF7B51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14:paraId="2A12EAAA" w14:textId="77777777" w:rsidR="001D7B54" w:rsidRPr="00CF7B51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CF7B51">
        <w:rPr>
          <w:rFonts w:ascii="Times New Roman" w:hAnsi="Times New Roman"/>
          <w:b/>
        </w:rPr>
        <w:t xml:space="preserve">3.2 </w:t>
      </w:r>
      <w:r w:rsidR="001D7B54" w:rsidRPr="00CF7B51">
        <w:rPr>
          <w:rFonts w:ascii="Times New Roman" w:hAnsi="Times New Roman"/>
          <w:b/>
        </w:rPr>
        <w:t xml:space="preserve">Efekty </w:t>
      </w:r>
      <w:r w:rsidR="00C05F44" w:rsidRPr="00CF7B51">
        <w:rPr>
          <w:rFonts w:ascii="Times New Roman" w:hAnsi="Times New Roman"/>
          <w:b/>
        </w:rPr>
        <w:t xml:space="preserve">uczenia się </w:t>
      </w:r>
      <w:r w:rsidR="001D7B54" w:rsidRPr="00CF7B51">
        <w:rPr>
          <w:rFonts w:ascii="Times New Roman" w:hAnsi="Times New Roman"/>
          <w:b/>
        </w:rPr>
        <w:t>dla przedmiotu</w:t>
      </w:r>
      <w:r w:rsidR="00445970" w:rsidRPr="00CF7B51">
        <w:rPr>
          <w:rFonts w:ascii="Times New Roman" w:hAnsi="Times New Roman"/>
        </w:rPr>
        <w:t xml:space="preserve"> </w:t>
      </w:r>
    </w:p>
    <w:p w14:paraId="32C14E7B" w14:textId="77777777" w:rsidR="001D7B54" w:rsidRPr="00CF7B51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F7B51" w14:paraId="3B8BD38E" w14:textId="77777777" w:rsidTr="008A1B9E">
        <w:tc>
          <w:tcPr>
            <w:tcW w:w="1681" w:type="dxa"/>
            <w:vAlign w:val="center"/>
          </w:tcPr>
          <w:p w14:paraId="3CEC8C8A" w14:textId="77777777" w:rsidR="0085747A" w:rsidRPr="00CF7B5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CF7B51">
              <w:rPr>
                <w:smallCaps w:val="0"/>
                <w:sz w:val="22"/>
              </w:rPr>
              <w:t>EK</w:t>
            </w:r>
            <w:r w:rsidR="00A84C85" w:rsidRPr="00CF7B51">
              <w:rPr>
                <w:b w:val="0"/>
                <w:smallCaps w:val="0"/>
                <w:sz w:val="22"/>
              </w:rPr>
              <w:t xml:space="preserve"> (</w:t>
            </w:r>
            <w:r w:rsidR="00C05F44" w:rsidRPr="00CF7B51">
              <w:rPr>
                <w:b w:val="0"/>
                <w:smallCaps w:val="0"/>
                <w:sz w:val="22"/>
              </w:rPr>
              <w:t>efekt uczenia się</w:t>
            </w:r>
            <w:r w:rsidR="00B82308" w:rsidRPr="00CF7B51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59D86B63" w14:textId="77777777" w:rsidR="0085747A" w:rsidRPr="00CF7B51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CF7B51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CF7B51">
              <w:rPr>
                <w:b w:val="0"/>
                <w:smallCaps w:val="0"/>
                <w:sz w:val="22"/>
              </w:rPr>
              <w:t xml:space="preserve">uczenia się </w:t>
            </w:r>
            <w:r w:rsidRPr="00CF7B51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E9CAC53" w14:textId="77777777" w:rsidR="0085747A" w:rsidRPr="00CF7B51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CF7B51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CF7B51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654E3A" w:rsidRPr="00CF7B51" w14:paraId="38982AAC" w14:textId="77777777" w:rsidTr="008A1B9E">
        <w:tc>
          <w:tcPr>
            <w:tcW w:w="1681" w:type="dxa"/>
          </w:tcPr>
          <w:p w14:paraId="7E3FBB89" w14:textId="77777777" w:rsidR="00654E3A" w:rsidRPr="00CF7B51" w:rsidRDefault="00654E3A" w:rsidP="005C221E">
            <w:pPr>
              <w:pStyle w:val="Punktygwne"/>
              <w:spacing w:before="0" w:after="0"/>
              <w:rPr>
                <w:bCs/>
                <w:smallCaps w:val="0"/>
                <w:sz w:val="22"/>
              </w:rPr>
            </w:pPr>
            <w:r w:rsidRPr="00CF7B51">
              <w:rPr>
                <w:bCs/>
                <w:smallCaps w:val="0"/>
                <w:sz w:val="22"/>
              </w:rPr>
              <w:t>EK</w:t>
            </w:r>
            <w:r w:rsidRPr="00CF7B51">
              <w:rPr>
                <w:bCs/>
                <w:smallCaps w:val="0"/>
                <w:sz w:val="22"/>
              </w:rPr>
              <w:softHyphen/>
              <w:t>_01</w:t>
            </w:r>
          </w:p>
        </w:tc>
        <w:tc>
          <w:tcPr>
            <w:tcW w:w="5974" w:type="dxa"/>
          </w:tcPr>
          <w:p w14:paraId="6E0A6583" w14:textId="0710E67F" w:rsidR="00654E3A" w:rsidRPr="00CF7B51" w:rsidRDefault="005C221E" w:rsidP="00CF7B51">
            <w:pPr>
              <w:spacing w:after="0"/>
              <w:jc w:val="both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>P</w:t>
            </w:r>
            <w:r w:rsidR="00444335" w:rsidRPr="00CF7B51">
              <w:rPr>
                <w:rFonts w:ascii="Times New Roman" w:hAnsi="Times New Roman"/>
              </w:rPr>
              <w:t>rzedstawi cele</w:t>
            </w:r>
            <w:r w:rsidR="00654E3A" w:rsidRPr="00CF7B51">
              <w:rPr>
                <w:rFonts w:ascii="Times New Roman" w:hAnsi="Times New Roman"/>
              </w:rPr>
              <w:t>, organizacj</w:t>
            </w:r>
            <w:r w:rsidR="00444335" w:rsidRPr="00CF7B51">
              <w:rPr>
                <w:rFonts w:ascii="Times New Roman" w:hAnsi="Times New Roman"/>
              </w:rPr>
              <w:t>ę</w:t>
            </w:r>
            <w:r w:rsidR="002F15C0" w:rsidRPr="00CF7B51">
              <w:rPr>
                <w:rFonts w:ascii="Times New Roman" w:hAnsi="Times New Roman"/>
              </w:rPr>
              <w:t xml:space="preserve"> pracy</w:t>
            </w:r>
            <w:r w:rsidR="00654E3A" w:rsidRPr="00CF7B51">
              <w:rPr>
                <w:rFonts w:ascii="Times New Roman" w:hAnsi="Times New Roman"/>
              </w:rPr>
              <w:t xml:space="preserve"> i </w:t>
            </w:r>
            <w:r w:rsidR="002F15C0" w:rsidRPr="00CF7B51">
              <w:rPr>
                <w:rFonts w:ascii="Times New Roman" w:hAnsi="Times New Roman"/>
              </w:rPr>
              <w:t>prawn</w:t>
            </w:r>
            <w:r w:rsidR="00444335" w:rsidRPr="00CF7B51">
              <w:rPr>
                <w:rFonts w:ascii="Times New Roman" w:hAnsi="Times New Roman"/>
              </w:rPr>
              <w:t>e</w:t>
            </w:r>
            <w:r w:rsidR="002F15C0" w:rsidRPr="00CF7B51">
              <w:rPr>
                <w:rFonts w:ascii="Times New Roman" w:hAnsi="Times New Roman"/>
              </w:rPr>
              <w:t xml:space="preserve"> podstaw</w:t>
            </w:r>
            <w:r w:rsidR="00444335" w:rsidRPr="00CF7B51">
              <w:rPr>
                <w:rFonts w:ascii="Times New Roman" w:hAnsi="Times New Roman"/>
              </w:rPr>
              <w:t>y</w:t>
            </w:r>
            <w:r w:rsidR="002F15C0" w:rsidRPr="00CF7B51">
              <w:rPr>
                <w:rFonts w:ascii="Times New Roman" w:hAnsi="Times New Roman"/>
              </w:rPr>
              <w:t xml:space="preserve"> </w:t>
            </w:r>
            <w:r w:rsidR="00654E3A" w:rsidRPr="00CF7B51">
              <w:rPr>
                <w:rFonts w:ascii="Times New Roman" w:hAnsi="Times New Roman"/>
              </w:rPr>
              <w:t>funkcjonowani</w:t>
            </w:r>
            <w:r w:rsidR="002F15C0" w:rsidRPr="00CF7B51">
              <w:rPr>
                <w:rFonts w:ascii="Times New Roman" w:hAnsi="Times New Roman"/>
              </w:rPr>
              <w:t>a</w:t>
            </w:r>
            <w:r w:rsidR="00654E3A" w:rsidRPr="00CF7B51">
              <w:rPr>
                <w:rFonts w:ascii="Times New Roman" w:hAnsi="Times New Roman"/>
              </w:rPr>
              <w:t xml:space="preserve"> instytucji pomocy rodzinie oraz instytucji, a</w:t>
            </w:r>
            <w:r w:rsidR="00CF7B51">
              <w:rPr>
                <w:rFonts w:ascii="Times New Roman" w:hAnsi="Times New Roman"/>
              </w:rPr>
              <w:t> </w:t>
            </w:r>
            <w:r w:rsidR="00654E3A" w:rsidRPr="00CF7B51">
              <w:rPr>
                <w:rFonts w:ascii="Times New Roman" w:hAnsi="Times New Roman"/>
              </w:rPr>
              <w:t xml:space="preserve">także organizacji działających na rzecz </w:t>
            </w:r>
            <w:r w:rsidR="00444335" w:rsidRPr="00CF7B51">
              <w:rPr>
                <w:rFonts w:ascii="Times New Roman" w:hAnsi="Times New Roman"/>
              </w:rPr>
              <w:t>osób z</w:t>
            </w:r>
            <w:r w:rsidR="00CF7B51">
              <w:rPr>
                <w:rFonts w:ascii="Times New Roman" w:hAnsi="Times New Roman"/>
              </w:rPr>
              <w:t> </w:t>
            </w:r>
            <w:r w:rsidR="00444335" w:rsidRPr="00CF7B51">
              <w:rPr>
                <w:rFonts w:ascii="Times New Roman" w:hAnsi="Times New Roman"/>
              </w:rPr>
              <w:t>niepełnosprawności</w:t>
            </w:r>
            <w:r w:rsidR="00046578" w:rsidRPr="00CF7B51">
              <w:rPr>
                <w:rFonts w:ascii="Times New Roman" w:hAnsi="Times New Roman"/>
              </w:rPr>
              <w:t>ą</w:t>
            </w:r>
            <w:r w:rsidR="00444335" w:rsidRPr="00CF7B51">
              <w:rPr>
                <w:rFonts w:ascii="Times New Roman" w:hAnsi="Times New Roman"/>
              </w:rPr>
              <w:t>.</w:t>
            </w:r>
            <w:r w:rsidR="00654E3A" w:rsidRPr="00CF7B5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65" w:type="dxa"/>
          </w:tcPr>
          <w:p w14:paraId="1031280B" w14:textId="77777777" w:rsidR="002F15C0" w:rsidRPr="006F0171" w:rsidRDefault="002F15C0" w:rsidP="005C221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F0171">
              <w:rPr>
                <w:b w:val="0"/>
                <w:sz w:val="22"/>
              </w:rPr>
              <w:t>K_W07</w:t>
            </w:r>
          </w:p>
          <w:p w14:paraId="1FE53E6A" w14:textId="7725BDF9" w:rsidR="00654E3A" w:rsidRPr="006F0171" w:rsidRDefault="00534826" w:rsidP="005C221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F0171">
              <w:rPr>
                <w:b w:val="0"/>
                <w:sz w:val="22"/>
              </w:rPr>
              <w:t>K_W10</w:t>
            </w:r>
          </w:p>
        </w:tc>
      </w:tr>
      <w:tr w:rsidR="00654E3A" w:rsidRPr="00CF7B51" w14:paraId="386A6FC2" w14:textId="77777777" w:rsidTr="008A1B9E">
        <w:tc>
          <w:tcPr>
            <w:tcW w:w="1681" w:type="dxa"/>
          </w:tcPr>
          <w:p w14:paraId="40A9CADF" w14:textId="77777777" w:rsidR="00654E3A" w:rsidRPr="00CF7B51" w:rsidRDefault="00654E3A" w:rsidP="005C221E">
            <w:pPr>
              <w:pStyle w:val="Punktygwne"/>
              <w:spacing w:before="0" w:after="0"/>
              <w:rPr>
                <w:bCs/>
                <w:smallCaps w:val="0"/>
                <w:sz w:val="22"/>
              </w:rPr>
            </w:pPr>
            <w:r w:rsidRPr="00CF7B51">
              <w:rPr>
                <w:bCs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4CD8A44D" w14:textId="4BF89846" w:rsidR="00654E3A" w:rsidRPr="00CF7B51" w:rsidRDefault="005C221E" w:rsidP="00CF7B51">
            <w:pPr>
              <w:spacing w:after="0"/>
              <w:jc w:val="both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>S</w:t>
            </w:r>
            <w:r w:rsidR="00F12CF1" w:rsidRPr="00CF7B51">
              <w:rPr>
                <w:rFonts w:ascii="Times New Roman" w:hAnsi="Times New Roman"/>
              </w:rPr>
              <w:t>charakteryzuje metody</w:t>
            </w:r>
            <w:r w:rsidR="009656B9" w:rsidRPr="00CF7B51">
              <w:rPr>
                <w:rFonts w:ascii="Times New Roman" w:hAnsi="Times New Roman"/>
              </w:rPr>
              <w:t xml:space="preserve"> pracy</w:t>
            </w:r>
            <w:r w:rsidR="00654E3A" w:rsidRPr="00CF7B51">
              <w:rPr>
                <w:rFonts w:ascii="Times New Roman" w:hAnsi="Times New Roman"/>
              </w:rPr>
              <w:t>, norm</w:t>
            </w:r>
            <w:r w:rsidR="00F12CF1" w:rsidRPr="00CF7B51">
              <w:rPr>
                <w:rFonts w:ascii="Times New Roman" w:hAnsi="Times New Roman"/>
              </w:rPr>
              <w:t>y</w:t>
            </w:r>
            <w:r w:rsidR="00654E3A" w:rsidRPr="00CF7B51">
              <w:rPr>
                <w:rFonts w:ascii="Times New Roman" w:hAnsi="Times New Roman"/>
              </w:rPr>
              <w:t xml:space="preserve"> i procedur</w:t>
            </w:r>
            <w:r w:rsidR="00F12CF1" w:rsidRPr="00CF7B51">
              <w:rPr>
                <w:rFonts w:ascii="Times New Roman" w:hAnsi="Times New Roman"/>
              </w:rPr>
              <w:t>y</w:t>
            </w:r>
            <w:r w:rsidR="00654E3A" w:rsidRPr="00CF7B51">
              <w:rPr>
                <w:rFonts w:ascii="Times New Roman" w:hAnsi="Times New Roman"/>
              </w:rPr>
              <w:t xml:space="preserve"> stosowan</w:t>
            </w:r>
            <w:r w:rsidR="00F12CF1" w:rsidRPr="00CF7B51">
              <w:rPr>
                <w:rFonts w:ascii="Times New Roman" w:hAnsi="Times New Roman"/>
              </w:rPr>
              <w:t>e</w:t>
            </w:r>
            <w:r w:rsidR="00654E3A" w:rsidRPr="00CF7B51">
              <w:rPr>
                <w:rFonts w:ascii="Times New Roman" w:hAnsi="Times New Roman"/>
              </w:rPr>
              <w:t xml:space="preserve"> w</w:t>
            </w:r>
            <w:r w:rsidR="00CF7B51">
              <w:rPr>
                <w:rFonts w:ascii="Times New Roman" w:hAnsi="Times New Roman"/>
              </w:rPr>
              <w:t> </w:t>
            </w:r>
            <w:r w:rsidR="00654E3A" w:rsidRPr="00CF7B51">
              <w:rPr>
                <w:rFonts w:ascii="Times New Roman" w:hAnsi="Times New Roman"/>
              </w:rPr>
              <w:t xml:space="preserve">instytucjach i organizacjach zajmujących się pomocą rodzinie, a także w instytucjach i organizacjach </w:t>
            </w:r>
            <w:r w:rsidR="004F16C2" w:rsidRPr="00CF7B51">
              <w:rPr>
                <w:rFonts w:ascii="Times New Roman" w:hAnsi="Times New Roman"/>
              </w:rPr>
              <w:t>ukierunkowanych</w:t>
            </w:r>
            <w:r w:rsidR="00525166" w:rsidRPr="00CF7B51">
              <w:rPr>
                <w:rFonts w:ascii="Times New Roman" w:hAnsi="Times New Roman"/>
              </w:rPr>
              <w:t xml:space="preserve"> na pracę z </w:t>
            </w:r>
            <w:r w:rsidR="00654E3A" w:rsidRPr="00CF7B51">
              <w:rPr>
                <w:rFonts w:ascii="Times New Roman" w:hAnsi="Times New Roman"/>
              </w:rPr>
              <w:t xml:space="preserve">osobami </w:t>
            </w:r>
            <w:r w:rsidR="00444335" w:rsidRPr="00CF7B51">
              <w:rPr>
                <w:rFonts w:ascii="Times New Roman" w:hAnsi="Times New Roman"/>
              </w:rPr>
              <w:t xml:space="preserve">z </w:t>
            </w:r>
            <w:r w:rsidR="00654E3A" w:rsidRPr="00CF7B51">
              <w:rPr>
                <w:rFonts w:ascii="Times New Roman" w:hAnsi="Times New Roman"/>
              </w:rPr>
              <w:t>niepełnosprawn</w:t>
            </w:r>
            <w:r w:rsidR="00444335" w:rsidRPr="00CF7B51">
              <w:rPr>
                <w:rFonts w:ascii="Times New Roman" w:hAnsi="Times New Roman"/>
              </w:rPr>
              <w:t>ością</w:t>
            </w:r>
            <w:r w:rsidR="00654E3A" w:rsidRPr="00CF7B51">
              <w:rPr>
                <w:rFonts w:ascii="Times New Roman" w:hAnsi="Times New Roman"/>
              </w:rPr>
              <w:t>.</w:t>
            </w:r>
          </w:p>
        </w:tc>
        <w:tc>
          <w:tcPr>
            <w:tcW w:w="1865" w:type="dxa"/>
          </w:tcPr>
          <w:p w14:paraId="1106A06B" w14:textId="77777777" w:rsidR="002F15C0" w:rsidRPr="006F0171" w:rsidRDefault="002F15C0" w:rsidP="005C221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F0171">
              <w:rPr>
                <w:b w:val="0"/>
                <w:sz w:val="22"/>
              </w:rPr>
              <w:t>K_W08</w:t>
            </w:r>
          </w:p>
          <w:p w14:paraId="2E240F44" w14:textId="727E6CED" w:rsidR="000E170F" w:rsidRPr="006F0171" w:rsidRDefault="000E170F" w:rsidP="005C221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654E3A" w:rsidRPr="00CF7B51" w14:paraId="430CEE49" w14:textId="77777777" w:rsidTr="008A1B9E">
        <w:tc>
          <w:tcPr>
            <w:tcW w:w="1681" w:type="dxa"/>
          </w:tcPr>
          <w:p w14:paraId="664E26F6" w14:textId="77777777" w:rsidR="00654E3A" w:rsidRPr="00CF7B51" w:rsidRDefault="00654E3A" w:rsidP="005C221E">
            <w:pPr>
              <w:pStyle w:val="Punktygwne"/>
              <w:spacing w:before="0" w:after="0"/>
              <w:rPr>
                <w:bCs/>
                <w:smallCaps w:val="0"/>
                <w:sz w:val="22"/>
              </w:rPr>
            </w:pPr>
            <w:r w:rsidRPr="00CF7B51">
              <w:rPr>
                <w:bCs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5F39A220" w14:textId="02A07C30" w:rsidR="00654E3A" w:rsidRPr="00CF7B51" w:rsidRDefault="005C221E" w:rsidP="00CF7B51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 w:val="22"/>
              </w:rPr>
            </w:pPr>
            <w:r w:rsidRPr="00CF7B51">
              <w:rPr>
                <w:b w:val="0"/>
                <w:smallCaps w:val="0"/>
                <w:sz w:val="22"/>
              </w:rPr>
              <w:t>P</w:t>
            </w:r>
            <w:r w:rsidR="00DF546C" w:rsidRPr="00CF7B51">
              <w:rPr>
                <w:b w:val="0"/>
                <w:smallCaps w:val="0"/>
                <w:sz w:val="22"/>
              </w:rPr>
              <w:t xml:space="preserve">rzedstawi </w:t>
            </w:r>
            <w:r w:rsidR="00654E3A" w:rsidRPr="00CF7B51">
              <w:rPr>
                <w:b w:val="0"/>
                <w:smallCaps w:val="0"/>
                <w:sz w:val="22"/>
              </w:rPr>
              <w:t>własn</w:t>
            </w:r>
            <w:r w:rsidR="00DF546C" w:rsidRPr="00CF7B51">
              <w:rPr>
                <w:b w:val="0"/>
                <w:smallCaps w:val="0"/>
                <w:sz w:val="22"/>
              </w:rPr>
              <w:t>e</w:t>
            </w:r>
            <w:r w:rsidR="00654E3A" w:rsidRPr="00CF7B51">
              <w:rPr>
                <w:b w:val="0"/>
                <w:smallCaps w:val="0"/>
                <w:sz w:val="22"/>
              </w:rPr>
              <w:t xml:space="preserve"> pomysł</w:t>
            </w:r>
            <w:r w:rsidR="00DF546C" w:rsidRPr="00CF7B51">
              <w:rPr>
                <w:b w:val="0"/>
                <w:smallCaps w:val="0"/>
                <w:sz w:val="22"/>
              </w:rPr>
              <w:t>y</w:t>
            </w:r>
            <w:r w:rsidR="00654E3A" w:rsidRPr="00CF7B51">
              <w:rPr>
                <w:b w:val="0"/>
                <w:smallCaps w:val="0"/>
                <w:sz w:val="22"/>
              </w:rPr>
              <w:t xml:space="preserve"> pracy z rodziną </w:t>
            </w:r>
            <w:r w:rsidR="00870CF9" w:rsidRPr="00CF7B51">
              <w:rPr>
                <w:b w:val="0"/>
                <w:smallCaps w:val="0"/>
                <w:sz w:val="22"/>
              </w:rPr>
              <w:t>(</w:t>
            </w:r>
            <w:r w:rsidR="00DF546C" w:rsidRPr="00CF7B51">
              <w:rPr>
                <w:b w:val="0"/>
                <w:smallCaps w:val="0"/>
                <w:sz w:val="22"/>
              </w:rPr>
              <w:t>w różnych sytuacjach problemowych</w:t>
            </w:r>
            <w:r w:rsidR="00870CF9" w:rsidRPr="00CF7B51">
              <w:rPr>
                <w:b w:val="0"/>
                <w:smallCaps w:val="0"/>
                <w:sz w:val="22"/>
              </w:rPr>
              <w:t>),</w:t>
            </w:r>
            <w:r w:rsidR="00DF546C" w:rsidRPr="00CF7B51">
              <w:rPr>
                <w:b w:val="0"/>
                <w:smallCaps w:val="0"/>
                <w:sz w:val="22"/>
              </w:rPr>
              <w:t xml:space="preserve"> </w:t>
            </w:r>
            <w:r w:rsidR="00654E3A" w:rsidRPr="00CF7B51">
              <w:rPr>
                <w:b w:val="0"/>
                <w:smallCaps w:val="0"/>
                <w:sz w:val="22"/>
              </w:rPr>
              <w:t>oraz z osob</w:t>
            </w:r>
            <w:r w:rsidR="00870CF9" w:rsidRPr="00CF7B51">
              <w:rPr>
                <w:b w:val="0"/>
                <w:smallCaps w:val="0"/>
                <w:sz w:val="22"/>
              </w:rPr>
              <w:t>ami z</w:t>
            </w:r>
            <w:r w:rsidR="00CF7B51">
              <w:rPr>
                <w:b w:val="0"/>
                <w:smallCaps w:val="0"/>
                <w:sz w:val="22"/>
              </w:rPr>
              <w:t> </w:t>
            </w:r>
            <w:r w:rsidR="00870CF9" w:rsidRPr="00CF7B51">
              <w:rPr>
                <w:b w:val="0"/>
                <w:smallCaps w:val="0"/>
                <w:sz w:val="22"/>
              </w:rPr>
              <w:t>niepełnosprawnością</w:t>
            </w:r>
            <w:r w:rsidR="00C45E96" w:rsidRPr="00CF7B51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040B1088" w14:textId="77777777" w:rsidR="00654E3A" w:rsidRPr="006F0171" w:rsidRDefault="00E9420B" w:rsidP="005C221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F0171">
              <w:rPr>
                <w:b w:val="0"/>
                <w:sz w:val="22"/>
              </w:rPr>
              <w:t>K_U02</w:t>
            </w:r>
          </w:p>
          <w:p w14:paraId="410DA202" w14:textId="3785F6DE" w:rsidR="00ED2422" w:rsidRPr="006F0171" w:rsidRDefault="00ED2422" w:rsidP="005C221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F0171">
              <w:rPr>
                <w:b w:val="0"/>
                <w:sz w:val="22"/>
              </w:rPr>
              <w:t>K_U10</w:t>
            </w:r>
          </w:p>
        </w:tc>
      </w:tr>
      <w:tr w:rsidR="00153506" w:rsidRPr="00CF7B51" w14:paraId="7F04DB33" w14:textId="77777777" w:rsidTr="008A1B9E">
        <w:tc>
          <w:tcPr>
            <w:tcW w:w="1681" w:type="dxa"/>
          </w:tcPr>
          <w:p w14:paraId="4644F31B" w14:textId="7FC83DEF" w:rsidR="00153506" w:rsidRPr="00CF7B51" w:rsidRDefault="00153506" w:rsidP="005C221E">
            <w:pPr>
              <w:pStyle w:val="Punktygwne"/>
              <w:spacing w:before="0" w:after="0"/>
              <w:rPr>
                <w:bCs/>
                <w:smallCaps w:val="0"/>
                <w:sz w:val="22"/>
              </w:rPr>
            </w:pPr>
            <w:r w:rsidRPr="00CF7B51">
              <w:rPr>
                <w:bCs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5E2F3A5C" w14:textId="15D5C5C6" w:rsidR="00F51857" w:rsidRPr="00CF7B51" w:rsidRDefault="005C221E" w:rsidP="00CF7B51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 w:val="22"/>
              </w:rPr>
            </w:pPr>
            <w:r w:rsidRPr="00CF7B51">
              <w:rPr>
                <w:b w:val="0"/>
                <w:smallCaps w:val="0"/>
                <w:sz w:val="22"/>
              </w:rPr>
              <w:t>O</w:t>
            </w:r>
            <w:r w:rsidR="00F51857" w:rsidRPr="00CF7B51">
              <w:rPr>
                <w:b w:val="0"/>
                <w:smallCaps w:val="0"/>
                <w:sz w:val="22"/>
              </w:rPr>
              <w:t xml:space="preserve">pracuje i zrealizuje projekty związane z diagnozowaniem potrzeb i szeroko rozumianym wspomaganiem </w:t>
            </w:r>
            <w:r w:rsidR="00153506" w:rsidRPr="00CF7B51">
              <w:rPr>
                <w:b w:val="0"/>
                <w:smallCaps w:val="0"/>
                <w:sz w:val="22"/>
              </w:rPr>
              <w:t>rodziny oraz os</w:t>
            </w:r>
            <w:r w:rsidR="002F2901" w:rsidRPr="00CF7B51">
              <w:rPr>
                <w:b w:val="0"/>
                <w:smallCaps w:val="0"/>
                <w:sz w:val="22"/>
              </w:rPr>
              <w:t>ób</w:t>
            </w:r>
            <w:r w:rsidR="00870CF9" w:rsidRPr="00CF7B51">
              <w:rPr>
                <w:b w:val="0"/>
                <w:smallCaps w:val="0"/>
                <w:sz w:val="22"/>
              </w:rPr>
              <w:t xml:space="preserve"> </w:t>
            </w:r>
            <w:r w:rsidR="00444335" w:rsidRPr="00CF7B51">
              <w:rPr>
                <w:b w:val="0"/>
                <w:smallCaps w:val="0"/>
                <w:sz w:val="22"/>
              </w:rPr>
              <w:t xml:space="preserve">z </w:t>
            </w:r>
            <w:r w:rsidR="00153506" w:rsidRPr="00CF7B51">
              <w:rPr>
                <w:b w:val="0"/>
                <w:smallCaps w:val="0"/>
                <w:sz w:val="22"/>
              </w:rPr>
              <w:t>niepełnosprawn</w:t>
            </w:r>
            <w:r w:rsidR="00444335" w:rsidRPr="00CF7B51">
              <w:rPr>
                <w:b w:val="0"/>
                <w:smallCaps w:val="0"/>
                <w:sz w:val="22"/>
              </w:rPr>
              <w:t>ością</w:t>
            </w:r>
            <w:r w:rsidR="00153506" w:rsidRPr="00CF7B51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54DEB64F" w14:textId="356D5025" w:rsidR="00153506" w:rsidRPr="006F0171" w:rsidRDefault="00153506" w:rsidP="005C221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F0171">
              <w:rPr>
                <w:b w:val="0"/>
                <w:sz w:val="22"/>
              </w:rPr>
              <w:t>K_U03</w:t>
            </w:r>
          </w:p>
        </w:tc>
      </w:tr>
      <w:tr w:rsidR="00444335" w:rsidRPr="00CF7B51" w14:paraId="1216CB08" w14:textId="77777777" w:rsidTr="008A1B9E">
        <w:tc>
          <w:tcPr>
            <w:tcW w:w="1681" w:type="dxa"/>
          </w:tcPr>
          <w:p w14:paraId="57D6E989" w14:textId="55DA2242" w:rsidR="00444335" w:rsidRPr="00CF7B51" w:rsidRDefault="00FE7112" w:rsidP="005C221E">
            <w:pPr>
              <w:pStyle w:val="Punktygwne"/>
              <w:spacing w:before="0" w:after="0"/>
              <w:rPr>
                <w:bCs/>
                <w:smallCaps w:val="0"/>
                <w:sz w:val="22"/>
              </w:rPr>
            </w:pPr>
            <w:r w:rsidRPr="00CF7B51">
              <w:rPr>
                <w:bCs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6ACA1E22" w14:textId="2078004A" w:rsidR="00444335" w:rsidRPr="00CF7B51" w:rsidRDefault="005C221E" w:rsidP="00CF7B51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 w:val="22"/>
              </w:rPr>
            </w:pPr>
            <w:r w:rsidRPr="00CF7B51">
              <w:rPr>
                <w:b w:val="0"/>
                <w:smallCaps w:val="0"/>
                <w:sz w:val="22"/>
              </w:rPr>
              <w:t>D</w:t>
            </w:r>
            <w:r w:rsidR="00444335" w:rsidRPr="00CF7B51">
              <w:rPr>
                <w:b w:val="0"/>
                <w:smallCaps w:val="0"/>
                <w:sz w:val="22"/>
              </w:rPr>
              <w:t>okona oceny jakości usług świadczonych przez instytucje rządowe, samorządowe oraz pozarządowe na rzecz rodzin i osób z niepełnosprawnością</w:t>
            </w:r>
            <w:r w:rsidR="00FB5AB5" w:rsidRPr="00CF7B51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17A54C19" w14:textId="77777777" w:rsidR="00444335" w:rsidRPr="006F0171" w:rsidRDefault="002F57BE" w:rsidP="005C221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F0171">
              <w:rPr>
                <w:b w:val="0"/>
                <w:sz w:val="22"/>
              </w:rPr>
              <w:t>K_U06</w:t>
            </w:r>
          </w:p>
          <w:p w14:paraId="66F2F7BC" w14:textId="3B652736" w:rsidR="00122DE0" w:rsidRPr="006F0171" w:rsidRDefault="00122DE0" w:rsidP="005C221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F0171">
              <w:rPr>
                <w:b w:val="0"/>
                <w:sz w:val="22"/>
              </w:rPr>
              <w:t>K_U09</w:t>
            </w:r>
          </w:p>
        </w:tc>
      </w:tr>
      <w:tr w:rsidR="00654E3A" w:rsidRPr="00CF7B51" w14:paraId="3A7ED60B" w14:textId="77777777" w:rsidTr="008A1B9E">
        <w:tc>
          <w:tcPr>
            <w:tcW w:w="1681" w:type="dxa"/>
          </w:tcPr>
          <w:p w14:paraId="621E2BE7" w14:textId="26C11D3C" w:rsidR="00654E3A" w:rsidRPr="00CF7B51" w:rsidRDefault="00654E3A" w:rsidP="005C221E">
            <w:pPr>
              <w:pStyle w:val="Punktygwne"/>
              <w:spacing w:before="0" w:after="0"/>
              <w:rPr>
                <w:bCs/>
                <w:smallCaps w:val="0"/>
                <w:sz w:val="22"/>
              </w:rPr>
            </w:pPr>
            <w:r w:rsidRPr="00CF7B51">
              <w:rPr>
                <w:bCs/>
                <w:smallCaps w:val="0"/>
                <w:sz w:val="22"/>
              </w:rPr>
              <w:t>EK_0</w:t>
            </w:r>
            <w:r w:rsidR="00FE7112" w:rsidRPr="00CF7B51">
              <w:rPr>
                <w:bCs/>
                <w:smallCaps w:val="0"/>
                <w:sz w:val="22"/>
              </w:rPr>
              <w:t>6</w:t>
            </w:r>
          </w:p>
        </w:tc>
        <w:tc>
          <w:tcPr>
            <w:tcW w:w="5974" w:type="dxa"/>
          </w:tcPr>
          <w:p w14:paraId="3A871E66" w14:textId="142622DE" w:rsidR="00654E3A" w:rsidRPr="00CF7B51" w:rsidRDefault="005C221E" w:rsidP="00CF7B51">
            <w:pPr>
              <w:spacing w:after="0"/>
              <w:jc w:val="both"/>
              <w:rPr>
                <w:rFonts w:ascii="Times New Roman" w:hAnsi="Times New Roman"/>
                <w:b/>
                <w:smallCaps/>
              </w:rPr>
            </w:pPr>
            <w:r w:rsidRPr="00CF7B51">
              <w:rPr>
                <w:rFonts w:ascii="Times New Roman" w:hAnsi="Times New Roman"/>
              </w:rPr>
              <w:t>J</w:t>
            </w:r>
            <w:r w:rsidR="00301526" w:rsidRPr="00CF7B51">
              <w:rPr>
                <w:rFonts w:ascii="Times New Roman" w:hAnsi="Times New Roman"/>
              </w:rPr>
              <w:t xml:space="preserve">est świadomy własnych ograniczeń i konieczności dalszego rozwoju, </w:t>
            </w:r>
            <w:r w:rsidR="00654E3A" w:rsidRPr="00CF7B51">
              <w:rPr>
                <w:rFonts w:ascii="Times New Roman" w:hAnsi="Times New Roman"/>
              </w:rPr>
              <w:t>wykazuje odpowiedzi</w:t>
            </w:r>
            <w:r w:rsidR="00C45E96" w:rsidRPr="00CF7B51">
              <w:rPr>
                <w:rFonts w:ascii="Times New Roman" w:hAnsi="Times New Roman"/>
              </w:rPr>
              <w:t>alność za powierzone mu zadanie.</w:t>
            </w:r>
          </w:p>
        </w:tc>
        <w:tc>
          <w:tcPr>
            <w:tcW w:w="1865" w:type="dxa"/>
          </w:tcPr>
          <w:p w14:paraId="222700C2" w14:textId="77777777" w:rsidR="00654E3A" w:rsidRPr="006F0171" w:rsidRDefault="003A5559" w:rsidP="005C221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F0171">
              <w:rPr>
                <w:b w:val="0"/>
                <w:sz w:val="22"/>
              </w:rPr>
              <w:t>K_K01</w:t>
            </w:r>
          </w:p>
          <w:p w14:paraId="6CA614F4" w14:textId="4D54CAD2" w:rsidR="00D6398A" w:rsidRPr="006F0171" w:rsidRDefault="00D6398A" w:rsidP="005C221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F0171">
              <w:rPr>
                <w:b w:val="0"/>
                <w:sz w:val="22"/>
              </w:rPr>
              <w:t>K_K04</w:t>
            </w:r>
          </w:p>
        </w:tc>
      </w:tr>
    </w:tbl>
    <w:p w14:paraId="38EAA6D9" w14:textId="77777777" w:rsidR="0085747A" w:rsidRPr="00CF7B51" w:rsidRDefault="0085747A" w:rsidP="009C54AE">
      <w:pPr>
        <w:pStyle w:val="Punktygwne"/>
        <w:spacing w:before="0" w:after="0"/>
        <w:rPr>
          <w:b w:val="0"/>
          <w:sz w:val="22"/>
        </w:rPr>
      </w:pPr>
    </w:p>
    <w:p w14:paraId="1D0F96B8" w14:textId="61C8E85F" w:rsidR="0085747A" w:rsidRPr="00CF7B51" w:rsidRDefault="00CF7B51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column"/>
      </w:r>
      <w:r w:rsidR="00675843" w:rsidRPr="00CF7B51">
        <w:rPr>
          <w:rFonts w:ascii="Times New Roman" w:hAnsi="Times New Roman"/>
          <w:b/>
        </w:rPr>
        <w:lastRenderedPageBreak/>
        <w:t>3.3</w:t>
      </w:r>
      <w:r w:rsidR="001D7B54" w:rsidRPr="00CF7B51">
        <w:rPr>
          <w:rFonts w:ascii="Times New Roman" w:hAnsi="Times New Roman"/>
          <w:b/>
        </w:rPr>
        <w:t xml:space="preserve"> </w:t>
      </w:r>
      <w:r w:rsidR="0085747A" w:rsidRPr="00CF7B51">
        <w:rPr>
          <w:rFonts w:ascii="Times New Roman" w:hAnsi="Times New Roman"/>
          <w:b/>
        </w:rPr>
        <w:t>T</w:t>
      </w:r>
      <w:r w:rsidR="001D7B54" w:rsidRPr="00CF7B51">
        <w:rPr>
          <w:rFonts w:ascii="Times New Roman" w:hAnsi="Times New Roman"/>
          <w:b/>
        </w:rPr>
        <w:t xml:space="preserve">reści programowe </w:t>
      </w:r>
      <w:r w:rsidR="007327BD" w:rsidRPr="00CF7B51">
        <w:rPr>
          <w:rFonts w:ascii="Times New Roman" w:hAnsi="Times New Roman"/>
        </w:rPr>
        <w:t xml:space="preserve">  </w:t>
      </w:r>
    </w:p>
    <w:p w14:paraId="7A15DA0C" w14:textId="6FAC53E3" w:rsidR="0085747A" w:rsidRPr="000F4495" w:rsidRDefault="0085747A" w:rsidP="000F4495">
      <w:pPr>
        <w:spacing w:after="120" w:line="240" w:lineRule="auto"/>
        <w:ind w:firstLine="709"/>
        <w:jc w:val="both"/>
        <w:rPr>
          <w:rFonts w:ascii="Times New Roman" w:hAnsi="Times New Roman"/>
        </w:rPr>
      </w:pPr>
      <w:r w:rsidRPr="000F4495">
        <w:rPr>
          <w:rFonts w:ascii="Times New Roman" w:hAnsi="Times New Roman"/>
        </w:rPr>
        <w:t xml:space="preserve">Problematyka </w:t>
      </w:r>
      <w:r w:rsidR="0011511C" w:rsidRPr="000F4495">
        <w:rPr>
          <w:rFonts w:ascii="Times New Roman" w:hAnsi="Times New Roman"/>
        </w:rPr>
        <w:t>zajęć praktycznych</w:t>
      </w:r>
      <w:r w:rsidR="004E275E" w:rsidRPr="000F4495">
        <w:rPr>
          <w:rFonts w:ascii="Times New Roman" w:hAnsi="Times New Roman"/>
        </w:rPr>
        <w:t>:</w:t>
      </w:r>
    </w:p>
    <w:p w14:paraId="335AE9F5" w14:textId="77777777" w:rsidR="00675843" w:rsidRPr="00CF7B51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7B51" w14:paraId="1E02FC02" w14:textId="77777777" w:rsidTr="004C17A5">
        <w:tc>
          <w:tcPr>
            <w:tcW w:w="9520" w:type="dxa"/>
          </w:tcPr>
          <w:p w14:paraId="41CE2F8D" w14:textId="77777777" w:rsidR="0085747A" w:rsidRPr="00CF7B5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bCs/>
              </w:rPr>
            </w:pPr>
            <w:r w:rsidRPr="00CF7B51">
              <w:rPr>
                <w:rFonts w:ascii="Times New Roman" w:hAnsi="Times New Roman"/>
                <w:b/>
                <w:bCs/>
              </w:rPr>
              <w:t>Treści merytoryczne</w:t>
            </w:r>
          </w:p>
        </w:tc>
      </w:tr>
      <w:tr w:rsidR="004C17A5" w:rsidRPr="00CF7B51" w14:paraId="2542B7CA" w14:textId="77777777" w:rsidTr="004C17A5">
        <w:tc>
          <w:tcPr>
            <w:tcW w:w="9520" w:type="dxa"/>
          </w:tcPr>
          <w:p w14:paraId="738A8CA6" w14:textId="77777777" w:rsidR="004C17A5" w:rsidRPr="00CF7B51" w:rsidRDefault="004C17A5" w:rsidP="005C221E">
            <w:pPr>
              <w:spacing w:after="0"/>
              <w:jc w:val="both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 xml:space="preserve">Zapoznanie z prawnymi podstawami funkcjonowania instytucji i placówek, w </w:t>
            </w:r>
            <w:r w:rsidR="004C3CC5" w:rsidRPr="00CF7B51">
              <w:rPr>
                <w:rFonts w:ascii="Times New Roman" w:hAnsi="Times New Roman"/>
              </w:rPr>
              <w:t>których student odbywa praktykę</w:t>
            </w:r>
            <w:r w:rsidRPr="00CF7B51">
              <w:rPr>
                <w:rFonts w:ascii="Times New Roman" w:hAnsi="Times New Roman"/>
              </w:rPr>
              <w:t xml:space="preserve">. </w:t>
            </w:r>
          </w:p>
        </w:tc>
      </w:tr>
      <w:tr w:rsidR="004C17A5" w:rsidRPr="00CF7B51" w14:paraId="681079D5" w14:textId="77777777" w:rsidTr="004C17A5">
        <w:tc>
          <w:tcPr>
            <w:tcW w:w="9520" w:type="dxa"/>
          </w:tcPr>
          <w:p w14:paraId="0B91810D" w14:textId="77777777" w:rsidR="004C17A5" w:rsidRPr="00CF7B51" w:rsidRDefault="004C17A5" w:rsidP="005C221E">
            <w:pPr>
              <w:spacing w:after="0"/>
              <w:jc w:val="both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>Zapoznanie ze specyfiką działalności instytucji i placówek, w których student odbywa praktykę, w tym z zadaniami zatrudnionych w nich specjalistów (spotkania, rozmowy) .</w:t>
            </w:r>
          </w:p>
        </w:tc>
      </w:tr>
      <w:tr w:rsidR="004C17A5" w:rsidRPr="00CF7B51" w14:paraId="45538295" w14:textId="77777777" w:rsidTr="004C17A5">
        <w:tc>
          <w:tcPr>
            <w:tcW w:w="9520" w:type="dxa"/>
          </w:tcPr>
          <w:p w14:paraId="5B1EBD5D" w14:textId="77777777" w:rsidR="004C17A5" w:rsidRPr="00CF7B51" w:rsidRDefault="004C17A5" w:rsidP="005C221E">
            <w:pPr>
              <w:spacing w:after="0"/>
              <w:jc w:val="both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 xml:space="preserve">Obserwacja różnych działań </w:t>
            </w:r>
            <w:r w:rsidR="0047429B" w:rsidRPr="00CF7B51">
              <w:rPr>
                <w:rFonts w:ascii="Times New Roman" w:hAnsi="Times New Roman"/>
              </w:rPr>
              <w:t>oraz</w:t>
            </w:r>
            <w:r w:rsidRPr="00CF7B51">
              <w:rPr>
                <w:rFonts w:ascii="Times New Roman" w:hAnsi="Times New Roman"/>
              </w:rPr>
              <w:t xml:space="preserve"> zajęć </w:t>
            </w:r>
            <w:r w:rsidR="00873DB1" w:rsidRPr="00CF7B51">
              <w:rPr>
                <w:rFonts w:ascii="Times New Roman" w:hAnsi="Times New Roman"/>
              </w:rPr>
              <w:t>realizowanych</w:t>
            </w:r>
            <w:r w:rsidR="0047429B" w:rsidRPr="00CF7B51">
              <w:rPr>
                <w:rFonts w:ascii="Times New Roman" w:hAnsi="Times New Roman"/>
              </w:rPr>
              <w:t xml:space="preserve"> przez zatrudnionych </w:t>
            </w:r>
            <w:r w:rsidRPr="00CF7B51">
              <w:rPr>
                <w:rFonts w:ascii="Times New Roman" w:hAnsi="Times New Roman"/>
              </w:rPr>
              <w:t xml:space="preserve">w instytucjach i placówkach </w:t>
            </w:r>
            <w:r w:rsidR="0047429B" w:rsidRPr="00CF7B51">
              <w:rPr>
                <w:rFonts w:ascii="Times New Roman" w:hAnsi="Times New Roman"/>
              </w:rPr>
              <w:t xml:space="preserve">specjalistów, a także </w:t>
            </w:r>
            <w:r w:rsidR="00873DB1" w:rsidRPr="00CF7B51">
              <w:rPr>
                <w:rFonts w:ascii="Times New Roman" w:hAnsi="Times New Roman"/>
              </w:rPr>
              <w:t>wypełnianych</w:t>
            </w:r>
            <w:r w:rsidRPr="00CF7B51">
              <w:rPr>
                <w:rFonts w:ascii="Times New Roman" w:hAnsi="Times New Roman"/>
              </w:rPr>
              <w:t xml:space="preserve"> </w:t>
            </w:r>
            <w:r w:rsidR="0047429B" w:rsidRPr="00CF7B51">
              <w:rPr>
                <w:rFonts w:ascii="Times New Roman" w:hAnsi="Times New Roman"/>
              </w:rPr>
              <w:t xml:space="preserve">przez nich </w:t>
            </w:r>
            <w:r w:rsidRPr="00CF7B51">
              <w:rPr>
                <w:rFonts w:ascii="Times New Roman" w:hAnsi="Times New Roman"/>
              </w:rPr>
              <w:t>zadań.</w:t>
            </w:r>
          </w:p>
        </w:tc>
      </w:tr>
      <w:tr w:rsidR="004C17A5" w:rsidRPr="00CF7B51" w14:paraId="45EFC736" w14:textId="77777777" w:rsidTr="004C17A5">
        <w:tc>
          <w:tcPr>
            <w:tcW w:w="9520" w:type="dxa"/>
          </w:tcPr>
          <w:p w14:paraId="2FC57A40" w14:textId="77777777" w:rsidR="004C17A5" w:rsidRPr="00CF7B51" w:rsidRDefault="004C17A5" w:rsidP="005C221E">
            <w:pPr>
              <w:spacing w:after="0"/>
              <w:jc w:val="both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>Włącz</w:t>
            </w:r>
            <w:r w:rsidR="007D3B9E" w:rsidRPr="00CF7B51">
              <w:rPr>
                <w:rFonts w:ascii="Times New Roman" w:hAnsi="Times New Roman"/>
              </w:rPr>
              <w:t>a</w:t>
            </w:r>
            <w:r w:rsidRPr="00CF7B51">
              <w:rPr>
                <w:rFonts w:ascii="Times New Roman" w:hAnsi="Times New Roman"/>
              </w:rPr>
              <w:t xml:space="preserve">nie się w realizację zadań instytucji i placówek – udzielanie pomocy zatrudnionym w nich pracownikom. </w:t>
            </w:r>
          </w:p>
        </w:tc>
      </w:tr>
      <w:tr w:rsidR="004C17A5" w:rsidRPr="00CF7B51" w14:paraId="746674EB" w14:textId="77777777" w:rsidTr="004C17A5">
        <w:tc>
          <w:tcPr>
            <w:tcW w:w="9520" w:type="dxa"/>
          </w:tcPr>
          <w:p w14:paraId="1ABA33EB" w14:textId="77777777" w:rsidR="004C17A5" w:rsidRPr="00CF7B51" w:rsidRDefault="004C17A5" w:rsidP="005C221E">
            <w:pPr>
              <w:spacing w:after="0"/>
              <w:jc w:val="both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>Samodzielne przygotowanie i prowadzenie zajęć / realizacja zadań w instytucjach i placówkach.</w:t>
            </w:r>
          </w:p>
        </w:tc>
      </w:tr>
    </w:tbl>
    <w:p w14:paraId="19A03E34" w14:textId="77777777" w:rsidR="0085747A" w:rsidRPr="00CF7B51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337F1AD9" w14:textId="77777777" w:rsidR="0085747A" w:rsidRPr="00CF7B51" w:rsidRDefault="0085747A" w:rsidP="009C54AE">
      <w:pPr>
        <w:pStyle w:val="Punktygwne"/>
        <w:spacing w:before="0" w:after="0"/>
        <w:rPr>
          <w:b w:val="0"/>
          <w:sz w:val="22"/>
        </w:rPr>
      </w:pPr>
    </w:p>
    <w:p w14:paraId="2E35B506" w14:textId="377ED6F4" w:rsidR="0085747A" w:rsidRPr="00CF7B51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CF7B51">
        <w:rPr>
          <w:smallCaps w:val="0"/>
          <w:sz w:val="22"/>
        </w:rPr>
        <w:t>3.4 Metody dydaktyczne</w:t>
      </w:r>
      <w:r w:rsidR="001E3F2D" w:rsidRPr="00CF7B51">
        <w:rPr>
          <w:smallCaps w:val="0"/>
          <w:sz w:val="22"/>
        </w:rPr>
        <w:t>: metody praktyczne</w:t>
      </w:r>
      <w:r w:rsidR="008D2BB8" w:rsidRPr="00CF7B51">
        <w:rPr>
          <w:b w:val="0"/>
          <w:smallCaps w:val="0"/>
          <w:sz w:val="22"/>
        </w:rPr>
        <w:t>.</w:t>
      </w:r>
    </w:p>
    <w:p w14:paraId="5D6E77E0" w14:textId="77777777" w:rsidR="0085747A" w:rsidRPr="00CF7B51" w:rsidRDefault="0085747A" w:rsidP="001E3F2D">
      <w:pPr>
        <w:pStyle w:val="Punktygwne"/>
        <w:spacing w:before="0" w:after="0"/>
        <w:jc w:val="both"/>
        <w:rPr>
          <w:b w:val="0"/>
          <w:smallCaps w:val="0"/>
          <w:sz w:val="22"/>
        </w:rPr>
      </w:pPr>
    </w:p>
    <w:p w14:paraId="71F9BE43" w14:textId="77777777" w:rsidR="00E960BB" w:rsidRPr="00CF7B51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15051424" w14:textId="77777777" w:rsidR="0085747A" w:rsidRPr="00CF7B51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CF7B51">
        <w:rPr>
          <w:smallCaps w:val="0"/>
          <w:sz w:val="22"/>
        </w:rPr>
        <w:t xml:space="preserve">4. </w:t>
      </w:r>
      <w:r w:rsidR="0085747A" w:rsidRPr="00CF7B51">
        <w:rPr>
          <w:smallCaps w:val="0"/>
          <w:sz w:val="22"/>
        </w:rPr>
        <w:t>METODY I KRYTERIA OCENY</w:t>
      </w:r>
      <w:r w:rsidR="009F4610" w:rsidRPr="00CF7B51">
        <w:rPr>
          <w:smallCaps w:val="0"/>
          <w:sz w:val="22"/>
        </w:rPr>
        <w:t xml:space="preserve"> </w:t>
      </w:r>
    </w:p>
    <w:p w14:paraId="7EE27008" w14:textId="77777777" w:rsidR="00923D7D" w:rsidRPr="00CF7B51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4FF0E3A2" w14:textId="77777777" w:rsidR="0085747A" w:rsidRPr="00CF7B51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CF7B51">
        <w:rPr>
          <w:smallCaps w:val="0"/>
          <w:sz w:val="22"/>
        </w:rPr>
        <w:t xml:space="preserve">4.1 Sposoby weryfikacji efektów </w:t>
      </w:r>
      <w:r w:rsidR="00C05F44" w:rsidRPr="00CF7B51">
        <w:rPr>
          <w:smallCaps w:val="0"/>
          <w:sz w:val="22"/>
        </w:rPr>
        <w:t>uczenia się</w:t>
      </w:r>
    </w:p>
    <w:p w14:paraId="67599A16" w14:textId="77777777" w:rsidR="0085747A" w:rsidRPr="00CF7B51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F7B51" w14:paraId="4FABFDAD" w14:textId="77777777" w:rsidTr="00AE6BF2">
        <w:tc>
          <w:tcPr>
            <w:tcW w:w="1962" w:type="dxa"/>
            <w:vAlign w:val="center"/>
          </w:tcPr>
          <w:p w14:paraId="73792ED5" w14:textId="77777777" w:rsidR="0085747A" w:rsidRPr="00CF7B51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CF7B51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B06905A" w14:textId="2BB16612" w:rsidR="0085747A" w:rsidRPr="00CF7B51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CF7B51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CF7B51" w:rsidRPr="00CF7B51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14:paraId="15DC80A0" w14:textId="77777777" w:rsidR="0085747A" w:rsidRPr="00CF7B51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CF7B51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CF7B51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3F28E1" w14:textId="77777777" w:rsidR="00923D7D" w:rsidRPr="00CF7B5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CF7B51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14:paraId="5D1026C3" w14:textId="4FA58180" w:rsidR="0085747A" w:rsidRPr="00CF7B5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CF7B51">
              <w:rPr>
                <w:b w:val="0"/>
                <w:smallCaps w:val="0"/>
                <w:sz w:val="22"/>
              </w:rPr>
              <w:t>(w, ćw</w:t>
            </w:r>
            <w:r w:rsidR="00CF7B51">
              <w:rPr>
                <w:b w:val="0"/>
                <w:smallCaps w:val="0"/>
                <w:sz w:val="22"/>
              </w:rPr>
              <w:t>.</w:t>
            </w:r>
            <w:r w:rsidRPr="00CF7B51">
              <w:rPr>
                <w:b w:val="0"/>
                <w:smallCaps w:val="0"/>
                <w:sz w:val="22"/>
              </w:rPr>
              <w:t>, …)</w:t>
            </w:r>
          </w:p>
        </w:tc>
      </w:tr>
      <w:tr w:rsidR="00AE6BF2" w:rsidRPr="00CF7B51" w14:paraId="14F2528F" w14:textId="77777777" w:rsidTr="00AE6BF2">
        <w:tc>
          <w:tcPr>
            <w:tcW w:w="1962" w:type="dxa"/>
          </w:tcPr>
          <w:p w14:paraId="142FB2D6" w14:textId="327D0548" w:rsidR="00AE6BF2" w:rsidRPr="00CF7B51" w:rsidRDefault="0043405A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CF7B51">
              <w:rPr>
                <w:b w:val="0"/>
                <w:smallCaps w:val="0"/>
                <w:color w:val="000000"/>
                <w:sz w:val="22"/>
              </w:rPr>
              <w:t>E</w:t>
            </w:r>
            <w:r w:rsidR="00AE6BF2" w:rsidRPr="00CF7B51">
              <w:rPr>
                <w:b w:val="0"/>
                <w:smallCaps w:val="0"/>
                <w:color w:val="000000"/>
                <w:sz w:val="22"/>
              </w:rPr>
              <w:t xml:space="preserve">k_ 01 </w:t>
            </w:r>
          </w:p>
        </w:tc>
        <w:tc>
          <w:tcPr>
            <w:tcW w:w="5441" w:type="dxa"/>
          </w:tcPr>
          <w:p w14:paraId="04EC7F2E" w14:textId="77777777" w:rsidR="00AE6BF2" w:rsidRPr="00CF7B51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CF7B51">
              <w:rPr>
                <w:b w:val="0"/>
                <w:smallCaps w:val="0"/>
                <w:color w:val="000000"/>
                <w:sz w:val="22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14:paraId="7FD7CD77" w14:textId="77777777" w:rsidR="00AE6BF2" w:rsidRPr="00CF7B51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CF7B51">
              <w:rPr>
                <w:b w:val="0"/>
                <w:smallCaps w:val="0"/>
                <w:color w:val="000000"/>
                <w:sz w:val="22"/>
              </w:rPr>
              <w:t>praktyka</w:t>
            </w:r>
          </w:p>
        </w:tc>
      </w:tr>
      <w:tr w:rsidR="00AE6BF2" w:rsidRPr="00CF7B51" w14:paraId="183BE606" w14:textId="77777777" w:rsidTr="00AE6BF2">
        <w:tc>
          <w:tcPr>
            <w:tcW w:w="1962" w:type="dxa"/>
          </w:tcPr>
          <w:p w14:paraId="2F55E309" w14:textId="77777777" w:rsidR="00AE6BF2" w:rsidRPr="00CF7B51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CF7B51">
              <w:rPr>
                <w:b w:val="0"/>
                <w:smallCaps w:val="0"/>
                <w:color w:val="000000"/>
                <w:sz w:val="22"/>
              </w:rPr>
              <w:t>Ek_ 02</w:t>
            </w:r>
          </w:p>
        </w:tc>
        <w:tc>
          <w:tcPr>
            <w:tcW w:w="5441" w:type="dxa"/>
          </w:tcPr>
          <w:p w14:paraId="0CF394C2" w14:textId="77777777" w:rsidR="00AE6BF2" w:rsidRPr="00CF7B51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CF7B51">
              <w:rPr>
                <w:b w:val="0"/>
                <w:smallCaps w:val="0"/>
                <w:color w:val="000000"/>
                <w:sz w:val="22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14:paraId="779E8AB3" w14:textId="77777777" w:rsidR="00AE6BF2" w:rsidRPr="00CF7B51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CF7B51">
              <w:rPr>
                <w:b w:val="0"/>
                <w:smallCaps w:val="0"/>
                <w:color w:val="000000"/>
                <w:sz w:val="22"/>
              </w:rPr>
              <w:t>praktyka</w:t>
            </w:r>
          </w:p>
        </w:tc>
      </w:tr>
      <w:tr w:rsidR="00AE6BF2" w:rsidRPr="00CF7B51" w14:paraId="144778F6" w14:textId="77777777" w:rsidTr="00AE6BF2">
        <w:tc>
          <w:tcPr>
            <w:tcW w:w="1962" w:type="dxa"/>
          </w:tcPr>
          <w:p w14:paraId="4CF4245C" w14:textId="77777777" w:rsidR="00AE6BF2" w:rsidRPr="00CF7B51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CF7B51">
              <w:rPr>
                <w:b w:val="0"/>
                <w:smallCaps w:val="0"/>
                <w:color w:val="000000"/>
                <w:sz w:val="22"/>
              </w:rPr>
              <w:t>EK_03</w:t>
            </w:r>
          </w:p>
        </w:tc>
        <w:tc>
          <w:tcPr>
            <w:tcW w:w="5441" w:type="dxa"/>
          </w:tcPr>
          <w:p w14:paraId="4D23AF65" w14:textId="77777777" w:rsidR="00AE6BF2" w:rsidRPr="00CF7B51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CF7B51">
              <w:rPr>
                <w:b w:val="0"/>
                <w:smallCaps w:val="0"/>
                <w:color w:val="000000"/>
                <w:sz w:val="22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14:paraId="6D0C8497" w14:textId="77777777" w:rsidR="00AE6BF2" w:rsidRPr="00CF7B51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CF7B51">
              <w:rPr>
                <w:b w:val="0"/>
                <w:smallCaps w:val="0"/>
                <w:color w:val="000000"/>
                <w:sz w:val="22"/>
              </w:rPr>
              <w:t>praktyka</w:t>
            </w:r>
          </w:p>
        </w:tc>
      </w:tr>
      <w:tr w:rsidR="00AE6BF2" w:rsidRPr="00CF7B51" w14:paraId="57828D92" w14:textId="77777777" w:rsidTr="00AE6BF2">
        <w:tc>
          <w:tcPr>
            <w:tcW w:w="1962" w:type="dxa"/>
          </w:tcPr>
          <w:p w14:paraId="14F8429F" w14:textId="77777777" w:rsidR="00AE6BF2" w:rsidRPr="00CF7B51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CF7B51">
              <w:rPr>
                <w:b w:val="0"/>
                <w:smallCaps w:val="0"/>
                <w:color w:val="000000"/>
                <w:sz w:val="22"/>
              </w:rPr>
              <w:t>EK_04</w:t>
            </w:r>
          </w:p>
        </w:tc>
        <w:tc>
          <w:tcPr>
            <w:tcW w:w="5441" w:type="dxa"/>
          </w:tcPr>
          <w:p w14:paraId="13208BA8" w14:textId="77777777" w:rsidR="00AE6BF2" w:rsidRPr="00CF7B51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CF7B51">
              <w:rPr>
                <w:b w:val="0"/>
                <w:smallCaps w:val="0"/>
                <w:color w:val="000000"/>
                <w:sz w:val="22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14:paraId="629A60DB" w14:textId="77777777" w:rsidR="00AE6BF2" w:rsidRPr="00CF7B51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CF7B51">
              <w:rPr>
                <w:b w:val="0"/>
                <w:smallCaps w:val="0"/>
                <w:color w:val="000000"/>
                <w:sz w:val="22"/>
              </w:rPr>
              <w:t>praktyka</w:t>
            </w:r>
          </w:p>
        </w:tc>
      </w:tr>
      <w:tr w:rsidR="007830D6" w:rsidRPr="00CF7B51" w14:paraId="43209EAD" w14:textId="77777777" w:rsidTr="00AE6BF2">
        <w:tc>
          <w:tcPr>
            <w:tcW w:w="1962" w:type="dxa"/>
          </w:tcPr>
          <w:p w14:paraId="5EEEC06D" w14:textId="79E600CD" w:rsidR="007830D6" w:rsidRPr="00CF7B51" w:rsidRDefault="007830D6" w:rsidP="007830D6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CF7B51">
              <w:rPr>
                <w:b w:val="0"/>
                <w:smallCaps w:val="0"/>
                <w:color w:val="000000"/>
                <w:sz w:val="22"/>
              </w:rPr>
              <w:t>EK_05</w:t>
            </w:r>
          </w:p>
        </w:tc>
        <w:tc>
          <w:tcPr>
            <w:tcW w:w="5441" w:type="dxa"/>
          </w:tcPr>
          <w:p w14:paraId="0858FC8E" w14:textId="16B5A783" w:rsidR="007830D6" w:rsidRPr="00CF7B51" w:rsidRDefault="007830D6" w:rsidP="007830D6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CF7B51">
              <w:rPr>
                <w:b w:val="0"/>
                <w:smallCaps w:val="0"/>
                <w:color w:val="000000"/>
                <w:sz w:val="22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14:paraId="58DD76BA" w14:textId="51E805D6" w:rsidR="007830D6" w:rsidRPr="00CF7B51" w:rsidRDefault="007830D6" w:rsidP="007830D6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CF7B51">
              <w:rPr>
                <w:b w:val="0"/>
                <w:smallCaps w:val="0"/>
                <w:color w:val="000000"/>
                <w:sz w:val="22"/>
              </w:rPr>
              <w:t>praktyka</w:t>
            </w:r>
          </w:p>
        </w:tc>
      </w:tr>
      <w:tr w:rsidR="00AE6BF2" w:rsidRPr="00CF7B51" w14:paraId="07F68CAD" w14:textId="77777777" w:rsidTr="00AE6BF2">
        <w:tc>
          <w:tcPr>
            <w:tcW w:w="1962" w:type="dxa"/>
          </w:tcPr>
          <w:p w14:paraId="467DF5FA" w14:textId="77C3FB10" w:rsidR="00AE6BF2" w:rsidRPr="00CF7B51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CF7B51">
              <w:rPr>
                <w:b w:val="0"/>
                <w:smallCaps w:val="0"/>
                <w:color w:val="000000"/>
                <w:sz w:val="22"/>
              </w:rPr>
              <w:t>EK_0</w:t>
            </w:r>
            <w:r w:rsidR="007830D6" w:rsidRPr="00CF7B51">
              <w:rPr>
                <w:b w:val="0"/>
                <w:smallCaps w:val="0"/>
                <w:color w:val="000000"/>
                <w:sz w:val="22"/>
              </w:rPr>
              <w:t>6</w:t>
            </w:r>
          </w:p>
        </w:tc>
        <w:tc>
          <w:tcPr>
            <w:tcW w:w="5441" w:type="dxa"/>
          </w:tcPr>
          <w:p w14:paraId="69524CC9" w14:textId="58675CB9" w:rsidR="00AE6BF2" w:rsidRPr="00CF7B51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CF7B51">
              <w:rPr>
                <w:b w:val="0"/>
                <w:smallCaps w:val="0"/>
                <w:color w:val="000000"/>
                <w:sz w:val="22"/>
              </w:rPr>
              <w:t xml:space="preserve">Obserwacja studenta podczas praktyki; rozmowa z opiekunem w placówce;  rozmowa ze studentem. </w:t>
            </w:r>
          </w:p>
        </w:tc>
        <w:tc>
          <w:tcPr>
            <w:tcW w:w="2117" w:type="dxa"/>
          </w:tcPr>
          <w:p w14:paraId="1558BA7A" w14:textId="77777777" w:rsidR="00AE6BF2" w:rsidRPr="00CF7B51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CF7B51">
              <w:rPr>
                <w:b w:val="0"/>
                <w:smallCaps w:val="0"/>
                <w:color w:val="000000"/>
                <w:sz w:val="22"/>
              </w:rPr>
              <w:t xml:space="preserve">Praktyka </w:t>
            </w:r>
          </w:p>
        </w:tc>
      </w:tr>
    </w:tbl>
    <w:p w14:paraId="187F7EB9" w14:textId="77777777" w:rsidR="00923D7D" w:rsidRPr="00CF7B51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4704D9B2" w14:textId="77777777" w:rsidR="000F4495" w:rsidRDefault="000F4495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p w14:paraId="6E2D49AF" w14:textId="3C55EA28" w:rsidR="0085747A" w:rsidRPr="00CF7B51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CF7B51">
        <w:rPr>
          <w:smallCaps w:val="0"/>
          <w:sz w:val="22"/>
        </w:rPr>
        <w:t xml:space="preserve">4.2 </w:t>
      </w:r>
      <w:r w:rsidR="0085747A" w:rsidRPr="00CF7B51">
        <w:rPr>
          <w:smallCaps w:val="0"/>
          <w:sz w:val="22"/>
        </w:rPr>
        <w:t>Warunki zaliczenia przedmiotu (kryteria oceniania)</w:t>
      </w:r>
      <w:r w:rsidR="00923D7D" w:rsidRPr="00CF7B51">
        <w:rPr>
          <w:smallCaps w:val="0"/>
          <w:sz w:val="22"/>
        </w:rPr>
        <w:t xml:space="preserve"> </w:t>
      </w:r>
    </w:p>
    <w:p w14:paraId="5A70AD8B" w14:textId="77777777" w:rsidR="00923D7D" w:rsidRPr="00CF7B51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7B51" w14:paraId="3B6BFF24" w14:textId="77777777" w:rsidTr="00923D7D">
        <w:tc>
          <w:tcPr>
            <w:tcW w:w="9670" w:type="dxa"/>
          </w:tcPr>
          <w:p w14:paraId="43187CCE" w14:textId="77777777" w:rsidR="0085747A" w:rsidRPr="00CF7B51" w:rsidRDefault="00BB6853" w:rsidP="00BB685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CF7B51">
              <w:rPr>
                <w:b w:val="0"/>
                <w:smallCaps w:val="0"/>
                <w:color w:val="000000"/>
                <w:sz w:val="22"/>
              </w:rPr>
              <w:t>Kontrola przebiegu praktyki w placówce (bezpośrednia</w:t>
            </w:r>
            <w:r w:rsidR="006244CA" w:rsidRPr="00CF7B51">
              <w:rPr>
                <w:b w:val="0"/>
                <w:smallCaps w:val="0"/>
                <w:color w:val="000000"/>
                <w:sz w:val="22"/>
              </w:rPr>
              <w:t xml:space="preserve"> rozmowa z opiekunem </w:t>
            </w:r>
            <w:r w:rsidRPr="00CF7B51">
              <w:rPr>
                <w:b w:val="0"/>
                <w:smallCaps w:val="0"/>
                <w:color w:val="000000"/>
                <w:sz w:val="22"/>
              </w:rPr>
              <w:t>lub telefoniczna); ocena dokumentacji prowadzonej przez studenta, rozmowa ze studentem na temat przebiegu praktyki.</w:t>
            </w:r>
          </w:p>
          <w:p w14:paraId="2FBE87C9" w14:textId="62613738" w:rsidR="00025968" w:rsidRPr="00CF7B51" w:rsidRDefault="00025968" w:rsidP="00BB6853">
            <w:pPr>
              <w:pStyle w:val="Punktygwne"/>
              <w:spacing w:before="0" w:after="0"/>
              <w:rPr>
                <w:bCs/>
                <w:smallCaps w:val="0"/>
                <w:sz w:val="22"/>
              </w:rPr>
            </w:pPr>
            <w:r w:rsidRPr="00CF7B51">
              <w:rPr>
                <w:bCs/>
                <w:smallCaps w:val="0"/>
                <w:sz w:val="22"/>
              </w:rPr>
              <w:t>Wypełnienie szczegółowych warunków określonych w programie praktyki.</w:t>
            </w:r>
          </w:p>
        </w:tc>
      </w:tr>
    </w:tbl>
    <w:p w14:paraId="3927C8BE" w14:textId="77777777" w:rsidR="0085747A" w:rsidRPr="00CF7B51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464CF17F" w14:textId="31E20C56" w:rsidR="009F4610" w:rsidRPr="00CF7B51" w:rsidRDefault="00CF7B51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column"/>
      </w:r>
      <w:r w:rsidR="0085747A" w:rsidRPr="00CF7B51">
        <w:rPr>
          <w:rFonts w:ascii="Times New Roman" w:hAnsi="Times New Roman"/>
          <w:b/>
        </w:rPr>
        <w:lastRenderedPageBreak/>
        <w:t xml:space="preserve">5. </w:t>
      </w:r>
      <w:r>
        <w:rPr>
          <w:rFonts w:ascii="Times New Roman" w:hAnsi="Times New Roman"/>
          <w:b/>
        </w:rPr>
        <w:tab/>
      </w:r>
      <w:r w:rsidR="00C61DC5" w:rsidRPr="00CF7B51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14:paraId="10D97220" w14:textId="77777777" w:rsidR="0085747A" w:rsidRPr="00CF7B51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4"/>
        <w:gridCol w:w="4616"/>
      </w:tblGrid>
      <w:tr w:rsidR="0085747A" w:rsidRPr="00CF7B51" w14:paraId="43B2DF00" w14:textId="77777777" w:rsidTr="003E1941">
        <w:tc>
          <w:tcPr>
            <w:tcW w:w="4962" w:type="dxa"/>
            <w:vAlign w:val="center"/>
          </w:tcPr>
          <w:p w14:paraId="00FBF911" w14:textId="77777777" w:rsidR="0085747A" w:rsidRPr="00CF7B5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CF7B51">
              <w:rPr>
                <w:rFonts w:ascii="Times New Roman" w:hAnsi="Times New Roman"/>
                <w:b/>
              </w:rPr>
              <w:t>Forma a</w:t>
            </w:r>
            <w:r w:rsidR="0085747A" w:rsidRPr="00CF7B51">
              <w:rPr>
                <w:rFonts w:ascii="Times New Roman" w:hAnsi="Times New Roman"/>
                <w:b/>
              </w:rPr>
              <w:t>ktywnoś</w:t>
            </w:r>
            <w:r w:rsidRPr="00CF7B51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5D8EA092" w14:textId="77777777" w:rsidR="0085747A" w:rsidRPr="00CF7B5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CF7B51">
              <w:rPr>
                <w:rFonts w:ascii="Times New Roman" w:hAnsi="Times New Roman"/>
                <w:b/>
              </w:rPr>
              <w:t>Średnia l</w:t>
            </w:r>
            <w:r w:rsidR="0085747A" w:rsidRPr="00CF7B51">
              <w:rPr>
                <w:rFonts w:ascii="Times New Roman" w:hAnsi="Times New Roman"/>
                <w:b/>
              </w:rPr>
              <w:t>iczba godzin</w:t>
            </w:r>
            <w:r w:rsidR="0071620A" w:rsidRPr="00CF7B51">
              <w:rPr>
                <w:rFonts w:ascii="Times New Roman" w:hAnsi="Times New Roman"/>
                <w:b/>
              </w:rPr>
              <w:t xml:space="preserve"> </w:t>
            </w:r>
            <w:r w:rsidRPr="00CF7B51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CF7B51" w14:paraId="7498CE6A" w14:textId="77777777" w:rsidTr="00923D7D">
        <w:tc>
          <w:tcPr>
            <w:tcW w:w="4962" w:type="dxa"/>
          </w:tcPr>
          <w:p w14:paraId="4021DFC3" w14:textId="77777777" w:rsidR="0085747A" w:rsidRPr="00CF7B51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>G</w:t>
            </w:r>
            <w:r w:rsidR="0085747A" w:rsidRPr="00CF7B51">
              <w:rPr>
                <w:rFonts w:ascii="Times New Roman" w:hAnsi="Times New Roman"/>
              </w:rPr>
              <w:t xml:space="preserve">odziny </w:t>
            </w:r>
            <w:r w:rsidRPr="00CF7B51">
              <w:rPr>
                <w:rFonts w:ascii="Times New Roman" w:hAnsi="Times New Roman"/>
              </w:rPr>
              <w:t>kontaktowe</w:t>
            </w:r>
            <w:r w:rsidR="0085747A" w:rsidRPr="00CF7B51">
              <w:rPr>
                <w:rFonts w:ascii="Times New Roman" w:hAnsi="Times New Roman"/>
              </w:rPr>
              <w:t xml:space="preserve"> w</w:t>
            </w:r>
            <w:r w:rsidRPr="00CF7B51">
              <w:rPr>
                <w:rFonts w:ascii="Times New Roman" w:hAnsi="Times New Roman"/>
              </w:rPr>
              <w:t>ynikające</w:t>
            </w:r>
            <w:r w:rsidR="0085747A" w:rsidRPr="00CF7B51">
              <w:rPr>
                <w:rFonts w:ascii="Times New Roman" w:hAnsi="Times New Roman"/>
              </w:rPr>
              <w:t xml:space="preserve"> z</w:t>
            </w:r>
            <w:r w:rsidR="009C1331" w:rsidRPr="00CF7B51">
              <w:rPr>
                <w:rFonts w:ascii="Times New Roman" w:hAnsi="Times New Roman"/>
              </w:rPr>
              <w:t> </w:t>
            </w:r>
            <w:r w:rsidR="0045729E" w:rsidRPr="00CF7B51">
              <w:rPr>
                <w:rFonts w:ascii="Times New Roman" w:hAnsi="Times New Roman"/>
              </w:rPr>
              <w:t>harmonogramu</w:t>
            </w:r>
            <w:r w:rsidR="0085747A" w:rsidRPr="00CF7B51">
              <w:rPr>
                <w:rFonts w:ascii="Times New Roman" w:hAnsi="Times New Roman"/>
              </w:rPr>
              <w:t xml:space="preserve"> </w:t>
            </w:r>
            <w:r w:rsidRPr="00CF7B51">
              <w:rPr>
                <w:rFonts w:ascii="Times New Roman" w:hAnsi="Times New Roman"/>
              </w:rPr>
              <w:t>studiów</w:t>
            </w:r>
            <w:r w:rsidR="0045729E" w:rsidRPr="00CF7B5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14:paraId="6E9210BB" w14:textId="3A70581D" w:rsidR="0085747A" w:rsidRPr="00CF7B51" w:rsidRDefault="005C221E" w:rsidP="0021501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CF7B51">
              <w:rPr>
                <w:rFonts w:ascii="Times New Roman" w:hAnsi="Times New Roman"/>
                <w:b/>
              </w:rPr>
              <w:t>720</w:t>
            </w:r>
          </w:p>
        </w:tc>
      </w:tr>
      <w:tr w:rsidR="00C61DC5" w:rsidRPr="00CF7B51" w14:paraId="30B2F928" w14:textId="77777777" w:rsidTr="00923D7D">
        <w:tc>
          <w:tcPr>
            <w:tcW w:w="4962" w:type="dxa"/>
          </w:tcPr>
          <w:p w14:paraId="2533BBB6" w14:textId="77777777" w:rsidR="00C61DC5" w:rsidRPr="00CF7B5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>Inne z udziałem nauczyciela</w:t>
            </w:r>
            <w:r w:rsidR="0045729E" w:rsidRPr="00CF7B51">
              <w:rPr>
                <w:rFonts w:ascii="Times New Roman" w:hAnsi="Times New Roman"/>
              </w:rPr>
              <w:t xml:space="preserve"> akademickiego</w:t>
            </w:r>
          </w:p>
          <w:p w14:paraId="4CB4EAB1" w14:textId="77777777" w:rsidR="00C61DC5" w:rsidRPr="00CF7B51" w:rsidRDefault="00C61DC5" w:rsidP="00AA0DB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>(</w:t>
            </w:r>
            <w:r w:rsidR="00AA0DB1" w:rsidRPr="00CF7B51">
              <w:rPr>
                <w:rFonts w:ascii="Times New Roman" w:hAnsi="Times New Roman"/>
              </w:rPr>
              <w:t>odprawa na praktyki; spotkania w placówce; rozmowa podsumowująca po praktyce; wpisywanie zaliczeń</w:t>
            </w:r>
            <w:r w:rsidRPr="00CF7B51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14:paraId="539C5D45" w14:textId="2CDA2891" w:rsidR="00C61DC5" w:rsidRPr="00CF7B51" w:rsidRDefault="005C221E" w:rsidP="0021501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>1</w:t>
            </w:r>
            <w:r w:rsidR="00E927E0" w:rsidRPr="00CF7B51">
              <w:rPr>
                <w:rFonts w:ascii="Times New Roman" w:hAnsi="Times New Roman"/>
              </w:rPr>
              <w:t>2</w:t>
            </w:r>
          </w:p>
        </w:tc>
      </w:tr>
      <w:tr w:rsidR="00C61DC5" w:rsidRPr="00CF7B51" w14:paraId="13B6436B" w14:textId="77777777" w:rsidTr="00923D7D">
        <w:tc>
          <w:tcPr>
            <w:tcW w:w="4962" w:type="dxa"/>
          </w:tcPr>
          <w:p w14:paraId="5D0D4C3F" w14:textId="77777777" w:rsidR="0071620A" w:rsidRPr="00CF7B5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>Godziny niekontaktowe – praca własna studenta</w:t>
            </w:r>
          </w:p>
          <w:p w14:paraId="6232E91F" w14:textId="075DFA74" w:rsidR="00C61DC5" w:rsidRPr="00CF7B5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>(przygotowanie</w:t>
            </w:r>
            <w:r w:rsidR="004507ED" w:rsidRPr="00CF7B51">
              <w:rPr>
                <w:rFonts w:ascii="Times New Roman" w:hAnsi="Times New Roman"/>
              </w:rPr>
              <w:t xml:space="preserve"> materiałów związanych z realizowaną praktyką np. z wypełnianymi w placówce zadaniami, dokumentowaniem własnej aktywności</w:t>
            </w:r>
            <w:r w:rsidRPr="00CF7B51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14:paraId="56263B1A" w14:textId="41FC88ED" w:rsidR="00C61DC5" w:rsidRPr="00CF7B51" w:rsidRDefault="00E927E0" w:rsidP="0021501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>18</w:t>
            </w:r>
          </w:p>
        </w:tc>
      </w:tr>
      <w:tr w:rsidR="0085747A" w:rsidRPr="00CF7B51" w14:paraId="41208435" w14:textId="77777777" w:rsidTr="00923D7D">
        <w:tc>
          <w:tcPr>
            <w:tcW w:w="4962" w:type="dxa"/>
          </w:tcPr>
          <w:p w14:paraId="524513B8" w14:textId="77777777" w:rsidR="0085747A" w:rsidRPr="00CF7B5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14:paraId="3F126E5C" w14:textId="22563BCA" w:rsidR="0085747A" w:rsidRPr="00CF7B51" w:rsidRDefault="00986C91" w:rsidP="0021501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>750</w:t>
            </w:r>
          </w:p>
        </w:tc>
      </w:tr>
      <w:tr w:rsidR="0085747A" w:rsidRPr="00CF7B51" w14:paraId="6B0188EE" w14:textId="77777777" w:rsidTr="00923D7D">
        <w:tc>
          <w:tcPr>
            <w:tcW w:w="4962" w:type="dxa"/>
          </w:tcPr>
          <w:p w14:paraId="177CB55B" w14:textId="77777777" w:rsidR="0085747A" w:rsidRPr="00CF7B5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F7B51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26461E34" w14:textId="4A277E97" w:rsidR="0085747A" w:rsidRPr="00CF7B51" w:rsidRDefault="00817674" w:rsidP="0021501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CF7B51">
              <w:rPr>
                <w:rFonts w:ascii="Times New Roman" w:hAnsi="Times New Roman"/>
                <w:b/>
              </w:rPr>
              <w:t>30</w:t>
            </w:r>
          </w:p>
        </w:tc>
      </w:tr>
    </w:tbl>
    <w:p w14:paraId="34EEFCB6" w14:textId="77777777" w:rsidR="0085747A" w:rsidRPr="00CF7B51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CF7B51">
        <w:rPr>
          <w:b w:val="0"/>
          <w:i/>
          <w:smallCaps w:val="0"/>
          <w:sz w:val="22"/>
        </w:rPr>
        <w:t xml:space="preserve">* </w:t>
      </w:r>
      <w:r w:rsidR="00C61DC5" w:rsidRPr="00CF7B51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4F619B79" w14:textId="77777777" w:rsidR="003E1941" w:rsidRPr="00CF7B51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6E964420" w14:textId="77777777" w:rsidR="0085747A" w:rsidRPr="00CF7B51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CF7B51">
        <w:rPr>
          <w:smallCaps w:val="0"/>
          <w:sz w:val="22"/>
        </w:rPr>
        <w:t xml:space="preserve">6. </w:t>
      </w:r>
      <w:r w:rsidR="0085747A" w:rsidRPr="00CF7B51">
        <w:rPr>
          <w:smallCaps w:val="0"/>
          <w:sz w:val="22"/>
        </w:rPr>
        <w:t>PRAKTYKI ZAWO</w:t>
      </w:r>
      <w:r w:rsidR="009C1331" w:rsidRPr="00CF7B51">
        <w:rPr>
          <w:smallCaps w:val="0"/>
          <w:sz w:val="22"/>
        </w:rPr>
        <w:t>DOWE W RAMACH PRZEDMIOTU</w:t>
      </w:r>
    </w:p>
    <w:p w14:paraId="15C0714B" w14:textId="77777777" w:rsidR="0085747A" w:rsidRPr="00CF7B51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F7B51" w14:paraId="60FAFD4B" w14:textId="77777777" w:rsidTr="00CF7B51">
        <w:trPr>
          <w:trHeight w:val="397"/>
        </w:trPr>
        <w:tc>
          <w:tcPr>
            <w:tcW w:w="3544" w:type="dxa"/>
          </w:tcPr>
          <w:p w14:paraId="12C712DB" w14:textId="77777777" w:rsidR="0085747A" w:rsidRPr="00CF7B5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F7B51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7A2B0F68" w14:textId="03248DEF" w:rsidR="0085747A" w:rsidRPr="00CF7B51" w:rsidRDefault="00E927E0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CF7B51">
              <w:rPr>
                <w:smallCaps w:val="0"/>
                <w:color w:val="000000"/>
                <w:sz w:val="22"/>
              </w:rPr>
              <w:t>720</w:t>
            </w:r>
            <w:r w:rsidRPr="00CF7B51">
              <w:rPr>
                <w:b w:val="0"/>
                <w:smallCaps w:val="0"/>
                <w:color w:val="000000"/>
                <w:sz w:val="22"/>
              </w:rPr>
              <w:t xml:space="preserve"> godz.</w:t>
            </w:r>
          </w:p>
        </w:tc>
      </w:tr>
      <w:tr w:rsidR="0085747A" w:rsidRPr="00CF7B51" w14:paraId="7D92D2C7" w14:textId="77777777" w:rsidTr="00CF7B51">
        <w:trPr>
          <w:trHeight w:val="397"/>
        </w:trPr>
        <w:tc>
          <w:tcPr>
            <w:tcW w:w="3544" w:type="dxa"/>
          </w:tcPr>
          <w:p w14:paraId="17D41179" w14:textId="77777777" w:rsidR="0085747A" w:rsidRPr="00CF7B5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F7B51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BFDF7F0" w14:textId="3E8378D8" w:rsidR="0085747A" w:rsidRPr="00CF7B51" w:rsidRDefault="002E6E3D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F7B51">
              <w:rPr>
                <w:b w:val="0"/>
                <w:smallCaps w:val="0"/>
                <w:sz w:val="22"/>
              </w:rPr>
              <w:t>6 modułów po 1</w:t>
            </w:r>
            <w:r w:rsidR="00E927E0" w:rsidRPr="00CF7B51">
              <w:rPr>
                <w:b w:val="0"/>
                <w:smallCaps w:val="0"/>
                <w:sz w:val="22"/>
              </w:rPr>
              <w:t>20</w:t>
            </w:r>
            <w:r w:rsidRPr="00CF7B51">
              <w:rPr>
                <w:b w:val="0"/>
                <w:smallCaps w:val="0"/>
                <w:sz w:val="22"/>
              </w:rPr>
              <w:t xml:space="preserve"> godzin</w:t>
            </w:r>
            <w:r w:rsidR="00DE48A2" w:rsidRPr="00CF7B51">
              <w:rPr>
                <w:b w:val="0"/>
                <w:smallCaps w:val="0"/>
                <w:sz w:val="22"/>
              </w:rPr>
              <w:t xml:space="preserve"> </w:t>
            </w:r>
          </w:p>
          <w:p w14:paraId="75C4FB7C" w14:textId="77777777" w:rsidR="00DE48A2" w:rsidRPr="00CF7B51" w:rsidRDefault="00DE48A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F7B51">
              <w:rPr>
                <w:b w:val="0"/>
                <w:smallCaps w:val="0"/>
                <w:sz w:val="22"/>
              </w:rPr>
              <w:t>(</w:t>
            </w:r>
            <w:r w:rsidR="00E927E0" w:rsidRPr="00CF7B51">
              <w:rPr>
                <w:b w:val="0"/>
                <w:smallCaps w:val="0"/>
                <w:sz w:val="22"/>
              </w:rPr>
              <w:t>6-cio miesięczna praktyka zawodowa realizowana w układzie 6x1 miesiąc zgodnie z harmonogramem studiów)</w:t>
            </w:r>
          </w:p>
          <w:p w14:paraId="3DAEFFA9" w14:textId="68A6B14B" w:rsidR="00E927E0" w:rsidRPr="00CF7B51" w:rsidRDefault="00E927E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F7B51">
              <w:rPr>
                <w:b w:val="0"/>
                <w:smallCaps w:val="0"/>
                <w:sz w:val="22"/>
              </w:rPr>
              <w:t>Zasady i formy odbywania praktyki zawarte są w Szczegółowym programie praktyk</w:t>
            </w:r>
          </w:p>
        </w:tc>
      </w:tr>
    </w:tbl>
    <w:p w14:paraId="04AD1B13" w14:textId="77777777" w:rsidR="003E1941" w:rsidRPr="00CF7B51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7FF46843" w14:textId="77777777" w:rsidR="0085747A" w:rsidRPr="00CF7B51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CF7B51">
        <w:rPr>
          <w:smallCaps w:val="0"/>
          <w:sz w:val="22"/>
        </w:rPr>
        <w:t xml:space="preserve">7. </w:t>
      </w:r>
      <w:r w:rsidR="0085747A" w:rsidRPr="00CF7B51">
        <w:rPr>
          <w:smallCaps w:val="0"/>
          <w:sz w:val="22"/>
        </w:rPr>
        <w:t>LITERATURA</w:t>
      </w:r>
      <w:r w:rsidRPr="00CF7B51">
        <w:rPr>
          <w:smallCaps w:val="0"/>
          <w:sz w:val="22"/>
        </w:rPr>
        <w:t xml:space="preserve"> </w:t>
      </w:r>
    </w:p>
    <w:p w14:paraId="5E50D3AA" w14:textId="77777777" w:rsidR="00675843" w:rsidRPr="00CF7B51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50C6D" w:rsidRPr="00CF7B51" w14:paraId="6A6E5138" w14:textId="77777777" w:rsidTr="00CF7B51">
        <w:trPr>
          <w:trHeight w:val="397"/>
        </w:trPr>
        <w:tc>
          <w:tcPr>
            <w:tcW w:w="7513" w:type="dxa"/>
          </w:tcPr>
          <w:p w14:paraId="5DD50E60" w14:textId="7FD056BD" w:rsidR="00950C6D" w:rsidRDefault="00950C6D" w:rsidP="0021501E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CF7B51">
              <w:rPr>
                <w:smallCaps w:val="0"/>
                <w:sz w:val="22"/>
              </w:rPr>
              <w:t>Literatura podstawowa:</w:t>
            </w:r>
          </w:p>
          <w:p w14:paraId="769C8060" w14:textId="77777777" w:rsidR="00CF7B51" w:rsidRPr="00CF7B51" w:rsidRDefault="00CF7B51" w:rsidP="0021501E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</w:p>
          <w:p w14:paraId="51956F1C" w14:textId="6FA3B516" w:rsidR="00950C6D" w:rsidRPr="00CF7B51" w:rsidRDefault="00720BE1" w:rsidP="0021501E">
            <w:pPr>
              <w:spacing w:after="0"/>
              <w:ind w:left="57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 xml:space="preserve">- </w:t>
            </w:r>
            <w:proofErr w:type="spellStart"/>
            <w:r w:rsidR="00950C6D" w:rsidRPr="00CF7B51">
              <w:rPr>
                <w:rFonts w:ascii="Times New Roman" w:hAnsi="Times New Roman"/>
              </w:rPr>
              <w:t>Albronda</w:t>
            </w:r>
            <w:proofErr w:type="spellEnd"/>
            <w:r w:rsidR="00950C6D" w:rsidRPr="00CF7B51">
              <w:rPr>
                <w:rFonts w:ascii="Times New Roman" w:hAnsi="Times New Roman"/>
              </w:rPr>
              <w:t xml:space="preserve"> </w:t>
            </w:r>
            <w:proofErr w:type="spellStart"/>
            <w:r w:rsidR="00950C6D" w:rsidRPr="00CF7B51">
              <w:rPr>
                <w:rFonts w:ascii="Times New Roman" w:hAnsi="Times New Roman"/>
              </w:rPr>
              <w:t>Heaton</w:t>
            </w:r>
            <w:proofErr w:type="spellEnd"/>
            <w:r w:rsidR="00950C6D" w:rsidRPr="00CF7B51">
              <w:rPr>
                <w:rFonts w:ascii="Times New Roman" w:hAnsi="Times New Roman"/>
              </w:rPr>
              <w:t xml:space="preserve"> J., </w:t>
            </w:r>
            <w:r w:rsidR="00950C6D" w:rsidRPr="00CF7B51">
              <w:rPr>
                <w:rFonts w:ascii="Times New Roman" w:hAnsi="Times New Roman"/>
                <w:i/>
              </w:rPr>
              <w:t>Podstawy umiejętności terapeutycznych,</w:t>
            </w:r>
            <w:r w:rsidR="00950C6D" w:rsidRPr="00CF7B51">
              <w:rPr>
                <w:rFonts w:ascii="Times New Roman" w:hAnsi="Times New Roman"/>
              </w:rPr>
              <w:t xml:space="preserve"> </w:t>
            </w:r>
            <w:r w:rsidR="003933A3" w:rsidRPr="00CF7B51">
              <w:rPr>
                <w:rFonts w:ascii="Times New Roman" w:hAnsi="Times New Roman"/>
              </w:rPr>
              <w:t xml:space="preserve">Gdańskie Wydawnictwo Psychologiczne, </w:t>
            </w:r>
            <w:r w:rsidR="00950C6D" w:rsidRPr="00CF7B51">
              <w:rPr>
                <w:rFonts w:ascii="Times New Roman" w:hAnsi="Times New Roman"/>
              </w:rPr>
              <w:t>Gdańsk 2003.</w:t>
            </w:r>
          </w:p>
          <w:p w14:paraId="6CD47723" w14:textId="6A9A4719" w:rsidR="00950C6D" w:rsidRPr="00CF7B51" w:rsidRDefault="00720BE1" w:rsidP="0021501E">
            <w:pPr>
              <w:spacing w:after="0"/>
              <w:ind w:left="57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 xml:space="preserve">- </w:t>
            </w:r>
            <w:r w:rsidR="00950C6D" w:rsidRPr="00CF7B51">
              <w:rPr>
                <w:rFonts w:ascii="Times New Roman" w:hAnsi="Times New Roman"/>
              </w:rPr>
              <w:t xml:space="preserve">Badora S., B. </w:t>
            </w:r>
            <w:proofErr w:type="spellStart"/>
            <w:r w:rsidR="00950C6D" w:rsidRPr="00CF7B51">
              <w:rPr>
                <w:rFonts w:ascii="Times New Roman" w:hAnsi="Times New Roman"/>
              </w:rPr>
              <w:t>Czeredrecka</w:t>
            </w:r>
            <w:proofErr w:type="spellEnd"/>
            <w:r w:rsidR="00950C6D" w:rsidRPr="00CF7B51">
              <w:rPr>
                <w:rFonts w:ascii="Times New Roman" w:hAnsi="Times New Roman"/>
              </w:rPr>
              <w:t xml:space="preserve"> B.</w:t>
            </w:r>
            <w:r w:rsidR="00950C6D" w:rsidRPr="00CF7B51">
              <w:rPr>
                <w:rFonts w:ascii="Times New Roman" w:hAnsi="Times New Roman"/>
                <w:i/>
              </w:rPr>
              <w:t>, Rodzina i jej  formy  wspomagania,</w:t>
            </w:r>
            <w:r w:rsidR="00950C6D" w:rsidRPr="00CF7B51">
              <w:rPr>
                <w:rFonts w:ascii="Times New Roman" w:hAnsi="Times New Roman"/>
              </w:rPr>
              <w:t xml:space="preserve"> </w:t>
            </w:r>
            <w:r w:rsidR="00AF031D" w:rsidRPr="00CF7B51">
              <w:rPr>
                <w:rFonts w:ascii="Times New Roman" w:hAnsi="Times New Roman"/>
              </w:rPr>
              <w:t xml:space="preserve">Oficyna Wydawnicza IMPULS, </w:t>
            </w:r>
            <w:r w:rsidR="00950C6D" w:rsidRPr="00CF7B51">
              <w:rPr>
                <w:rFonts w:ascii="Times New Roman" w:hAnsi="Times New Roman"/>
              </w:rPr>
              <w:t>Kraków 2001.</w:t>
            </w:r>
          </w:p>
          <w:p w14:paraId="2DEB5E1F" w14:textId="7D2B3A2C" w:rsidR="00950C6D" w:rsidRPr="00CF7B51" w:rsidRDefault="00720BE1" w:rsidP="0021501E">
            <w:pPr>
              <w:spacing w:after="0"/>
              <w:ind w:left="57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 xml:space="preserve">- </w:t>
            </w:r>
            <w:proofErr w:type="spellStart"/>
            <w:r w:rsidR="00950C6D" w:rsidRPr="00CF7B51">
              <w:rPr>
                <w:rFonts w:ascii="Times New Roman" w:hAnsi="Times New Roman"/>
              </w:rPr>
              <w:t>Brągiel</w:t>
            </w:r>
            <w:proofErr w:type="spellEnd"/>
            <w:r w:rsidR="00950C6D" w:rsidRPr="00CF7B51">
              <w:rPr>
                <w:rFonts w:ascii="Times New Roman" w:hAnsi="Times New Roman"/>
              </w:rPr>
              <w:t xml:space="preserve"> J., Badora S., </w:t>
            </w:r>
            <w:r w:rsidR="00950C6D" w:rsidRPr="00CF7B51">
              <w:rPr>
                <w:rFonts w:ascii="Times New Roman" w:hAnsi="Times New Roman"/>
                <w:i/>
              </w:rPr>
              <w:t>Formy opieki, wychowania i wsparcia w zreformowanym systemie pomocy społecznej,</w:t>
            </w:r>
            <w:r w:rsidR="005128BD" w:rsidRPr="00CF7B51">
              <w:rPr>
                <w:rFonts w:ascii="Times New Roman" w:hAnsi="Times New Roman"/>
              </w:rPr>
              <w:t xml:space="preserve"> Wydawnictwo Uniwersytetu Opolskiego, </w:t>
            </w:r>
            <w:r w:rsidR="00950C6D" w:rsidRPr="00CF7B51">
              <w:rPr>
                <w:rFonts w:ascii="Times New Roman" w:hAnsi="Times New Roman"/>
              </w:rPr>
              <w:t>Opole 2005.</w:t>
            </w:r>
          </w:p>
          <w:p w14:paraId="39868E06" w14:textId="0A17CBB9" w:rsidR="00950C6D" w:rsidRPr="00CF7B51" w:rsidRDefault="00720BE1" w:rsidP="0021501E">
            <w:pPr>
              <w:spacing w:after="0"/>
              <w:ind w:left="57" w:hanging="59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 xml:space="preserve">- </w:t>
            </w:r>
            <w:r w:rsidR="00950C6D" w:rsidRPr="00CF7B51">
              <w:rPr>
                <w:rFonts w:ascii="Times New Roman" w:hAnsi="Times New Roman"/>
              </w:rPr>
              <w:t xml:space="preserve">Frączek Z., Lulek B., </w:t>
            </w:r>
            <w:r w:rsidR="00950C6D" w:rsidRPr="00CF7B51">
              <w:rPr>
                <w:rFonts w:ascii="Times New Roman" w:hAnsi="Times New Roman"/>
                <w:i/>
              </w:rPr>
              <w:t>Wybrane problemy pedagogiki  rodziny,</w:t>
            </w:r>
            <w:r w:rsidR="00950C6D" w:rsidRPr="00CF7B51">
              <w:rPr>
                <w:rFonts w:ascii="Times New Roman" w:hAnsi="Times New Roman"/>
              </w:rPr>
              <w:t xml:space="preserve"> </w:t>
            </w:r>
            <w:r w:rsidR="00D27589" w:rsidRPr="00CF7B51">
              <w:rPr>
                <w:rFonts w:ascii="Times New Roman" w:hAnsi="Times New Roman"/>
              </w:rPr>
              <w:t>Wyd</w:t>
            </w:r>
            <w:r w:rsidRPr="00CF7B51">
              <w:rPr>
                <w:rFonts w:ascii="Times New Roman" w:hAnsi="Times New Roman"/>
              </w:rPr>
              <w:t>.</w:t>
            </w:r>
            <w:r w:rsidR="00237708" w:rsidRPr="00CF7B51">
              <w:rPr>
                <w:rFonts w:ascii="Times New Roman" w:hAnsi="Times New Roman"/>
              </w:rPr>
              <w:t xml:space="preserve"> U</w:t>
            </w:r>
            <w:r w:rsidRPr="00CF7B51">
              <w:rPr>
                <w:rFonts w:ascii="Times New Roman" w:hAnsi="Times New Roman"/>
              </w:rPr>
              <w:t>niwersytet Rzeszowski</w:t>
            </w:r>
            <w:r w:rsidR="00237708" w:rsidRPr="00CF7B51">
              <w:rPr>
                <w:rFonts w:ascii="Times New Roman" w:hAnsi="Times New Roman"/>
              </w:rPr>
              <w:t xml:space="preserve">, </w:t>
            </w:r>
            <w:r w:rsidR="00950C6D" w:rsidRPr="00CF7B51">
              <w:rPr>
                <w:rFonts w:ascii="Times New Roman" w:hAnsi="Times New Roman"/>
              </w:rPr>
              <w:t>Rzeszów 2010.</w:t>
            </w:r>
          </w:p>
          <w:p w14:paraId="7A034FF2" w14:textId="45167241" w:rsidR="00950C6D" w:rsidRPr="00CF7B51" w:rsidRDefault="00720BE1" w:rsidP="0021501E">
            <w:pPr>
              <w:pStyle w:val="Akapitzlist"/>
              <w:spacing w:after="0"/>
              <w:ind w:left="57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 xml:space="preserve">- </w:t>
            </w:r>
            <w:r w:rsidR="00950C6D" w:rsidRPr="00CF7B51">
              <w:rPr>
                <w:rFonts w:ascii="Times New Roman" w:hAnsi="Times New Roman"/>
              </w:rPr>
              <w:t>Dykcik W.,</w:t>
            </w:r>
            <w:r w:rsidR="00950C6D" w:rsidRPr="00CF7B51">
              <w:rPr>
                <w:rFonts w:ascii="Times New Roman" w:hAnsi="Times New Roman"/>
                <w:b/>
              </w:rPr>
              <w:t xml:space="preserve"> </w:t>
            </w:r>
            <w:r w:rsidR="00950C6D" w:rsidRPr="00CF7B51">
              <w:rPr>
                <w:rFonts w:ascii="Times New Roman" w:hAnsi="Times New Roman"/>
                <w:i/>
              </w:rPr>
              <w:t>Pedagogika specjalna wobec aktualnych sytuacji  i problemów osób niepełnosprawnych</w:t>
            </w:r>
            <w:r w:rsidR="00D8546F" w:rsidRPr="00CF7B51">
              <w:rPr>
                <w:rFonts w:ascii="Times New Roman" w:hAnsi="Times New Roman"/>
              </w:rPr>
              <w:t>,</w:t>
            </w:r>
            <w:r w:rsidR="00950C6D" w:rsidRPr="00CF7B51">
              <w:rPr>
                <w:rFonts w:ascii="Times New Roman" w:hAnsi="Times New Roman"/>
              </w:rPr>
              <w:t xml:space="preserve"> </w:t>
            </w:r>
            <w:r w:rsidR="00D8546F" w:rsidRPr="00CF7B51">
              <w:rPr>
                <w:rFonts w:ascii="Times New Roman" w:hAnsi="Times New Roman"/>
              </w:rPr>
              <w:t xml:space="preserve">Wydawnictwo Naukowe Polskiego Towarzystwa Pedagogicznego, </w:t>
            </w:r>
            <w:r w:rsidR="00950C6D" w:rsidRPr="00CF7B51">
              <w:rPr>
                <w:rFonts w:ascii="Times New Roman" w:hAnsi="Times New Roman"/>
              </w:rPr>
              <w:t>Poznań 2005.</w:t>
            </w:r>
          </w:p>
          <w:p w14:paraId="6C1EF9F6" w14:textId="2A4A5F0A" w:rsidR="00950C6D" w:rsidRPr="00CF7B51" w:rsidRDefault="00720BE1" w:rsidP="0021501E">
            <w:pPr>
              <w:pStyle w:val="Tekstpodstawowy"/>
              <w:spacing w:after="0"/>
              <w:ind w:left="57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 xml:space="preserve">- </w:t>
            </w:r>
            <w:r w:rsidR="00950C6D" w:rsidRPr="00CF7B51">
              <w:rPr>
                <w:rFonts w:ascii="Times New Roman" w:hAnsi="Times New Roman"/>
              </w:rPr>
              <w:t xml:space="preserve">Kamińska U., </w:t>
            </w:r>
            <w:r w:rsidR="00950C6D" w:rsidRPr="00CF7B51">
              <w:rPr>
                <w:rFonts w:ascii="Times New Roman" w:hAnsi="Times New Roman"/>
                <w:i/>
                <w:iCs/>
              </w:rPr>
              <w:t>Zarys metodyki pracy opiekuńczo-wychowawczej w rodzinnych i instytucjonalnych formach wychowania</w:t>
            </w:r>
            <w:r w:rsidR="00950C6D" w:rsidRPr="00CF7B51">
              <w:rPr>
                <w:rFonts w:ascii="Times New Roman" w:hAnsi="Times New Roman"/>
              </w:rPr>
              <w:t xml:space="preserve">, </w:t>
            </w:r>
            <w:r w:rsidR="001825C2" w:rsidRPr="00CF7B51">
              <w:rPr>
                <w:rFonts w:ascii="Times New Roman" w:hAnsi="Times New Roman"/>
              </w:rPr>
              <w:t>Wydawnictwo Uniwersytetu Śląskiego,</w:t>
            </w:r>
            <w:r w:rsidR="001825C2" w:rsidRPr="00CF7B51">
              <w:rPr>
                <w:rStyle w:val="st"/>
                <w:rFonts w:ascii="Times New Roman" w:hAnsi="Times New Roman"/>
              </w:rPr>
              <w:t xml:space="preserve"> </w:t>
            </w:r>
            <w:r w:rsidR="00950C6D" w:rsidRPr="00CF7B51">
              <w:rPr>
                <w:rFonts w:ascii="Times New Roman" w:hAnsi="Times New Roman"/>
              </w:rPr>
              <w:t>Katowice 2002.</w:t>
            </w:r>
          </w:p>
          <w:p w14:paraId="7B6846BA" w14:textId="71989FD0" w:rsidR="00950C6D" w:rsidRPr="00CF7B51" w:rsidRDefault="00720BE1" w:rsidP="0021501E">
            <w:pPr>
              <w:pStyle w:val="Akapitzlist1"/>
              <w:spacing w:line="276" w:lineRule="auto"/>
              <w:ind w:left="57"/>
              <w:rPr>
                <w:rFonts w:ascii="Times New Roman" w:hAnsi="Times New Roman"/>
                <w:b/>
                <w:smallCaps/>
                <w:color w:val="000000"/>
                <w:sz w:val="22"/>
              </w:rPr>
            </w:pPr>
            <w:r w:rsidRPr="00CF7B51">
              <w:rPr>
                <w:rFonts w:ascii="Times New Roman" w:hAnsi="Times New Roman"/>
                <w:sz w:val="22"/>
              </w:rPr>
              <w:t>-</w:t>
            </w:r>
            <w:proofErr w:type="spellStart"/>
            <w:r w:rsidR="00950C6D" w:rsidRPr="00CF7B51">
              <w:rPr>
                <w:rFonts w:ascii="Times New Roman" w:hAnsi="Times New Roman"/>
                <w:sz w:val="22"/>
              </w:rPr>
              <w:t>Krasiejko</w:t>
            </w:r>
            <w:proofErr w:type="spellEnd"/>
            <w:r w:rsidR="00950C6D" w:rsidRPr="00CF7B51">
              <w:rPr>
                <w:rFonts w:ascii="Times New Roman" w:hAnsi="Times New Roman"/>
                <w:sz w:val="22"/>
              </w:rPr>
              <w:t xml:space="preserve"> I., </w:t>
            </w:r>
            <w:r w:rsidR="00950C6D" w:rsidRPr="00CF7B51">
              <w:rPr>
                <w:rFonts w:ascii="Times New Roman" w:hAnsi="Times New Roman"/>
                <w:i/>
                <w:sz w:val="22"/>
              </w:rPr>
              <w:t>Metodyka działania asystenta rodziny. Podejście skoncentrowane na rozwiązaniach w pracy socjalnej</w:t>
            </w:r>
            <w:r w:rsidR="00950C6D" w:rsidRPr="00CF7B51">
              <w:rPr>
                <w:rFonts w:ascii="Times New Roman" w:hAnsi="Times New Roman"/>
                <w:sz w:val="22"/>
              </w:rPr>
              <w:t xml:space="preserve">, </w:t>
            </w:r>
            <w:r w:rsidR="00740865" w:rsidRPr="00CF7B51">
              <w:rPr>
                <w:rFonts w:ascii="Times New Roman" w:eastAsia="Calibri" w:hAnsi="Times New Roman"/>
                <w:sz w:val="22"/>
              </w:rPr>
              <w:t>Wydawnictwo Śląskie,</w:t>
            </w:r>
            <w:r w:rsidR="00740865" w:rsidRPr="00CF7B51">
              <w:rPr>
                <w:rStyle w:val="st"/>
                <w:rFonts w:ascii="Times New Roman" w:hAnsi="Times New Roman"/>
                <w:sz w:val="22"/>
              </w:rPr>
              <w:t xml:space="preserve"> </w:t>
            </w:r>
            <w:r w:rsidR="00950C6D" w:rsidRPr="00CF7B51">
              <w:rPr>
                <w:rFonts w:ascii="Times New Roman" w:hAnsi="Times New Roman"/>
                <w:sz w:val="22"/>
              </w:rPr>
              <w:t>Katowice 2010</w:t>
            </w:r>
            <w:r w:rsidR="00740865" w:rsidRPr="00CF7B51">
              <w:rPr>
                <w:rFonts w:ascii="Times New Roman" w:hAnsi="Times New Roman"/>
                <w:sz w:val="22"/>
              </w:rPr>
              <w:t>.</w:t>
            </w:r>
          </w:p>
        </w:tc>
      </w:tr>
    </w:tbl>
    <w:p w14:paraId="5A535048" w14:textId="77777777" w:rsidR="00CF7B51" w:rsidRDefault="00CF7B51"/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50C6D" w:rsidRPr="00CF7B51" w14:paraId="1A1A3936" w14:textId="77777777" w:rsidTr="00CF7B51">
        <w:trPr>
          <w:trHeight w:val="397"/>
        </w:trPr>
        <w:tc>
          <w:tcPr>
            <w:tcW w:w="7513" w:type="dxa"/>
          </w:tcPr>
          <w:p w14:paraId="252EB0BB" w14:textId="6CF5DC7B" w:rsidR="00950C6D" w:rsidRPr="00CF7B51" w:rsidRDefault="00950C6D" w:rsidP="0021501E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CF7B51">
              <w:rPr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0B3EB22E" w14:textId="6C5A3F82" w:rsidR="00964913" w:rsidRPr="00CF7B51" w:rsidRDefault="00720BE1" w:rsidP="0021501E">
            <w:pPr>
              <w:spacing w:after="0"/>
              <w:rPr>
                <w:rFonts w:ascii="Times New Roman" w:eastAsia="Times New Roman" w:hAnsi="Times New Roman"/>
              </w:rPr>
            </w:pPr>
            <w:r w:rsidRPr="00CF7B51">
              <w:rPr>
                <w:rFonts w:ascii="Times New Roman" w:eastAsia="Times New Roman" w:hAnsi="Times New Roman"/>
              </w:rPr>
              <w:t xml:space="preserve">- </w:t>
            </w:r>
            <w:r w:rsidR="00964913" w:rsidRPr="00CF7B51">
              <w:rPr>
                <w:rFonts w:ascii="Times New Roman" w:eastAsia="Times New Roman" w:hAnsi="Times New Roman"/>
              </w:rPr>
              <w:t xml:space="preserve">Barłóg K., </w:t>
            </w:r>
            <w:proofErr w:type="spellStart"/>
            <w:r w:rsidR="00964913" w:rsidRPr="00CF7B51">
              <w:rPr>
                <w:rFonts w:ascii="Times New Roman" w:eastAsia="Times New Roman" w:hAnsi="Times New Roman"/>
              </w:rPr>
              <w:t>Kensy</w:t>
            </w:r>
            <w:proofErr w:type="spellEnd"/>
            <w:r w:rsidR="00964913" w:rsidRPr="00CF7B51">
              <w:rPr>
                <w:rFonts w:ascii="Times New Roman" w:eastAsia="Times New Roman" w:hAnsi="Times New Roman"/>
              </w:rPr>
              <w:t xml:space="preserve"> E., Mach A., Rorat M., </w:t>
            </w:r>
            <w:proofErr w:type="spellStart"/>
            <w:r w:rsidR="00964913" w:rsidRPr="00CF7B51">
              <w:rPr>
                <w:rFonts w:ascii="Times New Roman" w:eastAsia="Times New Roman" w:hAnsi="Times New Roman"/>
              </w:rPr>
              <w:t>Zaborniak</w:t>
            </w:r>
            <w:proofErr w:type="spellEnd"/>
            <w:r w:rsidR="00964913" w:rsidRPr="00CF7B51">
              <w:rPr>
                <w:rFonts w:ascii="Times New Roman" w:eastAsia="Times New Roman" w:hAnsi="Times New Roman"/>
              </w:rPr>
              <w:t xml:space="preserve">-Sobczak M., </w:t>
            </w:r>
            <w:r w:rsidR="00964913" w:rsidRPr="00CF7B51">
              <w:rPr>
                <w:rFonts w:ascii="Times New Roman" w:eastAsia="Times New Roman" w:hAnsi="Times New Roman"/>
                <w:i/>
              </w:rPr>
              <w:t>Wczesne wspomaganie rozwoju i edukacja dzieci zagrożonych niepełnosprawnością i niepełnosprawnych w wieku przedszkolnym,</w:t>
            </w:r>
            <w:r w:rsidR="00964913" w:rsidRPr="00CF7B51">
              <w:rPr>
                <w:rFonts w:ascii="Times New Roman" w:eastAsia="Times New Roman" w:hAnsi="Times New Roman"/>
              </w:rPr>
              <w:t xml:space="preserve"> </w:t>
            </w:r>
            <w:r w:rsidR="00D840F5" w:rsidRPr="00CF7B51">
              <w:rPr>
                <w:rFonts w:ascii="Times New Roman" w:eastAsia="Times New Roman" w:hAnsi="Times New Roman"/>
              </w:rPr>
              <w:t xml:space="preserve">Wydawnictwo </w:t>
            </w:r>
            <w:r w:rsidR="00F86D2A" w:rsidRPr="00CF7B51">
              <w:rPr>
                <w:rFonts w:ascii="Times New Roman" w:eastAsia="Times New Roman" w:hAnsi="Times New Roman"/>
              </w:rPr>
              <w:t xml:space="preserve">UR, </w:t>
            </w:r>
            <w:r w:rsidR="00964913" w:rsidRPr="00CF7B51">
              <w:rPr>
                <w:rFonts w:ascii="Times New Roman" w:eastAsia="Times New Roman" w:hAnsi="Times New Roman"/>
              </w:rPr>
              <w:t>Rzeszów 2011;</w:t>
            </w:r>
          </w:p>
          <w:p w14:paraId="7F4643AF" w14:textId="7CF4CED8" w:rsidR="00964913" w:rsidRPr="00CF7B51" w:rsidRDefault="00720BE1" w:rsidP="0021501E">
            <w:pPr>
              <w:spacing w:after="0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 xml:space="preserve">- </w:t>
            </w:r>
            <w:r w:rsidR="00964913" w:rsidRPr="00CF7B51">
              <w:rPr>
                <w:rFonts w:ascii="Times New Roman" w:hAnsi="Times New Roman"/>
              </w:rPr>
              <w:t xml:space="preserve">Gajewska G., </w:t>
            </w:r>
            <w:r w:rsidR="00964913" w:rsidRPr="00CF7B51">
              <w:rPr>
                <w:rFonts w:ascii="Times New Roman" w:hAnsi="Times New Roman"/>
                <w:i/>
                <w:iCs/>
              </w:rPr>
              <w:t>Pedagogika opiekuńcza i jej metodyka. Wybrane zagadnienia teorii, metodyki i praktyki opiekuńczo-wychowawczej</w:t>
            </w:r>
            <w:r w:rsidR="00964913" w:rsidRPr="00CF7B51">
              <w:rPr>
                <w:rFonts w:ascii="Times New Roman" w:hAnsi="Times New Roman"/>
                <w:iCs/>
              </w:rPr>
              <w:t xml:space="preserve">, </w:t>
            </w:r>
            <w:r w:rsidR="003020DD" w:rsidRPr="00CF7B51">
              <w:rPr>
                <w:rFonts w:ascii="Times New Roman" w:hAnsi="Times New Roman"/>
                <w:iCs/>
              </w:rPr>
              <w:t>w</w:t>
            </w:r>
            <w:r w:rsidR="004C0686" w:rsidRPr="00CF7B51">
              <w:rPr>
                <w:rFonts w:ascii="Times New Roman" w:hAnsi="Times New Roman"/>
              </w:rPr>
              <w:t>yd</w:t>
            </w:r>
            <w:r w:rsidR="00C27021" w:rsidRPr="00CF7B51">
              <w:rPr>
                <w:rFonts w:ascii="Times New Roman" w:hAnsi="Times New Roman"/>
              </w:rPr>
              <w:t>.</w:t>
            </w:r>
            <w:r w:rsidR="004C0686" w:rsidRPr="00CF7B51">
              <w:rPr>
                <w:rFonts w:ascii="Times New Roman" w:hAnsi="Times New Roman"/>
              </w:rPr>
              <w:t xml:space="preserve"> PEKW "GAJA", </w:t>
            </w:r>
            <w:r w:rsidR="00964913" w:rsidRPr="00CF7B51">
              <w:rPr>
                <w:rFonts w:ascii="Times New Roman" w:hAnsi="Times New Roman"/>
              </w:rPr>
              <w:t>Zielona Góra 2004.</w:t>
            </w:r>
          </w:p>
          <w:p w14:paraId="459F7A86" w14:textId="40F59B67" w:rsidR="00964913" w:rsidRPr="00CF7B51" w:rsidRDefault="00720BE1" w:rsidP="0021501E">
            <w:pPr>
              <w:spacing w:after="0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 xml:space="preserve">- </w:t>
            </w:r>
            <w:r w:rsidR="00964913" w:rsidRPr="00CF7B51">
              <w:rPr>
                <w:rFonts w:ascii="Times New Roman" w:hAnsi="Times New Roman"/>
              </w:rPr>
              <w:t xml:space="preserve">Kawula S., </w:t>
            </w:r>
            <w:proofErr w:type="spellStart"/>
            <w:r w:rsidR="00964913" w:rsidRPr="00CF7B51">
              <w:rPr>
                <w:rFonts w:ascii="Times New Roman" w:hAnsi="Times New Roman"/>
              </w:rPr>
              <w:t>Brągiel</w:t>
            </w:r>
            <w:proofErr w:type="spellEnd"/>
            <w:r w:rsidR="00964913" w:rsidRPr="00CF7B51">
              <w:rPr>
                <w:rFonts w:ascii="Times New Roman" w:hAnsi="Times New Roman"/>
              </w:rPr>
              <w:t xml:space="preserve"> J, </w:t>
            </w:r>
            <w:proofErr w:type="spellStart"/>
            <w:r w:rsidR="00964913" w:rsidRPr="00CF7B51">
              <w:rPr>
                <w:rFonts w:ascii="Times New Roman" w:hAnsi="Times New Roman"/>
              </w:rPr>
              <w:t>Janke</w:t>
            </w:r>
            <w:proofErr w:type="spellEnd"/>
            <w:r w:rsidR="00964913" w:rsidRPr="00CF7B51">
              <w:rPr>
                <w:rFonts w:ascii="Times New Roman" w:hAnsi="Times New Roman"/>
              </w:rPr>
              <w:t xml:space="preserve"> A., </w:t>
            </w:r>
            <w:r w:rsidR="00964913" w:rsidRPr="00CF7B51">
              <w:rPr>
                <w:rFonts w:ascii="Times New Roman" w:hAnsi="Times New Roman"/>
                <w:i/>
              </w:rPr>
              <w:t>Pedagogika rodziny. Obszary i panorama problematyki</w:t>
            </w:r>
            <w:r w:rsidR="00964913" w:rsidRPr="00CF7B51">
              <w:rPr>
                <w:rFonts w:ascii="Times New Roman" w:hAnsi="Times New Roman"/>
              </w:rPr>
              <w:t xml:space="preserve">, </w:t>
            </w:r>
            <w:r w:rsidR="00CF0080" w:rsidRPr="00CF7B51">
              <w:rPr>
                <w:rFonts w:ascii="Times New Roman" w:hAnsi="Times New Roman"/>
              </w:rPr>
              <w:t>Wydawnictwo</w:t>
            </w:r>
            <w:r w:rsidR="00DE4B94" w:rsidRPr="00CF7B51">
              <w:rPr>
                <w:rFonts w:ascii="Times New Roman" w:hAnsi="Times New Roman"/>
              </w:rPr>
              <w:t xml:space="preserve"> Adam Marszałek, </w:t>
            </w:r>
            <w:r w:rsidR="00964913" w:rsidRPr="00CF7B51">
              <w:rPr>
                <w:rFonts w:ascii="Times New Roman" w:hAnsi="Times New Roman"/>
              </w:rPr>
              <w:t>Toruń 2006.</w:t>
            </w:r>
          </w:p>
          <w:p w14:paraId="45CE0A56" w14:textId="11B757D9" w:rsidR="00964913" w:rsidRPr="00CF7B51" w:rsidRDefault="00720BE1" w:rsidP="0021501E">
            <w:pPr>
              <w:spacing w:after="0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 xml:space="preserve">- </w:t>
            </w:r>
            <w:proofErr w:type="spellStart"/>
            <w:r w:rsidR="00964913" w:rsidRPr="00CF7B51">
              <w:rPr>
                <w:rFonts w:ascii="Times New Roman" w:hAnsi="Times New Roman"/>
              </w:rPr>
              <w:t>Palak</w:t>
            </w:r>
            <w:proofErr w:type="spellEnd"/>
            <w:r w:rsidR="00964913" w:rsidRPr="00CF7B51">
              <w:rPr>
                <w:rFonts w:ascii="Times New Roman" w:hAnsi="Times New Roman"/>
              </w:rPr>
              <w:t xml:space="preserve"> Z., (red.): </w:t>
            </w:r>
            <w:r w:rsidR="00964913" w:rsidRPr="00CF7B51">
              <w:rPr>
                <w:rFonts w:ascii="Times New Roman" w:hAnsi="Times New Roman"/>
                <w:i/>
              </w:rPr>
              <w:t>Pedagog specjalny w procesie edukacji, rehabilitacji  i</w:t>
            </w:r>
            <w:r w:rsidR="00CF7B51">
              <w:rPr>
                <w:rFonts w:ascii="Times New Roman" w:hAnsi="Times New Roman"/>
                <w:i/>
              </w:rPr>
              <w:t> </w:t>
            </w:r>
            <w:r w:rsidR="00964913" w:rsidRPr="00CF7B51">
              <w:rPr>
                <w:rFonts w:ascii="Times New Roman" w:hAnsi="Times New Roman"/>
                <w:i/>
              </w:rPr>
              <w:t>resocjalizacji.</w:t>
            </w:r>
            <w:r w:rsidR="00C27021" w:rsidRPr="00CF7B51">
              <w:rPr>
                <w:rFonts w:ascii="Times New Roman" w:hAnsi="Times New Roman"/>
              </w:rPr>
              <w:t xml:space="preserve"> </w:t>
            </w:r>
            <w:r w:rsidR="00BC01A4" w:rsidRPr="00CF7B51">
              <w:rPr>
                <w:rFonts w:ascii="Times New Roman" w:hAnsi="Times New Roman"/>
              </w:rPr>
              <w:t>Wydawnictwo</w:t>
            </w:r>
            <w:r w:rsidR="00C27021" w:rsidRPr="00CF7B51">
              <w:rPr>
                <w:rFonts w:ascii="Times New Roman" w:hAnsi="Times New Roman"/>
              </w:rPr>
              <w:t xml:space="preserve"> UMCS,</w:t>
            </w:r>
            <w:r w:rsidR="00964913" w:rsidRPr="00CF7B51">
              <w:rPr>
                <w:rFonts w:ascii="Times New Roman" w:hAnsi="Times New Roman"/>
              </w:rPr>
              <w:t xml:space="preserve"> Lublin 2008.</w:t>
            </w:r>
          </w:p>
          <w:p w14:paraId="0C6F4F0D" w14:textId="5DEC844E" w:rsidR="00964913" w:rsidRPr="00CF7B51" w:rsidRDefault="00720BE1" w:rsidP="0021501E">
            <w:pPr>
              <w:pStyle w:val="Normalny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F7B51">
              <w:rPr>
                <w:sz w:val="22"/>
                <w:szCs w:val="22"/>
              </w:rPr>
              <w:t xml:space="preserve">- </w:t>
            </w:r>
            <w:proofErr w:type="spellStart"/>
            <w:r w:rsidR="00964913" w:rsidRPr="00CF7B51">
              <w:rPr>
                <w:sz w:val="22"/>
                <w:szCs w:val="22"/>
              </w:rPr>
              <w:t>Satir</w:t>
            </w:r>
            <w:proofErr w:type="spellEnd"/>
            <w:r w:rsidR="00964913" w:rsidRPr="00CF7B51">
              <w:rPr>
                <w:sz w:val="22"/>
                <w:szCs w:val="22"/>
              </w:rPr>
              <w:t xml:space="preserve"> V.</w:t>
            </w:r>
            <w:r w:rsidR="00E927E0" w:rsidRPr="00CF7B51">
              <w:rPr>
                <w:sz w:val="22"/>
                <w:szCs w:val="22"/>
              </w:rPr>
              <w:t>,</w:t>
            </w:r>
            <w:r w:rsidR="00964913" w:rsidRPr="00CF7B51">
              <w:rPr>
                <w:sz w:val="22"/>
                <w:szCs w:val="22"/>
              </w:rPr>
              <w:t xml:space="preserve">  </w:t>
            </w:r>
            <w:r w:rsidR="00964913" w:rsidRPr="00CF7B51">
              <w:rPr>
                <w:i/>
                <w:iCs/>
                <w:sz w:val="22"/>
                <w:szCs w:val="22"/>
              </w:rPr>
              <w:t>Terapia rodziny. Teoria i praktyka.</w:t>
            </w:r>
            <w:r w:rsidR="00964913" w:rsidRPr="00CF7B51">
              <w:rPr>
                <w:sz w:val="22"/>
                <w:szCs w:val="22"/>
              </w:rPr>
              <w:t xml:space="preserve"> Gdańsk 2000. </w:t>
            </w:r>
          </w:p>
          <w:p w14:paraId="712E5906" w14:textId="47137F39" w:rsidR="009A4768" w:rsidRPr="00CF7B51" w:rsidRDefault="00720BE1" w:rsidP="0021501E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CF7B51">
              <w:rPr>
                <w:rFonts w:ascii="Times New Roman" w:hAnsi="Times New Roman"/>
              </w:rPr>
              <w:t xml:space="preserve">- </w:t>
            </w:r>
            <w:proofErr w:type="spellStart"/>
            <w:r w:rsidR="00964913" w:rsidRPr="00CF7B51">
              <w:rPr>
                <w:rFonts w:ascii="Times New Roman" w:hAnsi="Times New Roman"/>
              </w:rPr>
              <w:t>Speck</w:t>
            </w:r>
            <w:proofErr w:type="spellEnd"/>
            <w:r w:rsidR="00964913" w:rsidRPr="00CF7B51">
              <w:rPr>
                <w:rFonts w:ascii="Times New Roman" w:hAnsi="Times New Roman"/>
              </w:rPr>
              <w:t xml:space="preserve"> O., </w:t>
            </w:r>
            <w:r w:rsidR="00964913" w:rsidRPr="00CF7B51">
              <w:rPr>
                <w:rFonts w:ascii="Times New Roman" w:hAnsi="Times New Roman"/>
                <w:i/>
              </w:rPr>
              <w:t>Niepełnosprawni w społeczeństwie</w:t>
            </w:r>
            <w:r w:rsidR="00964913" w:rsidRPr="00CF7B51">
              <w:rPr>
                <w:rFonts w:ascii="Times New Roman" w:hAnsi="Times New Roman"/>
              </w:rPr>
              <w:t>.</w:t>
            </w:r>
            <w:r w:rsidR="00A0524F" w:rsidRPr="00CF7B51">
              <w:rPr>
                <w:rFonts w:ascii="Times New Roman" w:hAnsi="Times New Roman"/>
              </w:rPr>
              <w:t xml:space="preserve"> </w:t>
            </w:r>
            <w:r w:rsidR="00A0524F" w:rsidRPr="00CF7B51">
              <w:rPr>
                <w:rFonts w:ascii="Times New Roman" w:hAnsi="Times New Roman"/>
                <w:lang w:eastAsia="pl-PL"/>
              </w:rPr>
              <w:t xml:space="preserve">Gdańskie </w:t>
            </w:r>
            <w:r w:rsidR="00A0524F" w:rsidRPr="00CF7B51">
              <w:rPr>
                <w:rFonts w:ascii="Times New Roman" w:hAnsi="Times New Roman"/>
                <w:i/>
                <w:iCs/>
                <w:lang w:eastAsia="pl-PL"/>
              </w:rPr>
              <w:t>Wydawnictwo</w:t>
            </w:r>
            <w:r w:rsidR="00A0524F" w:rsidRPr="00CF7B51">
              <w:rPr>
                <w:rFonts w:ascii="Times New Roman" w:hAnsi="Times New Roman"/>
                <w:lang w:eastAsia="pl-PL"/>
              </w:rPr>
              <w:t xml:space="preserve"> Psychologiczne,</w:t>
            </w:r>
            <w:r w:rsidR="00964913" w:rsidRPr="00CF7B51">
              <w:rPr>
                <w:rFonts w:ascii="Times New Roman" w:hAnsi="Times New Roman"/>
                <w:lang w:eastAsia="pl-PL"/>
              </w:rPr>
              <w:t xml:space="preserve"> </w:t>
            </w:r>
            <w:r w:rsidR="00964913" w:rsidRPr="00CF7B51">
              <w:rPr>
                <w:rFonts w:ascii="Times New Roman" w:hAnsi="Times New Roman"/>
              </w:rPr>
              <w:t>Gdańsk 2005.</w:t>
            </w:r>
          </w:p>
        </w:tc>
      </w:tr>
    </w:tbl>
    <w:p w14:paraId="7B11942C" w14:textId="77777777" w:rsidR="0085747A" w:rsidRPr="00CF7B51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6C6E47BB" w14:textId="77777777" w:rsidR="0085747A" w:rsidRPr="00CF7B51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5DC2B290" w14:textId="77777777" w:rsidR="0085747A" w:rsidRPr="00CF7B51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CF7B51">
        <w:rPr>
          <w:smallCaps w:val="0"/>
          <w:sz w:val="22"/>
        </w:rPr>
        <w:t>Akceptacja Kierownika Jednostki lub osoby upoważnionej</w:t>
      </w:r>
    </w:p>
    <w:sectPr w:rsidR="0085747A" w:rsidRPr="00CF7B51" w:rsidSect="00CF7B51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5012DE" w14:textId="77777777" w:rsidR="00D51088" w:rsidRDefault="00D51088" w:rsidP="00C16ABF">
      <w:pPr>
        <w:spacing w:after="0" w:line="240" w:lineRule="auto"/>
      </w:pPr>
      <w:r>
        <w:separator/>
      </w:r>
    </w:p>
  </w:endnote>
  <w:endnote w:type="continuationSeparator" w:id="0">
    <w:p w14:paraId="5DDD7722" w14:textId="77777777" w:rsidR="00D51088" w:rsidRDefault="00D510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732C1" w14:textId="77777777" w:rsidR="00D51088" w:rsidRDefault="00D51088" w:rsidP="00C16ABF">
      <w:pPr>
        <w:spacing w:after="0" w:line="240" w:lineRule="auto"/>
      </w:pPr>
      <w:r>
        <w:separator/>
      </w:r>
    </w:p>
  </w:footnote>
  <w:footnote w:type="continuationSeparator" w:id="0">
    <w:p w14:paraId="6CECF201" w14:textId="77777777" w:rsidR="00D51088" w:rsidRDefault="00D51088" w:rsidP="00C16ABF">
      <w:pPr>
        <w:spacing w:after="0" w:line="240" w:lineRule="auto"/>
      </w:pPr>
      <w:r>
        <w:continuationSeparator/>
      </w:r>
    </w:p>
  </w:footnote>
  <w:footnote w:id="1">
    <w:p w14:paraId="207E1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06CFB"/>
    <w:multiLevelType w:val="hybridMultilevel"/>
    <w:tmpl w:val="C8620F46"/>
    <w:lvl w:ilvl="0" w:tplc="0F44EC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F3DAC"/>
    <w:multiLevelType w:val="hybridMultilevel"/>
    <w:tmpl w:val="13505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564"/>
    <w:rsid w:val="00015B8F"/>
    <w:rsid w:val="00022ECE"/>
    <w:rsid w:val="00025968"/>
    <w:rsid w:val="00042A51"/>
    <w:rsid w:val="00042D2E"/>
    <w:rsid w:val="00044C82"/>
    <w:rsid w:val="00046578"/>
    <w:rsid w:val="00046FC8"/>
    <w:rsid w:val="00047DE1"/>
    <w:rsid w:val="0005583A"/>
    <w:rsid w:val="00061CE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117"/>
    <w:rsid w:val="000B3E37"/>
    <w:rsid w:val="000B66D6"/>
    <w:rsid w:val="000D04B0"/>
    <w:rsid w:val="000E170F"/>
    <w:rsid w:val="000F1C57"/>
    <w:rsid w:val="000F4495"/>
    <w:rsid w:val="000F5615"/>
    <w:rsid w:val="00106BF6"/>
    <w:rsid w:val="0011511C"/>
    <w:rsid w:val="00121196"/>
    <w:rsid w:val="00122DE0"/>
    <w:rsid w:val="00124BFF"/>
    <w:rsid w:val="0012560E"/>
    <w:rsid w:val="00127108"/>
    <w:rsid w:val="00134B13"/>
    <w:rsid w:val="00146BC0"/>
    <w:rsid w:val="001479B8"/>
    <w:rsid w:val="00153506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25C2"/>
    <w:rsid w:val="00192F37"/>
    <w:rsid w:val="001A70D2"/>
    <w:rsid w:val="001D657B"/>
    <w:rsid w:val="001D7B54"/>
    <w:rsid w:val="001E0209"/>
    <w:rsid w:val="001E3871"/>
    <w:rsid w:val="001E3F2D"/>
    <w:rsid w:val="001F2CA2"/>
    <w:rsid w:val="002144C0"/>
    <w:rsid w:val="0021501E"/>
    <w:rsid w:val="0022477D"/>
    <w:rsid w:val="002278A9"/>
    <w:rsid w:val="002336F9"/>
    <w:rsid w:val="00237708"/>
    <w:rsid w:val="0024028F"/>
    <w:rsid w:val="002439D3"/>
    <w:rsid w:val="00244ABC"/>
    <w:rsid w:val="002611C1"/>
    <w:rsid w:val="00274F0D"/>
    <w:rsid w:val="00281FF2"/>
    <w:rsid w:val="00284C62"/>
    <w:rsid w:val="002857DE"/>
    <w:rsid w:val="00291567"/>
    <w:rsid w:val="00295623"/>
    <w:rsid w:val="002A22BF"/>
    <w:rsid w:val="002A2389"/>
    <w:rsid w:val="002A671D"/>
    <w:rsid w:val="002B31D9"/>
    <w:rsid w:val="002B4D55"/>
    <w:rsid w:val="002B5EA0"/>
    <w:rsid w:val="002B6119"/>
    <w:rsid w:val="002C1F06"/>
    <w:rsid w:val="002C3F4B"/>
    <w:rsid w:val="002D242B"/>
    <w:rsid w:val="002D3375"/>
    <w:rsid w:val="002D73D4"/>
    <w:rsid w:val="002E6E3D"/>
    <w:rsid w:val="002F02A3"/>
    <w:rsid w:val="002F15C0"/>
    <w:rsid w:val="002F2901"/>
    <w:rsid w:val="002F4ABE"/>
    <w:rsid w:val="002F57BE"/>
    <w:rsid w:val="00301526"/>
    <w:rsid w:val="0030179A"/>
    <w:rsid w:val="003018BA"/>
    <w:rsid w:val="003020DD"/>
    <w:rsid w:val="0030395F"/>
    <w:rsid w:val="00305C92"/>
    <w:rsid w:val="003151C5"/>
    <w:rsid w:val="00321C14"/>
    <w:rsid w:val="00323DB4"/>
    <w:rsid w:val="003343CF"/>
    <w:rsid w:val="00346FE9"/>
    <w:rsid w:val="0034759A"/>
    <w:rsid w:val="003503F6"/>
    <w:rsid w:val="003530DD"/>
    <w:rsid w:val="00363F78"/>
    <w:rsid w:val="00371E40"/>
    <w:rsid w:val="003900D9"/>
    <w:rsid w:val="00392CB0"/>
    <w:rsid w:val="003933A3"/>
    <w:rsid w:val="003A0A5B"/>
    <w:rsid w:val="003A1176"/>
    <w:rsid w:val="003A5559"/>
    <w:rsid w:val="003C0BAE"/>
    <w:rsid w:val="003C5666"/>
    <w:rsid w:val="003D0C31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05A"/>
    <w:rsid w:val="004362C6"/>
    <w:rsid w:val="00437FA2"/>
    <w:rsid w:val="00444335"/>
    <w:rsid w:val="00445970"/>
    <w:rsid w:val="004507ED"/>
    <w:rsid w:val="00454789"/>
    <w:rsid w:val="0045729E"/>
    <w:rsid w:val="0046119F"/>
    <w:rsid w:val="00461EFC"/>
    <w:rsid w:val="004652C2"/>
    <w:rsid w:val="004706D1"/>
    <w:rsid w:val="00471326"/>
    <w:rsid w:val="0047429B"/>
    <w:rsid w:val="0047598D"/>
    <w:rsid w:val="004840FD"/>
    <w:rsid w:val="00490F7D"/>
    <w:rsid w:val="00491678"/>
    <w:rsid w:val="004968E2"/>
    <w:rsid w:val="004A3EEA"/>
    <w:rsid w:val="004A4D1F"/>
    <w:rsid w:val="004C0686"/>
    <w:rsid w:val="004C17A5"/>
    <w:rsid w:val="004C3CC5"/>
    <w:rsid w:val="004D5282"/>
    <w:rsid w:val="004E275E"/>
    <w:rsid w:val="004E48DB"/>
    <w:rsid w:val="004F1551"/>
    <w:rsid w:val="004F16C2"/>
    <w:rsid w:val="004F55A3"/>
    <w:rsid w:val="0050496F"/>
    <w:rsid w:val="00506778"/>
    <w:rsid w:val="005128BD"/>
    <w:rsid w:val="00513B6F"/>
    <w:rsid w:val="005174C5"/>
    <w:rsid w:val="00517C63"/>
    <w:rsid w:val="00523D9D"/>
    <w:rsid w:val="00525166"/>
    <w:rsid w:val="00526C94"/>
    <w:rsid w:val="00530737"/>
    <w:rsid w:val="00531A6C"/>
    <w:rsid w:val="00534826"/>
    <w:rsid w:val="005363C4"/>
    <w:rsid w:val="00536BDE"/>
    <w:rsid w:val="00543ACC"/>
    <w:rsid w:val="0056696D"/>
    <w:rsid w:val="00573EF9"/>
    <w:rsid w:val="0059484D"/>
    <w:rsid w:val="005A0855"/>
    <w:rsid w:val="005A3196"/>
    <w:rsid w:val="005A63F3"/>
    <w:rsid w:val="005B7BEE"/>
    <w:rsid w:val="005C080F"/>
    <w:rsid w:val="005C221E"/>
    <w:rsid w:val="005C55E5"/>
    <w:rsid w:val="005C696A"/>
    <w:rsid w:val="005E6E85"/>
    <w:rsid w:val="005F31D2"/>
    <w:rsid w:val="0061029B"/>
    <w:rsid w:val="00617230"/>
    <w:rsid w:val="006213A7"/>
    <w:rsid w:val="00621CE1"/>
    <w:rsid w:val="006244CA"/>
    <w:rsid w:val="00627FC9"/>
    <w:rsid w:val="00642D7E"/>
    <w:rsid w:val="00647FA8"/>
    <w:rsid w:val="00650C5F"/>
    <w:rsid w:val="00654934"/>
    <w:rsid w:val="00654E3A"/>
    <w:rsid w:val="006620D9"/>
    <w:rsid w:val="00671958"/>
    <w:rsid w:val="00671A2E"/>
    <w:rsid w:val="00672C69"/>
    <w:rsid w:val="00675843"/>
    <w:rsid w:val="00681470"/>
    <w:rsid w:val="00687846"/>
    <w:rsid w:val="00696477"/>
    <w:rsid w:val="00697578"/>
    <w:rsid w:val="006D050F"/>
    <w:rsid w:val="006D6139"/>
    <w:rsid w:val="006E5D65"/>
    <w:rsid w:val="006F0171"/>
    <w:rsid w:val="006F1282"/>
    <w:rsid w:val="006F1FBC"/>
    <w:rsid w:val="006F31E2"/>
    <w:rsid w:val="00706544"/>
    <w:rsid w:val="007072BA"/>
    <w:rsid w:val="0071620A"/>
    <w:rsid w:val="00720BE1"/>
    <w:rsid w:val="00724456"/>
    <w:rsid w:val="00724677"/>
    <w:rsid w:val="00725459"/>
    <w:rsid w:val="007327BD"/>
    <w:rsid w:val="00734608"/>
    <w:rsid w:val="00740865"/>
    <w:rsid w:val="00745302"/>
    <w:rsid w:val="007461D6"/>
    <w:rsid w:val="00746EC8"/>
    <w:rsid w:val="00763BF1"/>
    <w:rsid w:val="0076699E"/>
    <w:rsid w:val="00766FD4"/>
    <w:rsid w:val="0078168C"/>
    <w:rsid w:val="007830D6"/>
    <w:rsid w:val="00787C2A"/>
    <w:rsid w:val="00790E27"/>
    <w:rsid w:val="007A4022"/>
    <w:rsid w:val="007A6E6E"/>
    <w:rsid w:val="007B19F4"/>
    <w:rsid w:val="007C3299"/>
    <w:rsid w:val="007C3BCC"/>
    <w:rsid w:val="007C4546"/>
    <w:rsid w:val="007D3B9E"/>
    <w:rsid w:val="007D6E56"/>
    <w:rsid w:val="007E0F83"/>
    <w:rsid w:val="007E7C4E"/>
    <w:rsid w:val="007F1652"/>
    <w:rsid w:val="007F4155"/>
    <w:rsid w:val="0081554D"/>
    <w:rsid w:val="0081707E"/>
    <w:rsid w:val="00817674"/>
    <w:rsid w:val="008449B3"/>
    <w:rsid w:val="0085747A"/>
    <w:rsid w:val="00861DDB"/>
    <w:rsid w:val="00870CF9"/>
    <w:rsid w:val="00873DB1"/>
    <w:rsid w:val="00884922"/>
    <w:rsid w:val="00885F64"/>
    <w:rsid w:val="008917F9"/>
    <w:rsid w:val="00892479"/>
    <w:rsid w:val="008A1B9E"/>
    <w:rsid w:val="008A3053"/>
    <w:rsid w:val="008A381C"/>
    <w:rsid w:val="008A45F7"/>
    <w:rsid w:val="008A5D44"/>
    <w:rsid w:val="008C0CC0"/>
    <w:rsid w:val="008C19A9"/>
    <w:rsid w:val="008C379D"/>
    <w:rsid w:val="008C5147"/>
    <w:rsid w:val="008C5359"/>
    <w:rsid w:val="008C5363"/>
    <w:rsid w:val="008D2BB8"/>
    <w:rsid w:val="008D3DFB"/>
    <w:rsid w:val="008D7A27"/>
    <w:rsid w:val="008E08CB"/>
    <w:rsid w:val="008E64F4"/>
    <w:rsid w:val="008F12C9"/>
    <w:rsid w:val="008F475B"/>
    <w:rsid w:val="008F6E29"/>
    <w:rsid w:val="009131BD"/>
    <w:rsid w:val="00915BC6"/>
    <w:rsid w:val="00916188"/>
    <w:rsid w:val="00923D7D"/>
    <w:rsid w:val="00946A0F"/>
    <w:rsid w:val="009508DF"/>
    <w:rsid w:val="00950C6D"/>
    <w:rsid w:val="00950DAC"/>
    <w:rsid w:val="00954A07"/>
    <w:rsid w:val="00964913"/>
    <w:rsid w:val="009656B9"/>
    <w:rsid w:val="00986C91"/>
    <w:rsid w:val="00987817"/>
    <w:rsid w:val="00997F14"/>
    <w:rsid w:val="009A4768"/>
    <w:rsid w:val="009A78D9"/>
    <w:rsid w:val="009B1A69"/>
    <w:rsid w:val="009B3498"/>
    <w:rsid w:val="009C1331"/>
    <w:rsid w:val="009C3E31"/>
    <w:rsid w:val="009C54AE"/>
    <w:rsid w:val="009C788E"/>
    <w:rsid w:val="009E3B41"/>
    <w:rsid w:val="009F3C5C"/>
    <w:rsid w:val="009F4610"/>
    <w:rsid w:val="00A00ECC"/>
    <w:rsid w:val="00A0524F"/>
    <w:rsid w:val="00A155EE"/>
    <w:rsid w:val="00A2245B"/>
    <w:rsid w:val="00A30110"/>
    <w:rsid w:val="00A32BC0"/>
    <w:rsid w:val="00A36899"/>
    <w:rsid w:val="00A36E2C"/>
    <w:rsid w:val="00A371F6"/>
    <w:rsid w:val="00A42B50"/>
    <w:rsid w:val="00A43BF6"/>
    <w:rsid w:val="00A53FA5"/>
    <w:rsid w:val="00A54817"/>
    <w:rsid w:val="00A56E6E"/>
    <w:rsid w:val="00A601C8"/>
    <w:rsid w:val="00A60799"/>
    <w:rsid w:val="00A84C85"/>
    <w:rsid w:val="00A86592"/>
    <w:rsid w:val="00A90CCC"/>
    <w:rsid w:val="00A97DE1"/>
    <w:rsid w:val="00AA0DB1"/>
    <w:rsid w:val="00AA47D3"/>
    <w:rsid w:val="00AA4CE5"/>
    <w:rsid w:val="00AB053C"/>
    <w:rsid w:val="00AD1146"/>
    <w:rsid w:val="00AD27D3"/>
    <w:rsid w:val="00AD66D6"/>
    <w:rsid w:val="00AE1160"/>
    <w:rsid w:val="00AE15FF"/>
    <w:rsid w:val="00AE203C"/>
    <w:rsid w:val="00AE2E74"/>
    <w:rsid w:val="00AE5FCB"/>
    <w:rsid w:val="00AE6BF2"/>
    <w:rsid w:val="00AF031D"/>
    <w:rsid w:val="00AF2BD4"/>
    <w:rsid w:val="00AF2C1E"/>
    <w:rsid w:val="00B00A31"/>
    <w:rsid w:val="00B017F6"/>
    <w:rsid w:val="00B06142"/>
    <w:rsid w:val="00B135B1"/>
    <w:rsid w:val="00B20653"/>
    <w:rsid w:val="00B215D9"/>
    <w:rsid w:val="00B3130B"/>
    <w:rsid w:val="00B40ADB"/>
    <w:rsid w:val="00B43B77"/>
    <w:rsid w:val="00B43E80"/>
    <w:rsid w:val="00B607DB"/>
    <w:rsid w:val="00B62620"/>
    <w:rsid w:val="00B63388"/>
    <w:rsid w:val="00B66529"/>
    <w:rsid w:val="00B75946"/>
    <w:rsid w:val="00B8056E"/>
    <w:rsid w:val="00B819C8"/>
    <w:rsid w:val="00B82308"/>
    <w:rsid w:val="00B84855"/>
    <w:rsid w:val="00B90885"/>
    <w:rsid w:val="00BB520A"/>
    <w:rsid w:val="00BB6853"/>
    <w:rsid w:val="00BC01A4"/>
    <w:rsid w:val="00BD3869"/>
    <w:rsid w:val="00BD66E9"/>
    <w:rsid w:val="00BD6FF4"/>
    <w:rsid w:val="00BF2C41"/>
    <w:rsid w:val="00BF41B2"/>
    <w:rsid w:val="00C00C58"/>
    <w:rsid w:val="00C058B4"/>
    <w:rsid w:val="00C05F44"/>
    <w:rsid w:val="00C131B5"/>
    <w:rsid w:val="00C13A0A"/>
    <w:rsid w:val="00C16ABF"/>
    <w:rsid w:val="00C170AE"/>
    <w:rsid w:val="00C26CB7"/>
    <w:rsid w:val="00C27021"/>
    <w:rsid w:val="00C324C1"/>
    <w:rsid w:val="00C36992"/>
    <w:rsid w:val="00C45E96"/>
    <w:rsid w:val="00C47E9F"/>
    <w:rsid w:val="00C56036"/>
    <w:rsid w:val="00C61DC5"/>
    <w:rsid w:val="00C67E92"/>
    <w:rsid w:val="00C70A26"/>
    <w:rsid w:val="00C766DF"/>
    <w:rsid w:val="00C94B98"/>
    <w:rsid w:val="00C9631D"/>
    <w:rsid w:val="00CA2B96"/>
    <w:rsid w:val="00CA5089"/>
    <w:rsid w:val="00CB42CB"/>
    <w:rsid w:val="00CC35D9"/>
    <w:rsid w:val="00CD487E"/>
    <w:rsid w:val="00CD6897"/>
    <w:rsid w:val="00CE5BAC"/>
    <w:rsid w:val="00CF0080"/>
    <w:rsid w:val="00CF25BE"/>
    <w:rsid w:val="00CF78ED"/>
    <w:rsid w:val="00CF7B51"/>
    <w:rsid w:val="00D02B25"/>
    <w:rsid w:val="00D02EBA"/>
    <w:rsid w:val="00D1244E"/>
    <w:rsid w:val="00D17C3C"/>
    <w:rsid w:val="00D26B2C"/>
    <w:rsid w:val="00D27589"/>
    <w:rsid w:val="00D34278"/>
    <w:rsid w:val="00D352C9"/>
    <w:rsid w:val="00D425B2"/>
    <w:rsid w:val="00D428D6"/>
    <w:rsid w:val="00D51088"/>
    <w:rsid w:val="00D552B2"/>
    <w:rsid w:val="00D57A5B"/>
    <w:rsid w:val="00D608D1"/>
    <w:rsid w:val="00D6398A"/>
    <w:rsid w:val="00D74119"/>
    <w:rsid w:val="00D743FD"/>
    <w:rsid w:val="00D768DF"/>
    <w:rsid w:val="00D8075B"/>
    <w:rsid w:val="00D811BD"/>
    <w:rsid w:val="00D840F5"/>
    <w:rsid w:val="00D8546F"/>
    <w:rsid w:val="00D8678B"/>
    <w:rsid w:val="00D95104"/>
    <w:rsid w:val="00DA2114"/>
    <w:rsid w:val="00DC540D"/>
    <w:rsid w:val="00DE09C0"/>
    <w:rsid w:val="00DE48A2"/>
    <w:rsid w:val="00DE4A14"/>
    <w:rsid w:val="00DE4B94"/>
    <w:rsid w:val="00DF320D"/>
    <w:rsid w:val="00DF546C"/>
    <w:rsid w:val="00DF71C8"/>
    <w:rsid w:val="00E0411D"/>
    <w:rsid w:val="00E129B8"/>
    <w:rsid w:val="00E21E7D"/>
    <w:rsid w:val="00E22FBC"/>
    <w:rsid w:val="00E24BF5"/>
    <w:rsid w:val="00E250C6"/>
    <w:rsid w:val="00E25338"/>
    <w:rsid w:val="00E51E44"/>
    <w:rsid w:val="00E63348"/>
    <w:rsid w:val="00E77E88"/>
    <w:rsid w:val="00E8107D"/>
    <w:rsid w:val="00E811D2"/>
    <w:rsid w:val="00E9020F"/>
    <w:rsid w:val="00E927E0"/>
    <w:rsid w:val="00E9420B"/>
    <w:rsid w:val="00E960BB"/>
    <w:rsid w:val="00EA2074"/>
    <w:rsid w:val="00EA4832"/>
    <w:rsid w:val="00EA4E9D"/>
    <w:rsid w:val="00EC4899"/>
    <w:rsid w:val="00ED03AB"/>
    <w:rsid w:val="00ED2422"/>
    <w:rsid w:val="00ED32D2"/>
    <w:rsid w:val="00EE32DE"/>
    <w:rsid w:val="00EE5457"/>
    <w:rsid w:val="00EF3FC3"/>
    <w:rsid w:val="00EF5D06"/>
    <w:rsid w:val="00F070AB"/>
    <w:rsid w:val="00F12CF1"/>
    <w:rsid w:val="00F17567"/>
    <w:rsid w:val="00F27A7B"/>
    <w:rsid w:val="00F51857"/>
    <w:rsid w:val="00F526AF"/>
    <w:rsid w:val="00F617C3"/>
    <w:rsid w:val="00F61F98"/>
    <w:rsid w:val="00F7066B"/>
    <w:rsid w:val="00F72DEA"/>
    <w:rsid w:val="00F83B28"/>
    <w:rsid w:val="00F86D2A"/>
    <w:rsid w:val="00FA46E5"/>
    <w:rsid w:val="00FB5AB5"/>
    <w:rsid w:val="00FB7DBA"/>
    <w:rsid w:val="00FC1C25"/>
    <w:rsid w:val="00FC3F45"/>
    <w:rsid w:val="00FD3186"/>
    <w:rsid w:val="00FD503F"/>
    <w:rsid w:val="00FD7589"/>
    <w:rsid w:val="00FE711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FCFA3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50C6D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paragraph" w:styleId="NormalnyWeb">
    <w:name w:val="Normal (Web)"/>
    <w:basedOn w:val="Normalny"/>
    <w:uiPriority w:val="99"/>
    <w:rsid w:val="009649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3933A3"/>
  </w:style>
  <w:style w:type="character" w:styleId="Uwydatnienie">
    <w:name w:val="Emphasis"/>
    <w:basedOn w:val="Domylnaczcionkaakapitu"/>
    <w:uiPriority w:val="20"/>
    <w:qFormat/>
    <w:rsid w:val="003933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B0158-1BB1-4C20-A528-2103D4090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1298</Words>
  <Characters>7791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2021-01-11T14:18:00Z</dcterms:created>
  <dcterms:modified xsi:type="dcterms:W3CDTF">2021-01-11T14:18:00Z</dcterms:modified>
</cp:coreProperties>
</file>