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0E715D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E715D">
        <w:rPr>
          <w:rFonts w:ascii="Times New Roman" w:hAnsi="Times New Roman"/>
          <w:b/>
          <w:bCs/>
        </w:rPr>
        <w:t xml:space="preserve">   </w:t>
      </w:r>
      <w:r w:rsidR="00CD6897" w:rsidRPr="000E715D">
        <w:rPr>
          <w:rFonts w:ascii="Times New Roman" w:hAnsi="Times New Roman"/>
          <w:b/>
          <w:bCs/>
        </w:rPr>
        <w:tab/>
      </w:r>
      <w:r w:rsidR="00CD6897" w:rsidRPr="000E715D">
        <w:rPr>
          <w:rFonts w:ascii="Times New Roman" w:hAnsi="Times New Roman"/>
          <w:b/>
          <w:bCs/>
        </w:rPr>
        <w:tab/>
      </w:r>
      <w:r w:rsidR="00CD6897" w:rsidRPr="000E715D">
        <w:rPr>
          <w:rFonts w:ascii="Times New Roman" w:hAnsi="Times New Roman"/>
          <w:b/>
          <w:bCs/>
        </w:rPr>
        <w:tab/>
      </w:r>
      <w:r w:rsidR="00CD6897" w:rsidRPr="000E715D">
        <w:rPr>
          <w:rFonts w:ascii="Times New Roman" w:hAnsi="Times New Roman"/>
          <w:b/>
          <w:bCs/>
        </w:rPr>
        <w:tab/>
      </w:r>
      <w:r w:rsidR="00CD6897" w:rsidRPr="000E715D">
        <w:rPr>
          <w:rFonts w:ascii="Times New Roman" w:hAnsi="Times New Roman"/>
          <w:b/>
          <w:bCs/>
        </w:rPr>
        <w:tab/>
      </w:r>
      <w:r w:rsidR="00CD6897" w:rsidRPr="000E715D">
        <w:rPr>
          <w:rFonts w:ascii="Times New Roman" w:hAnsi="Times New Roman"/>
          <w:b/>
          <w:bCs/>
        </w:rPr>
        <w:tab/>
      </w:r>
      <w:r w:rsidR="00D8678B" w:rsidRPr="000E715D">
        <w:rPr>
          <w:rFonts w:ascii="Times New Roman" w:hAnsi="Times New Roman"/>
          <w:bCs/>
          <w:i/>
        </w:rPr>
        <w:t xml:space="preserve">Załącznik nr </w:t>
      </w:r>
      <w:r w:rsidR="006F31E2" w:rsidRPr="000E715D">
        <w:rPr>
          <w:rFonts w:ascii="Times New Roman" w:hAnsi="Times New Roman"/>
          <w:bCs/>
          <w:i/>
        </w:rPr>
        <w:t>1.5</w:t>
      </w:r>
      <w:r w:rsidR="00D8678B" w:rsidRPr="000E715D">
        <w:rPr>
          <w:rFonts w:ascii="Times New Roman" w:hAnsi="Times New Roman"/>
          <w:bCs/>
          <w:i/>
        </w:rPr>
        <w:t xml:space="preserve"> do Zarządzenia</w:t>
      </w:r>
      <w:r w:rsidR="002A22BF" w:rsidRPr="000E715D">
        <w:rPr>
          <w:rFonts w:ascii="Times New Roman" w:hAnsi="Times New Roman"/>
          <w:bCs/>
          <w:i/>
        </w:rPr>
        <w:t xml:space="preserve"> Rektora UR </w:t>
      </w:r>
      <w:r w:rsidR="00CD6897" w:rsidRPr="000E715D">
        <w:rPr>
          <w:rFonts w:ascii="Times New Roman" w:hAnsi="Times New Roman"/>
          <w:bCs/>
          <w:i/>
        </w:rPr>
        <w:t xml:space="preserve"> nr </w:t>
      </w:r>
      <w:r w:rsidR="00F17567" w:rsidRPr="000E715D">
        <w:rPr>
          <w:rFonts w:ascii="Times New Roman" w:hAnsi="Times New Roman"/>
          <w:bCs/>
          <w:i/>
        </w:rPr>
        <w:t>12/2019</w:t>
      </w:r>
    </w:p>
    <w:p w:rsidR="0085747A" w:rsidRPr="000E715D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0E715D">
        <w:rPr>
          <w:rFonts w:ascii="Times New Roman" w:hAnsi="Times New Roman"/>
          <w:b/>
          <w:smallCaps/>
          <w:sz w:val="24"/>
        </w:rPr>
        <w:t>SYLABUS</w:t>
      </w:r>
    </w:p>
    <w:p w:rsidR="0085747A" w:rsidRPr="000E715D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0E715D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0E715D">
        <w:rPr>
          <w:rFonts w:ascii="Times New Roman" w:hAnsi="Times New Roman"/>
          <w:b/>
          <w:smallCaps/>
          <w:sz w:val="24"/>
        </w:rPr>
        <w:t xml:space="preserve"> </w:t>
      </w:r>
      <w:r w:rsidR="00DA4EBE" w:rsidRPr="000E715D">
        <w:rPr>
          <w:rFonts w:ascii="Times New Roman" w:hAnsi="Times New Roman"/>
          <w:i/>
          <w:smallCaps/>
          <w:sz w:val="24"/>
        </w:rPr>
        <w:t>2019-2022</w:t>
      </w:r>
    </w:p>
    <w:p w:rsidR="0085747A" w:rsidRPr="000E715D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0E715D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</w:t>
      </w:r>
      <w:r w:rsidR="000E715D">
        <w:rPr>
          <w:rFonts w:ascii="Times New Roman" w:hAnsi="Times New Roman"/>
          <w:i/>
          <w:sz w:val="20"/>
        </w:rPr>
        <w:tab/>
        <w:t xml:space="preserve">   </w:t>
      </w:r>
      <w:r w:rsidR="0085747A" w:rsidRPr="000E715D">
        <w:rPr>
          <w:rFonts w:ascii="Times New Roman" w:hAnsi="Times New Roman"/>
          <w:i/>
          <w:sz w:val="20"/>
        </w:rPr>
        <w:t>(skrajne daty</w:t>
      </w:r>
      <w:r w:rsidR="0085747A" w:rsidRPr="000E715D">
        <w:rPr>
          <w:rFonts w:ascii="Times New Roman" w:hAnsi="Times New Roman"/>
          <w:sz w:val="20"/>
        </w:rPr>
        <w:t>)</w:t>
      </w:r>
    </w:p>
    <w:p w:rsidR="000E715D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0E715D">
        <w:rPr>
          <w:rFonts w:ascii="Times New Roman" w:hAnsi="Times New Roman"/>
        </w:rPr>
        <w:tab/>
      </w:r>
      <w:r w:rsidRPr="000E715D">
        <w:rPr>
          <w:rFonts w:ascii="Times New Roman" w:hAnsi="Times New Roman"/>
        </w:rPr>
        <w:tab/>
      </w:r>
      <w:r w:rsidRPr="000E715D">
        <w:rPr>
          <w:rFonts w:ascii="Times New Roman" w:hAnsi="Times New Roman"/>
        </w:rPr>
        <w:tab/>
      </w:r>
      <w:r w:rsidRPr="000E715D">
        <w:rPr>
          <w:rFonts w:ascii="Times New Roman" w:hAnsi="Times New Roman"/>
        </w:rPr>
        <w:tab/>
      </w:r>
    </w:p>
    <w:p w:rsidR="00C31347" w:rsidRDefault="00445970" w:rsidP="000E715D">
      <w:pPr>
        <w:spacing w:after="0" w:line="240" w:lineRule="exact"/>
        <w:jc w:val="center"/>
        <w:rPr>
          <w:rFonts w:ascii="Times New Roman" w:hAnsi="Times New Roman"/>
        </w:rPr>
      </w:pPr>
      <w:r w:rsidRPr="000E715D">
        <w:rPr>
          <w:rFonts w:ascii="Times New Roman" w:hAnsi="Times New Roman"/>
        </w:rPr>
        <w:t xml:space="preserve">Rok akademicki </w:t>
      </w:r>
      <w:r w:rsidR="00DA4EBE" w:rsidRPr="000E715D">
        <w:rPr>
          <w:rFonts w:ascii="Times New Roman" w:hAnsi="Times New Roman"/>
        </w:rPr>
        <w:t>2019/2020</w:t>
      </w:r>
      <w:r w:rsidR="00856673" w:rsidRPr="000E715D">
        <w:rPr>
          <w:rFonts w:ascii="Times New Roman" w:hAnsi="Times New Roman"/>
        </w:rPr>
        <w:t xml:space="preserve">, </w:t>
      </w:r>
    </w:p>
    <w:p w:rsidR="00445970" w:rsidRPr="000E715D" w:rsidRDefault="00856673" w:rsidP="00C31347">
      <w:pPr>
        <w:spacing w:after="0" w:line="240" w:lineRule="exact"/>
        <w:ind w:left="1416"/>
        <w:jc w:val="center"/>
        <w:rPr>
          <w:rFonts w:ascii="Times New Roman" w:hAnsi="Times New Roman"/>
        </w:rPr>
      </w:pPr>
      <w:r w:rsidRPr="000E715D">
        <w:rPr>
          <w:rFonts w:ascii="Times New Roman" w:hAnsi="Times New Roman"/>
        </w:rPr>
        <w:t>2020/2021</w:t>
      </w:r>
    </w:p>
    <w:p w:rsidR="0085747A" w:rsidRPr="000E715D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0E715D" w:rsidRDefault="0071620A" w:rsidP="009C54AE">
      <w:pPr>
        <w:pStyle w:val="Punktygwne"/>
        <w:spacing w:before="0" w:after="0"/>
        <w:rPr>
          <w:color w:val="0070C0"/>
          <w:sz w:val="22"/>
        </w:rPr>
      </w:pPr>
      <w:r w:rsidRPr="000E715D">
        <w:rPr>
          <w:sz w:val="22"/>
        </w:rPr>
        <w:t xml:space="preserve">1. </w:t>
      </w:r>
      <w:r w:rsidR="0085747A" w:rsidRPr="000E715D">
        <w:rPr>
          <w:sz w:val="22"/>
        </w:rPr>
        <w:t xml:space="preserve">Podstawowe </w:t>
      </w:r>
      <w:r w:rsidR="00445970" w:rsidRPr="000E715D">
        <w:rPr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E715D" w:rsidRDefault="0015436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E715D">
              <w:rPr>
                <w:b w:val="0"/>
                <w:sz w:val="22"/>
              </w:rPr>
              <w:t>Mediacja</w:t>
            </w: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Kod przedmiotu</w:t>
            </w:r>
            <w:r w:rsidR="0085747A" w:rsidRPr="000E715D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E715D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nazwa</w:t>
            </w:r>
            <w:r w:rsidR="00C05F44" w:rsidRPr="000E715D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E715D" w:rsidRDefault="00C3134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E715D" w:rsidRDefault="00A67CE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E71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E715D">
              <w:rPr>
                <w:b w:val="0"/>
                <w:sz w:val="22"/>
              </w:rPr>
              <w:t>Nauki o rodzinie</w:t>
            </w: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E71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E715D">
              <w:rPr>
                <w:b w:val="0"/>
                <w:sz w:val="22"/>
              </w:rPr>
              <w:t>I</w:t>
            </w: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E71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E715D">
              <w:rPr>
                <w:b w:val="0"/>
                <w:sz w:val="22"/>
              </w:rPr>
              <w:t>praktyczny</w:t>
            </w: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E71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E715D">
              <w:rPr>
                <w:b w:val="0"/>
                <w:sz w:val="22"/>
              </w:rPr>
              <w:t>stacjonarne</w:t>
            </w: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Rok i semestr</w:t>
            </w:r>
            <w:r w:rsidR="0030395F" w:rsidRPr="000E715D">
              <w:rPr>
                <w:sz w:val="22"/>
                <w:szCs w:val="22"/>
              </w:rPr>
              <w:t>/y</w:t>
            </w:r>
            <w:r w:rsidRPr="000E715D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E715D" w:rsidRDefault="00604CA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E715D">
              <w:rPr>
                <w:b w:val="0"/>
                <w:sz w:val="22"/>
              </w:rPr>
              <w:t>Rok 1</w:t>
            </w:r>
            <w:r w:rsidR="000E715D">
              <w:rPr>
                <w:b w:val="0"/>
                <w:sz w:val="22"/>
              </w:rPr>
              <w:t xml:space="preserve"> </w:t>
            </w:r>
            <w:r w:rsidRPr="000E715D">
              <w:rPr>
                <w:b w:val="0"/>
                <w:sz w:val="22"/>
              </w:rPr>
              <w:t xml:space="preserve">semestr 2, </w:t>
            </w:r>
            <w:r w:rsidR="000E715D">
              <w:rPr>
                <w:b w:val="0"/>
                <w:sz w:val="22"/>
              </w:rPr>
              <w:t xml:space="preserve">rok 2 semestr </w:t>
            </w:r>
            <w:r w:rsidRPr="000E715D">
              <w:rPr>
                <w:b w:val="0"/>
                <w:sz w:val="22"/>
              </w:rPr>
              <w:t>3</w:t>
            </w: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E71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E715D">
              <w:rPr>
                <w:b w:val="0"/>
                <w:sz w:val="22"/>
              </w:rPr>
              <w:t>Przedmioty</w:t>
            </w:r>
            <w:r w:rsidR="00CA773C" w:rsidRPr="000E715D">
              <w:rPr>
                <w:b w:val="0"/>
                <w:sz w:val="22"/>
              </w:rPr>
              <w:t xml:space="preserve"> </w:t>
            </w:r>
            <w:r w:rsidR="00BA0A36" w:rsidRPr="000E715D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0E715D" w:rsidTr="00B819C8">
        <w:tc>
          <w:tcPr>
            <w:tcW w:w="2694" w:type="dxa"/>
            <w:vAlign w:val="center"/>
          </w:tcPr>
          <w:p w:rsidR="00923D7D" w:rsidRPr="000E715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E715D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E715D">
              <w:rPr>
                <w:b w:val="0"/>
                <w:sz w:val="22"/>
              </w:rPr>
              <w:t>polski</w:t>
            </w: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E715D" w:rsidRDefault="00C36F7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0E715D">
              <w:rPr>
                <w:b w:val="0"/>
                <w:sz w:val="22"/>
              </w:rPr>
              <w:t>Dr Magda Urbańska</w:t>
            </w:r>
          </w:p>
        </w:tc>
      </w:tr>
      <w:tr w:rsidR="0085747A" w:rsidRPr="000E715D" w:rsidTr="00B819C8">
        <w:tc>
          <w:tcPr>
            <w:tcW w:w="2694" w:type="dxa"/>
            <w:vAlign w:val="center"/>
          </w:tcPr>
          <w:p w:rsidR="0085747A" w:rsidRPr="000E715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E715D" w:rsidRDefault="000E715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0E715D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0E715D">
        <w:rPr>
          <w:szCs w:val="22"/>
        </w:rPr>
        <w:t xml:space="preserve">* </w:t>
      </w:r>
      <w:r w:rsidRPr="000E715D">
        <w:rPr>
          <w:i/>
          <w:szCs w:val="22"/>
        </w:rPr>
        <w:t>-</w:t>
      </w:r>
      <w:r w:rsidR="00B90885" w:rsidRPr="000E715D">
        <w:rPr>
          <w:b w:val="0"/>
          <w:i/>
          <w:szCs w:val="22"/>
        </w:rPr>
        <w:t>opcjonalni</w:t>
      </w:r>
      <w:r w:rsidR="00B90885" w:rsidRPr="000E715D">
        <w:rPr>
          <w:b w:val="0"/>
          <w:szCs w:val="22"/>
        </w:rPr>
        <w:t>e,</w:t>
      </w:r>
      <w:r w:rsidRPr="000E715D">
        <w:rPr>
          <w:i/>
          <w:szCs w:val="22"/>
        </w:rPr>
        <w:t xml:space="preserve"> </w:t>
      </w:r>
      <w:r w:rsidRPr="000E715D">
        <w:rPr>
          <w:b w:val="0"/>
          <w:i/>
          <w:szCs w:val="22"/>
        </w:rPr>
        <w:t xml:space="preserve">zgodnie z ustaleniami </w:t>
      </w:r>
      <w:r w:rsidR="00B90885" w:rsidRPr="000E715D">
        <w:rPr>
          <w:b w:val="0"/>
          <w:i/>
          <w:szCs w:val="22"/>
        </w:rPr>
        <w:t>w Jednostce</w:t>
      </w:r>
    </w:p>
    <w:p w:rsidR="00923D7D" w:rsidRPr="000E715D" w:rsidRDefault="00923D7D" w:rsidP="009C54AE">
      <w:pPr>
        <w:pStyle w:val="Podpunkty"/>
        <w:ind w:left="0"/>
        <w:rPr>
          <w:szCs w:val="22"/>
        </w:rPr>
      </w:pPr>
    </w:p>
    <w:p w:rsidR="0085747A" w:rsidRPr="000E715D" w:rsidRDefault="0085747A" w:rsidP="009C54AE">
      <w:pPr>
        <w:pStyle w:val="Podpunkty"/>
        <w:ind w:left="284"/>
        <w:rPr>
          <w:szCs w:val="22"/>
        </w:rPr>
      </w:pPr>
      <w:r w:rsidRPr="000E715D">
        <w:rPr>
          <w:szCs w:val="22"/>
        </w:rPr>
        <w:t>1.</w:t>
      </w:r>
      <w:r w:rsidR="00E22FBC" w:rsidRPr="000E715D">
        <w:rPr>
          <w:szCs w:val="22"/>
        </w:rPr>
        <w:t>1</w:t>
      </w:r>
      <w:r w:rsidRPr="000E715D">
        <w:rPr>
          <w:szCs w:val="22"/>
        </w:rPr>
        <w:t xml:space="preserve">.Formy zajęć dydaktycznych, wymiar godzin i punktów ECTS </w:t>
      </w:r>
    </w:p>
    <w:p w:rsidR="00923D7D" w:rsidRPr="000E715D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0E715D" w:rsidTr="000E71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0E715D">
              <w:rPr>
                <w:sz w:val="22"/>
              </w:rPr>
              <w:t>Semestr</w:t>
            </w:r>
          </w:p>
          <w:p w:rsidR="00015B8F" w:rsidRPr="000E715D" w:rsidRDefault="002B5EA0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0E715D">
              <w:rPr>
                <w:sz w:val="22"/>
              </w:rPr>
              <w:t>(</w:t>
            </w:r>
            <w:r w:rsidR="00363F78" w:rsidRPr="000E715D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0E715D">
              <w:rPr>
                <w:sz w:val="22"/>
              </w:rPr>
              <w:t>Wykł</w:t>
            </w:r>
            <w:proofErr w:type="spellEnd"/>
            <w:r w:rsidRPr="000E715D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0E715D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0E715D">
              <w:rPr>
                <w:sz w:val="22"/>
              </w:rPr>
              <w:t>Konw</w:t>
            </w:r>
            <w:proofErr w:type="spellEnd"/>
            <w:r w:rsidRPr="000E715D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0E715D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0E715D">
              <w:rPr>
                <w:sz w:val="22"/>
              </w:rPr>
              <w:t>Sem</w:t>
            </w:r>
            <w:proofErr w:type="spellEnd"/>
            <w:r w:rsidRPr="000E715D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0E715D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0E715D">
              <w:rPr>
                <w:sz w:val="22"/>
              </w:rPr>
              <w:t>Prakt</w:t>
            </w:r>
            <w:proofErr w:type="spellEnd"/>
            <w:r w:rsidRPr="000E715D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0E715D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E715D" w:rsidRDefault="00015B8F" w:rsidP="000E715D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0E715D">
              <w:rPr>
                <w:b/>
                <w:sz w:val="22"/>
              </w:rPr>
              <w:t>Liczba pkt</w:t>
            </w:r>
            <w:r w:rsidR="00B90885" w:rsidRPr="000E715D">
              <w:rPr>
                <w:b/>
                <w:sz w:val="22"/>
              </w:rPr>
              <w:t>.</w:t>
            </w:r>
            <w:r w:rsidRPr="000E715D">
              <w:rPr>
                <w:b/>
                <w:sz w:val="22"/>
              </w:rPr>
              <w:t xml:space="preserve"> ECTS</w:t>
            </w:r>
          </w:p>
        </w:tc>
      </w:tr>
      <w:tr w:rsidR="00015B8F" w:rsidRPr="000E715D" w:rsidTr="000E71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604CA3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015B8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604CA3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015B8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015B8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015B8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015B8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015B8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015B8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E715D" w:rsidRDefault="00604CA3" w:rsidP="000E715D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0E715D">
              <w:rPr>
                <w:b/>
                <w:sz w:val="22"/>
                <w:szCs w:val="22"/>
              </w:rPr>
              <w:t>3</w:t>
            </w:r>
          </w:p>
        </w:tc>
      </w:tr>
      <w:tr w:rsidR="0030395F" w:rsidRPr="000E715D" w:rsidTr="000E71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604CA3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30395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604CA3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0E715D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30395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30395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30395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30395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30395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30395F" w:rsidP="000E715D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E715D" w:rsidRDefault="00604CA3" w:rsidP="000E715D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0E715D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0E715D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3521BF" w:rsidRPr="000E715D" w:rsidRDefault="003521BF" w:rsidP="003521BF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0E715D">
        <w:rPr>
          <w:smallCaps w:val="0"/>
          <w:sz w:val="22"/>
        </w:rPr>
        <w:t>1.2.</w:t>
      </w:r>
      <w:r w:rsidRPr="000E715D">
        <w:rPr>
          <w:smallCaps w:val="0"/>
          <w:sz w:val="22"/>
        </w:rPr>
        <w:tab/>
        <w:t xml:space="preserve">Sposób realizacji zajęć  </w:t>
      </w:r>
    </w:p>
    <w:p w:rsidR="000E715D" w:rsidRDefault="000E715D" w:rsidP="003521BF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3521BF" w:rsidRPr="000E715D" w:rsidRDefault="000E715D" w:rsidP="003521BF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0E715D">
        <w:rPr>
          <w:rFonts w:eastAsia="MS Gothic"/>
          <w:b w:val="0"/>
          <w:sz w:val="22"/>
          <w:u w:val="single"/>
        </w:rPr>
        <w:t>x</w:t>
      </w:r>
      <w:r w:rsidR="003521BF" w:rsidRPr="000E715D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3521BF" w:rsidRPr="000E715D">
        <w:rPr>
          <w:b w:val="0"/>
          <w:smallCaps w:val="0"/>
          <w:sz w:val="22"/>
          <w:u w:val="single"/>
        </w:rPr>
        <w:t xml:space="preserve">zajęcia w formie tradycyjnej </w:t>
      </w:r>
    </w:p>
    <w:p w:rsidR="003521BF" w:rsidRPr="000E715D" w:rsidRDefault="003521BF" w:rsidP="003521BF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0E715D">
        <w:rPr>
          <w:rFonts w:ascii="Segoe UI Symbol" w:eastAsia="MS Gothic" w:hAnsi="Segoe UI Symbol" w:cs="Segoe UI Symbol"/>
          <w:b w:val="0"/>
          <w:sz w:val="22"/>
        </w:rPr>
        <w:t>☐</w:t>
      </w:r>
      <w:r w:rsidRPr="000E715D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3521BF" w:rsidRPr="000E715D" w:rsidRDefault="003521BF" w:rsidP="003521BF">
      <w:pPr>
        <w:pStyle w:val="Punktygwne"/>
        <w:spacing w:before="0" w:after="0"/>
        <w:rPr>
          <w:smallCaps w:val="0"/>
          <w:sz w:val="22"/>
        </w:rPr>
      </w:pPr>
    </w:p>
    <w:p w:rsidR="003521BF" w:rsidRPr="000E715D" w:rsidRDefault="003521BF" w:rsidP="003521BF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0E715D">
        <w:rPr>
          <w:smallCaps w:val="0"/>
          <w:sz w:val="22"/>
        </w:rPr>
        <w:t xml:space="preserve">1.3 </w:t>
      </w:r>
      <w:r w:rsidRPr="000E715D">
        <w:rPr>
          <w:smallCaps w:val="0"/>
          <w:sz w:val="22"/>
        </w:rPr>
        <w:tab/>
        <w:t xml:space="preserve">Forma zaliczenia przedmiotu  (z toku) </w:t>
      </w:r>
      <w:r w:rsidRPr="000E715D">
        <w:rPr>
          <w:b w:val="0"/>
          <w:smallCaps w:val="0"/>
          <w:sz w:val="22"/>
        </w:rPr>
        <w:t>(egzamin, zaliczenie z oceną, zaliczenie bez oceny)</w:t>
      </w:r>
    </w:p>
    <w:p w:rsidR="000E715D" w:rsidRDefault="000E715D" w:rsidP="000E715D">
      <w:pPr>
        <w:pStyle w:val="Punktygwne"/>
        <w:spacing w:before="0" w:after="0"/>
        <w:ind w:firstLine="708"/>
        <w:rPr>
          <w:b w:val="0"/>
          <w:sz w:val="22"/>
        </w:rPr>
      </w:pPr>
    </w:p>
    <w:p w:rsidR="003521BF" w:rsidRPr="000E715D" w:rsidRDefault="003521BF" w:rsidP="000E715D">
      <w:pPr>
        <w:pStyle w:val="Punktygwne"/>
        <w:spacing w:before="0" w:after="0"/>
        <w:ind w:firstLine="708"/>
        <w:rPr>
          <w:b w:val="0"/>
          <w:sz w:val="22"/>
        </w:rPr>
      </w:pPr>
      <w:r w:rsidRPr="000E715D">
        <w:rPr>
          <w:b w:val="0"/>
          <w:sz w:val="22"/>
        </w:rPr>
        <w:t>praca projektowa</w:t>
      </w:r>
    </w:p>
    <w:p w:rsidR="003521BF" w:rsidRPr="000E715D" w:rsidRDefault="003521BF" w:rsidP="003521BF">
      <w:pPr>
        <w:pStyle w:val="Punktygwne"/>
        <w:spacing w:before="0" w:after="0"/>
        <w:rPr>
          <w:b w:val="0"/>
          <w:sz w:val="22"/>
        </w:rPr>
      </w:pPr>
    </w:p>
    <w:p w:rsidR="003521BF" w:rsidRDefault="003521BF" w:rsidP="003521BF">
      <w:pPr>
        <w:pStyle w:val="Punktygwne"/>
        <w:spacing w:before="0" w:after="0"/>
        <w:rPr>
          <w:sz w:val="22"/>
        </w:rPr>
      </w:pPr>
      <w:r w:rsidRPr="000E715D">
        <w:rPr>
          <w:sz w:val="22"/>
        </w:rPr>
        <w:t xml:space="preserve">2.Wymagania wstępne </w:t>
      </w:r>
    </w:p>
    <w:p w:rsidR="000E715D" w:rsidRPr="000E715D" w:rsidRDefault="000E715D" w:rsidP="003521BF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521BF" w:rsidRPr="000E715D" w:rsidTr="007B3DF5">
        <w:tc>
          <w:tcPr>
            <w:tcW w:w="9670" w:type="dxa"/>
          </w:tcPr>
          <w:p w:rsidR="003521BF" w:rsidRPr="000E715D" w:rsidRDefault="003521BF" w:rsidP="007B3DF5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Podstawowa znajomość zagadnień z zakresu komunikacji interpersonalnej.</w:t>
            </w:r>
          </w:p>
        </w:tc>
      </w:tr>
    </w:tbl>
    <w:p w:rsidR="003521BF" w:rsidRPr="000E715D" w:rsidRDefault="003521BF" w:rsidP="003521BF">
      <w:pPr>
        <w:pStyle w:val="Punktygwne"/>
        <w:spacing w:before="0" w:after="0"/>
        <w:rPr>
          <w:sz w:val="22"/>
        </w:rPr>
      </w:pPr>
    </w:p>
    <w:p w:rsidR="003521BF" w:rsidRPr="000E715D" w:rsidRDefault="000E715D" w:rsidP="003521BF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3521BF" w:rsidRPr="000E715D">
        <w:rPr>
          <w:sz w:val="22"/>
        </w:rPr>
        <w:lastRenderedPageBreak/>
        <w:t>3. cele, efekty uczenia się , treści Programowe i stosowane metody Dydaktyczne</w:t>
      </w:r>
    </w:p>
    <w:p w:rsidR="003521BF" w:rsidRPr="000E715D" w:rsidRDefault="003521BF" w:rsidP="003521BF">
      <w:pPr>
        <w:pStyle w:val="Punktygwne"/>
        <w:spacing w:before="0" w:after="0"/>
        <w:rPr>
          <w:sz w:val="22"/>
        </w:rPr>
      </w:pPr>
    </w:p>
    <w:p w:rsidR="003521BF" w:rsidRPr="000E715D" w:rsidRDefault="003521BF" w:rsidP="003521BF">
      <w:pPr>
        <w:pStyle w:val="Podpunkty"/>
        <w:rPr>
          <w:szCs w:val="22"/>
        </w:rPr>
      </w:pPr>
      <w:r w:rsidRPr="000E715D">
        <w:rPr>
          <w:szCs w:val="22"/>
        </w:rPr>
        <w:t>3.1 Cele przedmiotu</w:t>
      </w:r>
    </w:p>
    <w:p w:rsidR="003521BF" w:rsidRPr="000E715D" w:rsidRDefault="003521BF" w:rsidP="003521BF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521BF" w:rsidRPr="000E715D" w:rsidTr="007B3DF5">
        <w:tc>
          <w:tcPr>
            <w:tcW w:w="844" w:type="dxa"/>
            <w:vAlign w:val="center"/>
          </w:tcPr>
          <w:p w:rsidR="003521BF" w:rsidRPr="000E715D" w:rsidRDefault="003521BF" w:rsidP="007B3DF5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0E715D">
              <w:rPr>
                <w:b w:val="0"/>
                <w:szCs w:val="22"/>
              </w:rPr>
              <w:t>C1</w:t>
            </w:r>
          </w:p>
        </w:tc>
        <w:tc>
          <w:tcPr>
            <w:tcW w:w="8676" w:type="dxa"/>
            <w:vAlign w:val="center"/>
          </w:tcPr>
          <w:p w:rsidR="003521BF" w:rsidRPr="000E715D" w:rsidRDefault="003521BF" w:rsidP="000E715D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E715D">
              <w:rPr>
                <w:b w:val="0"/>
                <w:szCs w:val="22"/>
              </w:rPr>
              <w:t>Zapoznanie studentów z wiedzą teoretyczną z zakresu komunikacji interdyscyplinarnej oraz teoretycznych aspektów konfliktu i strategii negocjacyjnych.</w:t>
            </w:r>
          </w:p>
        </w:tc>
      </w:tr>
      <w:tr w:rsidR="003521BF" w:rsidRPr="000E715D" w:rsidTr="007B3DF5">
        <w:tc>
          <w:tcPr>
            <w:tcW w:w="844" w:type="dxa"/>
            <w:vAlign w:val="center"/>
          </w:tcPr>
          <w:p w:rsidR="003521BF" w:rsidRPr="000E715D" w:rsidRDefault="003521BF" w:rsidP="007B3DF5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0E715D">
              <w:rPr>
                <w:b w:val="0"/>
                <w:szCs w:val="22"/>
              </w:rPr>
              <w:t>C2</w:t>
            </w:r>
          </w:p>
        </w:tc>
        <w:tc>
          <w:tcPr>
            <w:tcW w:w="8676" w:type="dxa"/>
            <w:vAlign w:val="center"/>
          </w:tcPr>
          <w:p w:rsidR="003521BF" w:rsidRPr="000E715D" w:rsidRDefault="003521BF" w:rsidP="000E715D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E715D">
              <w:rPr>
                <w:b w:val="0"/>
                <w:szCs w:val="22"/>
              </w:rPr>
              <w:t>Zapoznanie studentów z wiedzą teoretyczną z zakresu mediacji jako alternatywnej metody rozwiązywania konfliktów (ADR) i możliwości jej stosowania w różnych obszarach sytuacji konfliktowych: cywilnych, rodzinnych, karnych, socjalnych, szkolnych.</w:t>
            </w:r>
          </w:p>
        </w:tc>
      </w:tr>
      <w:tr w:rsidR="003521BF" w:rsidRPr="000E715D" w:rsidTr="007B3DF5">
        <w:tc>
          <w:tcPr>
            <w:tcW w:w="844" w:type="dxa"/>
            <w:vAlign w:val="center"/>
          </w:tcPr>
          <w:p w:rsidR="003521BF" w:rsidRPr="000E715D" w:rsidRDefault="003521BF" w:rsidP="007B3DF5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0E715D">
              <w:rPr>
                <w:b w:val="0"/>
                <w:szCs w:val="22"/>
              </w:rPr>
              <w:t>C3</w:t>
            </w:r>
          </w:p>
        </w:tc>
        <w:tc>
          <w:tcPr>
            <w:tcW w:w="8676" w:type="dxa"/>
            <w:vAlign w:val="center"/>
          </w:tcPr>
          <w:p w:rsidR="003521BF" w:rsidRPr="000E715D" w:rsidRDefault="003521BF" w:rsidP="000E715D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E715D">
              <w:rPr>
                <w:b w:val="0"/>
                <w:szCs w:val="22"/>
              </w:rPr>
              <w:t>Rozwijanie umiejętności komunikacyjnych w interakcjach społecznych, w tym w sytuacji konfliktu w rodzinie i strategiach jego rozwiązywania.</w:t>
            </w:r>
          </w:p>
        </w:tc>
      </w:tr>
      <w:tr w:rsidR="003521BF" w:rsidRPr="000E715D" w:rsidTr="007B3DF5">
        <w:tc>
          <w:tcPr>
            <w:tcW w:w="844" w:type="dxa"/>
            <w:vAlign w:val="center"/>
          </w:tcPr>
          <w:p w:rsidR="003521BF" w:rsidRPr="000E715D" w:rsidRDefault="003521BF" w:rsidP="007B3DF5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0E715D">
              <w:rPr>
                <w:b w:val="0"/>
                <w:szCs w:val="22"/>
              </w:rPr>
              <w:t>C3</w:t>
            </w:r>
          </w:p>
        </w:tc>
        <w:tc>
          <w:tcPr>
            <w:tcW w:w="8676" w:type="dxa"/>
            <w:vAlign w:val="center"/>
          </w:tcPr>
          <w:p w:rsidR="003521BF" w:rsidRPr="000E715D" w:rsidRDefault="003521BF" w:rsidP="000E715D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0E715D">
              <w:rPr>
                <w:b w:val="0"/>
                <w:szCs w:val="22"/>
              </w:rPr>
              <w:t>Rozwijanie umiejętności negocjacyjnych i mediacyjnych oraz zasad prowadzenia mediacji w</w:t>
            </w:r>
            <w:r w:rsidR="000E715D">
              <w:rPr>
                <w:b w:val="0"/>
                <w:szCs w:val="22"/>
              </w:rPr>
              <w:t> </w:t>
            </w:r>
            <w:r w:rsidRPr="000E715D">
              <w:rPr>
                <w:b w:val="0"/>
                <w:szCs w:val="22"/>
              </w:rPr>
              <w:t>różnych sytuacjach konfliktowych, w tym mediacji w sprawach rodzinnych.</w:t>
            </w:r>
          </w:p>
        </w:tc>
      </w:tr>
    </w:tbl>
    <w:p w:rsidR="003521BF" w:rsidRPr="000E715D" w:rsidRDefault="003521BF" w:rsidP="003521BF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3521BF" w:rsidRPr="000E715D" w:rsidRDefault="003521BF" w:rsidP="003521BF">
      <w:pPr>
        <w:spacing w:after="0" w:line="240" w:lineRule="auto"/>
        <w:ind w:left="426"/>
        <w:rPr>
          <w:rFonts w:ascii="Times New Roman" w:hAnsi="Times New Roman"/>
        </w:rPr>
      </w:pPr>
      <w:r w:rsidRPr="000E715D">
        <w:rPr>
          <w:rFonts w:ascii="Times New Roman" w:hAnsi="Times New Roman"/>
          <w:b/>
        </w:rPr>
        <w:t>3.2 Efekty uczenia się dla przedmiotu</w:t>
      </w:r>
      <w:r w:rsidRPr="000E715D">
        <w:rPr>
          <w:rFonts w:ascii="Times New Roman" w:hAnsi="Times New Roman"/>
        </w:rPr>
        <w:t xml:space="preserve"> </w:t>
      </w:r>
    </w:p>
    <w:p w:rsidR="003521BF" w:rsidRPr="000E715D" w:rsidRDefault="003521BF" w:rsidP="003521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3D2623" w:rsidRPr="000E715D" w:rsidTr="007B3DF5">
        <w:tc>
          <w:tcPr>
            <w:tcW w:w="1701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smallCaps w:val="0"/>
                <w:sz w:val="22"/>
              </w:rPr>
              <w:t>EK</w:t>
            </w:r>
            <w:r w:rsidRPr="000E715D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0E715D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3D2623" w:rsidRPr="000E715D" w:rsidTr="007B3DF5">
        <w:tc>
          <w:tcPr>
            <w:tcW w:w="1701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</w:t>
            </w:r>
            <w:r w:rsidRPr="000E715D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3521BF" w:rsidRPr="000E715D" w:rsidRDefault="003D2623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 xml:space="preserve">Przedstawi interdyscyplinarne powiązania wiedzy dotyczącej mediacji </w:t>
            </w:r>
            <w:r w:rsidR="005262C1" w:rsidRPr="000E715D">
              <w:rPr>
                <w:b w:val="0"/>
                <w:smallCaps w:val="0"/>
                <w:sz w:val="22"/>
              </w:rPr>
              <w:t xml:space="preserve">z </w:t>
            </w:r>
            <w:r w:rsidR="005E0E5A" w:rsidRPr="000E715D">
              <w:rPr>
                <w:b w:val="0"/>
                <w:smallCaps w:val="0"/>
                <w:sz w:val="22"/>
              </w:rPr>
              <w:t xml:space="preserve">różnymi naukami, w tym z </w:t>
            </w:r>
            <w:r w:rsidRPr="000E715D">
              <w:rPr>
                <w:b w:val="0"/>
                <w:smallCaps w:val="0"/>
                <w:sz w:val="22"/>
              </w:rPr>
              <w:t>psychologią, pedagogiką, socjologią, prawem, filozofią.</w:t>
            </w:r>
          </w:p>
        </w:tc>
        <w:tc>
          <w:tcPr>
            <w:tcW w:w="1873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K_W02</w:t>
            </w:r>
          </w:p>
        </w:tc>
      </w:tr>
      <w:tr w:rsidR="003D2623" w:rsidRPr="000E715D" w:rsidTr="007B3DF5">
        <w:tc>
          <w:tcPr>
            <w:tcW w:w="1701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3521BF" w:rsidRPr="000E715D" w:rsidRDefault="006E4D66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Wykorzysta podejście mediacyjne do z</w:t>
            </w:r>
            <w:r w:rsidR="003521BF" w:rsidRPr="000E715D">
              <w:rPr>
                <w:b w:val="0"/>
                <w:smallCaps w:val="0"/>
                <w:sz w:val="22"/>
              </w:rPr>
              <w:t>identyfi</w:t>
            </w:r>
            <w:r w:rsidRPr="000E715D">
              <w:rPr>
                <w:b w:val="0"/>
                <w:smallCaps w:val="0"/>
                <w:sz w:val="22"/>
              </w:rPr>
              <w:t xml:space="preserve">kowania </w:t>
            </w:r>
            <w:r w:rsidR="003521BF" w:rsidRPr="000E715D">
              <w:rPr>
                <w:b w:val="0"/>
                <w:smallCaps w:val="0"/>
                <w:sz w:val="22"/>
              </w:rPr>
              <w:t>potrzeb</w:t>
            </w:r>
            <w:r w:rsidR="0084746E" w:rsidRPr="000E715D">
              <w:rPr>
                <w:b w:val="0"/>
                <w:smallCaps w:val="0"/>
                <w:sz w:val="22"/>
              </w:rPr>
              <w:t xml:space="preserve"> i</w:t>
            </w:r>
            <w:r w:rsidR="003521BF" w:rsidRPr="000E715D">
              <w:rPr>
                <w:b w:val="0"/>
                <w:smallCaps w:val="0"/>
                <w:sz w:val="22"/>
              </w:rPr>
              <w:t xml:space="preserve"> interes</w:t>
            </w:r>
            <w:r w:rsidRPr="000E715D">
              <w:rPr>
                <w:b w:val="0"/>
                <w:smallCaps w:val="0"/>
                <w:sz w:val="22"/>
              </w:rPr>
              <w:t>ów</w:t>
            </w:r>
            <w:r w:rsidR="0084746E" w:rsidRPr="000E715D">
              <w:rPr>
                <w:b w:val="0"/>
                <w:smallCaps w:val="0"/>
                <w:sz w:val="22"/>
              </w:rPr>
              <w:t xml:space="preserve"> </w:t>
            </w:r>
            <w:r w:rsidR="003521BF" w:rsidRPr="000E715D">
              <w:rPr>
                <w:b w:val="0"/>
                <w:smallCaps w:val="0"/>
                <w:sz w:val="22"/>
              </w:rPr>
              <w:t>os</w:t>
            </w:r>
            <w:r w:rsidR="0084746E" w:rsidRPr="000E715D">
              <w:rPr>
                <w:b w:val="0"/>
                <w:smallCaps w:val="0"/>
                <w:sz w:val="22"/>
              </w:rPr>
              <w:t>ób/członków rodziny</w:t>
            </w:r>
            <w:r w:rsidR="003521BF" w:rsidRPr="000E715D">
              <w:rPr>
                <w:b w:val="0"/>
                <w:smallCaps w:val="0"/>
                <w:sz w:val="22"/>
              </w:rPr>
              <w:t xml:space="preserve"> pozostających  w konflikcie </w:t>
            </w:r>
            <w:r w:rsidRPr="000E715D">
              <w:rPr>
                <w:b w:val="0"/>
                <w:smallCaps w:val="0"/>
                <w:sz w:val="22"/>
              </w:rPr>
              <w:t xml:space="preserve">oraz scharakteryzuje proces </w:t>
            </w:r>
            <w:r w:rsidR="0084746E" w:rsidRPr="000E715D">
              <w:rPr>
                <w:b w:val="0"/>
                <w:smallCaps w:val="0"/>
                <w:sz w:val="22"/>
              </w:rPr>
              <w:t>negocjacji i mediacji</w:t>
            </w:r>
            <w:r w:rsidR="00836F17" w:rsidRPr="000E715D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K_W09</w:t>
            </w:r>
          </w:p>
        </w:tc>
      </w:tr>
      <w:tr w:rsidR="003D2623" w:rsidRPr="000E715D" w:rsidTr="007B3DF5">
        <w:tc>
          <w:tcPr>
            <w:tcW w:w="1701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Wykorzysta podstawowe umiejętności organizacyjne do planowania i realizacji zadań związanych z</w:t>
            </w:r>
            <w:r w:rsidR="006E4D66" w:rsidRPr="000E715D">
              <w:rPr>
                <w:b w:val="0"/>
                <w:smallCaps w:val="0"/>
                <w:sz w:val="22"/>
              </w:rPr>
              <w:t xml:space="preserve">e wspieraniem </w:t>
            </w:r>
            <w:r w:rsidR="008F717B" w:rsidRPr="000E715D">
              <w:rPr>
                <w:b w:val="0"/>
                <w:smallCaps w:val="0"/>
                <w:sz w:val="22"/>
              </w:rPr>
              <w:t xml:space="preserve">osób i </w:t>
            </w:r>
            <w:r w:rsidR="006E4D66" w:rsidRPr="000E715D">
              <w:rPr>
                <w:b w:val="0"/>
                <w:smallCaps w:val="0"/>
                <w:sz w:val="22"/>
              </w:rPr>
              <w:t>rodziny w formie mediacji</w:t>
            </w:r>
            <w:r w:rsidR="008F717B" w:rsidRPr="000E715D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K_U04</w:t>
            </w:r>
          </w:p>
        </w:tc>
      </w:tr>
      <w:tr w:rsidR="003D2623" w:rsidRPr="000E715D" w:rsidTr="007B3DF5">
        <w:tc>
          <w:tcPr>
            <w:tcW w:w="1701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 xml:space="preserve">Zaplanuje i przeprowadzi rozmowę z rodziną i przedstawicielami podmiotów środowiskowych działających na rzecz rodziny z wykorzystaniem podejścia mediacyjnego, przy użyciu </w:t>
            </w:r>
            <w:r w:rsidR="006E4D66" w:rsidRPr="000E715D">
              <w:rPr>
                <w:b w:val="0"/>
                <w:smallCaps w:val="0"/>
                <w:sz w:val="22"/>
              </w:rPr>
              <w:t>ró</w:t>
            </w:r>
            <w:r w:rsidR="005F743F" w:rsidRPr="000E715D">
              <w:rPr>
                <w:b w:val="0"/>
                <w:smallCaps w:val="0"/>
                <w:sz w:val="22"/>
              </w:rPr>
              <w:t>ż</w:t>
            </w:r>
            <w:r w:rsidR="006E4D66" w:rsidRPr="000E715D">
              <w:rPr>
                <w:b w:val="0"/>
                <w:smallCaps w:val="0"/>
                <w:sz w:val="22"/>
              </w:rPr>
              <w:t>nych</w:t>
            </w:r>
            <w:r w:rsidRPr="000E715D">
              <w:rPr>
                <w:b w:val="0"/>
                <w:smallCaps w:val="0"/>
                <w:sz w:val="22"/>
              </w:rPr>
              <w:t xml:space="preserve"> technik komunikacyjnych</w:t>
            </w:r>
            <w:r w:rsidR="005F743F" w:rsidRPr="000E715D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K_U11</w:t>
            </w:r>
          </w:p>
        </w:tc>
      </w:tr>
      <w:tr w:rsidR="003D2623" w:rsidRPr="000E715D" w:rsidTr="007B3DF5">
        <w:tc>
          <w:tcPr>
            <w:tcW w:w="1701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Dokona krytycznej oceny posiadanej wiedzy</w:t>
            </w:r>
            <w:r w:rsidR="005F743F" w:rsidRPr="000E715D">
              <w:rPr>
                <w:b w:val="0"/>
                <w:smallCaps w:val="0"/>
                <w:sz w:val="22"/>
              </w:rPr>
              <w:t xml:space="preserve"> </w:t>
            </w:r>
            <w:r w:rsidRPr="000E715D">
              <w:rPr>
                <w:b w:val="0"/>
                <w:smallCaps w:val="0"/>
                <w:sz w:val="22"/>
              </w:rPr>
              <w:t>i umiejętności</w:t>
            </w:r>
            <w:r w:rsidR="005F743F" w:rsidRPr="000E715D">
              <w:rPr>
                <w:b w:val="0"/>
                <w:smallCaps w:val="0"/>
                <w:sz w:val="22"/>
              </w:rPr>
              <w:t xml:space="preserve"> z zakresu mediacji.</w:t>
            </w:r>
          </w:p>
        </w:tc>
        <w:tc>
          <w:tcPr>
            <w:tcW w:w="1873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K_K01</w:t>
            </w:r>
          </w:p>
        </w:tc>
      </w:tr>
      <w:tr w:rsidR="003D2623" w:rsidRPr="000E715D" w:rsidTr="007B3DF5">
        <w:tc>
          <w:tcPr>
            <w:tcW w:w="1701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 xml:space="preserve">Określi i oceni etyczne dylematy związane </w:t>
            </w:r>
            <w:r w:rsidR="00B418DA" w:rsidRPr="000E715D">
              <w:rPr>
                <w:b w:val="0"/>
                <w:smallCaps w:val="0"/>
                <w:sz w:val="22"/>
              </w:rPr>
              <w:t xml:space="preserve">z wykonywaniem zawodu w kontekście </w:t>
            </w:r>
            <w:r w:rsidRPr="000E715D">
              <w:rPr>
                <w:b w:val="0"/>
                <w:smallCaps w:val="0"/>
                <w:sz w:val="22"/>
              </w:rPr>
              <w:t>prowadzen</w:t>
            </w:r>
            <w:r w:rsidR="00B418DA" w:rsidRPr="000E715D">
              <w:rPr>
                <w:b w:val="0"/>
                <w:smallCaps w:val="0"/>
                <w:sz w:val="22"/>
              </w:rPr>
              <w:t>ia</w:t>
            </w:r>
            <w:r w:rsidRPr="000E715D">
              <w:rPr>
                <w:b w:val="0"/>
                <w:smallCaps w:val="0"/>
                <w:sz w:val="22"/>
              </w:rPr>
              <w:t xml:space="preserve"> mediacji</w:t>
            </w:r>
            <w:r w:rsidR="00B418DA" w:rsidRPr="000E715D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73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3521BF" w:rsidRPr="000E715D" w:rsidRDefault="003521BF" w:rsidP="003521BF">
      <w:pPr>
        <w:pStyle w:val="Punktygwne"/>
        <w:spacing w:before="0" w:after="0"/>
        <w:rPr>
          <w:b w:val="0"/>
          <w:sz w:val="22"/>
        </w:rPr>
      </w:pPr>
    </w:p>
    <w:p w:rsidR="003521BF" w:rsidRPr="000E715D" w:rsidRDefault="003521BF" w:rsidP="003521BF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0E715D">
        <w:rPr>
          <w:rFonts w:ascii="Times New Roman" w:hAnsi="Times New Roman"/>
          <w:b/>
        </w:rPr>
        <w:t xml:space="preserve">3.3 Treści programowe </w:t>
      </w:r>
      <w:r w:rsidRPr="000E715D">
        <w:rPr>
          <w:rFonts w:ascii="Times New Roman" w:hAnsi="Times New Roman"/>
        </w:rPr>
        <w:t xml:space="preserve">  </w:t>
      </w:r>
    </w:p>
    <w:p w:rsidR="003521BF" w:rsidRPr="000E715D" w:rsidRDefault="003521BF" w:rsidP="003521B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0E715D">
        <w:rPr>
          <w:rFonts w:ascii="Times New Roman" w:hAnsi="Times New Roman"/>
        </w:rPr>
        <w:t xml:space="preserve">Problematyka wykładu </w:t>
      </w:r>
    </w:p>
    <w:p w:rsidR="003521BF" w:rsidRPr="000E715D" w:rsidRDefault="003521BF" w:rsidP="003521BF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521BF" w:rsidRPr="000E715D" w:rsidTr="000E715D">
        <w:tc>
          <w:tcPr>
            <w:tcW w:w="9520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Treści merytoryczne</w:t>
            </w:r>
          </w:p>
        </w:tc>
      </w:tr>
      <w:tr w:rsidR="003521BF" w:rsidRPr="000E715D" w:rsidTr="000E715D">
        <w:tc>
          <w:tcPr>
            <w:tcW w:w="9520" w:type="dxa"/>
          </w:tcPr>
          <w:p w:rsidR="003521BF" w:rsidRPr="000E715D" w:rsidRDefault="000E715D" w:rsidP="007B3DF5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3521BF" w:rsidRPr="000E715D" w:rsidRDefault="003521BF" w:rsidP="003521BF">
      <w:pPr>
        <w:spacing w:after="0" w:line="240" w:lineRule="auto"/>
        <w:rPr>
          <w:rFonts w:ascii="Times New Roman" w:hAnsi="Times New Roman"/>
        </w:rPr>
      </w:pPr>
    </w:p>
    <w:p w:rsidR="003521BF" w:rsidRPr="000E715D" w:rsidRDefault="003521BF" w:rsidP="003521B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0E715D">
        <w:rPr>
          <w:rFonts w:ascii="Times New Roman" w:hAnsi="Times New Roman"/>
        </w:rPr>
        <w:t xml:space="preserve">Problematyka ćwiczeń audytoryjnych, konwersatoryjnych, laboratoryjnych, zajęć praktycznych </w:t>
      </w:r>
    </w:p>
    <w:p w:rsidR="003521BF" w:rsidRPr="000E715D" w:rsidRDefault="003521BF" w:rsidP="003521BF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Treści merytoryczne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Mediacje – pojęcie, istota, cel, alternatywne metody rozwiązywania konfliktów (ADR)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Prawne aspekty mediacji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Rodzaje i zasady mediacji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Komunikacja jako istota działań mediacyjnych – komunikacja werbalna i niewerbalna, aktywne słuchanie, problemy komunikacyjne</w:t>
            </w:r>
            <w:r w:rsidR="005F743F" w:rsidRPr="000E715D">
              <w:rPr>
                <w:rFonts w:ascii="Times New Roman" w:hAnsi="Times New Roman"/>
              </w:rPr>
              <w:t>, rola mediatora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lastRenderedPageBreak/>
              <w:t>Konflikt w mediacji – pojęcie konfliktu, rodzaje i źródła konfliktów, negatywne i pozytywne skutki konfliktów, podejścia do konfliktów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Negocjacje jako sposób rozwiązywania konfliktów i ich wykorzystanie w mediacji.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Etapy postępowania mediacyjnego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Mediacje w sprawach cywilnych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Mediacje w sprawach rodzinnych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Mediacje w sprawach karnych dorosłych i nieletnich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Mediacje w środowisku oświatowym – mediacje szkolne, mediacje rówieśnicze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Wykorzystanie mediacji w pomocy społecznej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Zasady etyczne w mediacji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  <w:tr w:rsidR="003521BF" w:rsidRPr="000E715D" w:rsidTr="007B3DF5">
        <w:tc>
          <w:tcPr>
            <w:tcW w:w="9639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Przeciwdziałanie barierom w stosowaniu mediacji</w:t>
            </w:r>
            <w:r w:rsidR="008F717B" w:rsidRPr="000E715D">
              <w:rPr>
                <w:rFonts w:ascii="Times New Roman" w:hAnsi="Times New Roman"/>
              </w:rPr>
              <w:t>.</w:t>
            </w:r>
          </w:p>
        </w:tc>
      </w:tr>
    </w:tbl>
    <w:p w:rsidR="003521BF" w:rsidRPr="000E715D" w:rsidRDefault="003521BF" w:rsidP="003521BF">
      <w:pPr>
        <w:pStyle w:val="Punktygwne"/>
        <w:spacing w:before="0" w:after="0"/>
        <w:rPr>
          <w:b w:val="0"/>
          <w:sz w:val="22"/>
        </w:rPr>
      </w:pPr>
    </w:p>
    <w:p w:rsidR="003521BF" w:rsidRPr="000E715D" w:rsidRDefault="003521BF" w:rsidP="003521BF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0E715D">
        <w:rPr>
          <w:smallCaps w:val="0"/>
          <w:sz w:val="22"/>
        </w:rPr>
        <w:t>3.4 Metody dydaktyczne</w:t>
      </w:r>
      <w:r w:rsidRPr="000E715D">
        <w:rPr>
          <w:b w:val="0"/>
          <w:smallCaps w:val="0"/>
          <w:sz w:val="22"/>
        </w:rPr>
        <w:t xml:space="preserve"> </w:t>
      </w:r>
    </w:p>
    <w:p w:rsidR="003521BF" w:rsidRPr="000E715D" w:rsidRDefault="003521BF" w:rsidP="003521BF">
      <w:pPr>
        <w:pStyle w:val="Punktygwne"/>
        <w:spacing w:before="0" w:after="0"/>
        <w:rPr>
          <w:b w:val="0"/>
          <w:bCs/>
          <w:smallCaps w:val="0"/>
          <w:sz w:val="22"/>
        </w:rPr>
      </w:pPr>
      <w:r w:rsidRPr="000E715D">
        <w:rPr>
          <w:b w:val="0"/>
          <w:bCs/>
          <w:smallCaps w:val="0"/>
          <w:sz w:val="22"/>
        </w:rPr>
        <w:t>Elementy wykładu z prezentacją multimedialną, pogadanka, dyskusja problemowa, analiza przypadków, praca w grupach, analiza tekstów z dyskusją, analiza materiałów filmowych, gry symulacyjne.</w:t>
      </w:r>
    </w:p>
    <w:p w:rsidR="003521BF" w:rsidRPr="000E715D" w:rsidRDefault="003521BF" w:rsidP="003521BF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:rsidR="003521BF" w:rsidRPr="000E715D" w:rsidRDefault="003521BF" w:rsidP="003521BF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3521BF" w:rsidRPr="000E715D" w:rsidRDefault="003521BF" w:rsidP="003521BF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0E715D">
        <w:rPr>
          <w:smallCaps w:val="0"/>
          <w:sz w:val="22"/>
        </w:rPr>
        <w:t xml:space="preserve">4. METODY I KRYTERIA OCENY </w:t>
      </w:r>
    </w:p>
    <w:p w:rsidR="003521BF" w:rsidRPr="000E715D" w:rsidRDefault="003521BF" w:rsidP="003521BF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3521BF" w:rsidRPr="000E715D" w:rsidRDefault="003521BF" w:rsidP="003521BF">
      <w:pPr>
        <w:pStyle w:val="Punktygwne"/>
        <w:spacing w:before="0" w:after="0"/>
        <w:ind w:left="426"/>
        <w:rPr>
          <w:smallCaps w:val="0"/>
          <w:sz w:val="22"/>
        </w:rPr>
      </w:pPr>
      <w:r w:rsidRPr="000E715D">
        <w:rPr>
          <w:smallCaps w:val="0"/>
          <w:sz w:val="22"/>
        </w:rPr>
        <w:t>4.1 Sposoby weryfikacji efektów uczenia się</w:t>
      </w:r>
    </w:p>
    <w:p w:rsidR="003521BF" w:rsidRPr="000E715D" w:rsidRDefault="003521BF" w:rsidP="003521BF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521BF" w:rsidRPr="000E715D" w:rsidTr="007B3DF5">
        <w:tc>
          <w:tcPr>
            <w:tcW w:w="1962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0E715D" w:rsidRPr="000E715D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(w, ćw</w:t>
            </w:r>
            <w:r w:rsidR="000E715D">
              <w:rPr>
                <w:b w:val="0"/>
                <w:smallCaps w:val="0"/>
                <w:sz w:val="22"/>
              </w:rPr>
              <w:t>.</w:t>
            </w:r>
            <w:r w:rsidRPr="000E715D">
              <w:rPr>
                <w:b w:val="0"/>
                <w:smallCaps w:val="0"/>
                <w:sz w:val="22"/>
              </w:rPr>
              <w:t>, …)</w:t>
            </w:r>
          </w:p>
        </w:tc>
      </w:tr>
      <w:tr w:rsidR="003521BF" w:rsidRPr="000E715D" w:rsidTr="007B3DF5">
        <w:tc>
          <w:tcPr>
            <w:tcW w:w="1962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441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Ćw.</w:t>
            </w:r>
          </w:p>
        </w:tc>
      </w:tr>
      <w:tr w:rsidR="003521BF" w:rsidRPr="000E715D" w:rsidTr="007B3DF5">
        <w:tc>
          <w:tcPr>
            <w:tcW w:w="1962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441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Kolokwium, praca projektowa, obserwacja w trakcie zajęć,</w:t>
            </w:r>
          </w:p>
        </w:tc>
        <w:tc>
          <w:tcPr>
            <w:tcW w:w="2117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Ćw.</w:t>
            </w:r>
          </w:p>
        </w:tc>
      </w:tr>
      <w:tr w:rsidR="003521BF" w:rsidRPr="000E715D" w:rsidTr="007B3DF5">
        <w:tc>
          <w:tcPr>
            <w:tcW w:w="1962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Kolokwium, praca projektowa, obserwacja w trakcie zajęć</w:t>
            </w:r>
          </w:p>
        </w:tc>
        <w:tc>
          <w:tcPr>
            <w:tcW w:w="2117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Ćw.</w:t>
            </w:r>
          </w:p>
        </w:tc>
      </w:tr>
      <w:tr w:rsidR="003521BF" w:rsidRPr="000E715D" w:rsidTr="007B3DF5">
        <w:tc>
          <w:tcPr>
            <w:tcW w:w="1962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Ćw.</w:t>
            </w:r>
          </w:p>
        </w:tc>
      </w:tr>
      <w:tr w:rsidR="003521BF" w:rsidRPr="000E715D" w:rsidTr="007B3DF5">
        <w:tc>
          <w:tcPr>
            <w:tcW w:w="1962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Ćw.</w:t>
            </w:r>
          </w:p>
        </w:tc>
      </w:tr>
      <w:tr w:rsidR="003521BF" w:rsidRPr="000E715D" w:rsidTr="007B3DF5">
        <w:tc>
          <w:tcPr>
            <w:tcW w:w="1962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Obserwacja w trakcie zajęć, dyskusja</w:t>
            </w:r>
          </w:p>
        </w:tc>
        <w:tc>
          <w:tcPr>
            <w:tcW w:w="2117" w:type="dxa"/>
            <w:vAlign w:val="center"/>
          </w:tcPr>
          <w:p w:rsidR="003521BF" w:rsidRPr="000E715D" w:rsidRDefault="003521BF" w:rsidP="007B3DF5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Ćw.</w:t>
            </w:r>
          </w:p>
        </w:tc>
      </w:tr>
    </w:tbl>
    <w:p w:rsidR="003521BF" w:rsidRPr="000E715D" w:rsidRDefault="003521BF" w:rsidP="003521BF">
      <w:pPr>
        <w:pStyle w:val="Punktygwne"/>
        <w:spacing w:before="0" w:after="0"/>
        <w:rPr>
          <w:b w:val="0"/>
          <w:smallCaps w:val="0"/>
          <w:sz w:val="22"/>
        </w:rPr>
      </w:pPr>
    </w:p>
    <w:p w:rsidR="003521BF" w:rsidRPr="000E715D" w:rsidRDefault="003521BF" w:rsidP="003521BF">
      <w:pPr>
        <w:pStyle w:val="Punktygwne"/>
        <w:spacing w:before="0" w:after="0"/>
        <w:ind w:left="426"/>
        <w:rPr>
          <w:smallCaps w:val="0"/>
          <w:sz w:val="22"/>
        </w:rPr>
      </w:pPr>
      <w:r w:rsidRPr="000E715D">
        <w:rPr>
          <w:smallCaps w:val="0"/>
          <w:sz w:val="22"/>
        </w:rPr>
        <w:t xml:space="preserve">4.2 Warunki zaliczenia przedmiotu (kryteria oceniania) </w:t>
      </w:r>
    </w:p>
    <w:p w:rsidR="003521BF" w:rsidRPr="000E715D" w:rsidRDefault="003521BF" w:rsidP="003521BF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521BF" w:rsidRPr="000E715D" w:rsidTr="007B3DF5">
        <w:tc>
          <w:tcPr>
            <w:tcW w:w="9670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Zaliczenie ćwiczeń: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- kolokwium pisemne,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- aktywność na zajęciach – wykonanie określonych zadań dydaktycznych,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- wykonanie pracy zaliczeniowej: pracy projektowej.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:rsidR="003521BF" w:rsidRPr="000E715D" w:rsidRDefault="003521BF" w:rsidP="003521BF">
      <w:pPr>
        <w:pStyle w:val="Punktygwne"/>
        <w:spacing w:before="0" w:after="0"/>
        <w:rPr>
          <w:b w:val="0"/>
          <w:smallCaps w:val="0"/>
          <w:sz w:val="22"/>
        </w:rPr>
      </w:pPr>
    </w:p>
    <w:p w:rsidR="003521BF" w:rsidRPr="000E715D" w:rsidRDefault="003521BF" w:rsidP="003521BF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0E715D">
        <w:rPr>
          <w:rFonts w:ascii="Times New Roman" w:hAnsi="Times New Roman"/>
          <w:b/>
        </w:rPr>
        <w:t xml:space="preserve">5. </w:t>
      </w:r>
      <w:r w:rsidR="000E715D">
        <w:rPr>
          <w:rFonts w:ascii="Times New Roman" w:hAnsi="Times New Roman"/>
          <w:b/>
        </w:rPr>
        <w:tab/>
      </w:r>
      <w:r w:rsidRPr="000E715D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3521BF" w:rsidRPr="000E715D" w:rsidRDefault="003521BF" w:rsidP="003521BF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3521BF" w:rsidRPr="000E715D" w:rsidTr="007B3DF5">
        <w:tc>
          <w:tcPr>
            <w:tcW w:w="4962" w:type="dxa"/>
            <w:vAlign w:val="center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E715D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E715D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w:rsidR="003521BF" w:rsidRPr="000E715D" w:rsidTr="007B3DF5">
        <w:tc>
          <w:tcPr>
            <w:tcW w:w="4962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3521BF" w:rsidRPr="000E715D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E715D">
              <w:rPr>
                <w:rFonts w:ascii="Times New Roman" w:hAnsi="Times New Roman"/>
                <w:b/>
              </w:rPr>
              <w:t>45</w:t>
            </w:r>
          </w:p>
        </w:tc>
      </w:tr>
      <w:tr w:rsidR="003521BF" w:rsidRPr="000E715D" w:rsidTr="007B3DF5">
        <w:tc>
          <w:tcPr>
            <w:tcW w:w="4962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Inne z udziałem nauczyciela akademickiego</w:t>
            </w:r>
          </w:p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3521BF" w:rsidRPr="000E715D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2</w:t>
            </w:r>
          </w:p>
        </w:tc>
      </w:tr>
      <w:tr w:rsidR="003521BF" w:rsidRPr="000E715D" w:rsidTr="007B3DF5">
        <w:tc>
          <w:tcPr>
            <w:tcW w:w="4962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Godziny niekontaktowe – praca własna studenta</w:t>
            </w:r>
          </w:p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 xml:space="preserve">(przygotowanie do zajęć, studiowanie literatury, </w:t>
            </w:r>
            <w:r w:rsidR="0024529E" w:rsidRPr="000E715D">
              <w:rPr>
                <w:rFonts w:ascii="Times New Roman" w:hAnsi="Times New Roman"/>
              </w:rPr>
              <w:t xml:space="preserve">przygotowanie do kolokwium, </w:t>
            </w:r>
            <w:r w:rsidRPr="000E715D">
              <w:rPr>
                <w:rFonts w:ascii="Times New Roman" w:hAnsi="Times New Roman"/>
              </w:rPr>
              <w:t>napisanie pracy projektowej)</w:t>
            </w:r>
          </w:p>
        </w:tc>
        <w:tc>
          <w:tcPr>
            <w:tcW w:w="4677" w:type="dxa"/>
          </w:tcPr>
          <w:p w:rsidR="003521BF" w:rsidRPr="000E715D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103</w:t>
            </w:r>
          </w:p>
        </w:tc>
      </w:tr>
      <w:tr w:rsidR="003521BF" w:rsidRPr="000E715D" w:rsidTr="007B3DF5">
        <w:tc>
          <w:tcPr>
            <w:tcW w:w="4962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3521BF" w:rsidRPr="000E715D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0E715D">
              <w:rPr>
                <w:rFonts w:ascii="Times New Roman" w:hAnsi="Times New Roman"/>
              </w:rPr>
              <w:t>150</w:t>
            </w:r>
          </w:p>
        </w:tc>
      </w:tr>
      <w:tr w:rsidR="003521BF" w:rsidRPr="000E715D" w:rsidTr="007B3DF5">
        <w:tc>
          <w:tcPr>
            <w:tcW w:w="4962" w:type="dxa"/>
          </w:tcPr>
          <w:p w:rsidR="003521BF" w:rsidRPr="000E715D" w:rsidRDefault="003521BF" w:rsidP="007B3DF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0E715D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3521BF" w:rsidRPr="000E715D" w:rsidRDefault="003521BF" w:rsidP="0024529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0E715D">
              <w:rPr>
                <w:rFonts w:ascii="Times New Roman" w:hAnsi="Times New Roman"/>
                <w:b/>
              </w:rPr>
              <w:t>6</w:t>
            </w:r>
          </w:p>
        </w:tc>
      </w:tr>
    </w:tbl>
    <w:p w:rsidR="003521BF" w:rsidRPr="000E715D" w:rsidRDefault="003521BF" w:rsidP="003521BF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0E715D">
        <w:rPr>
          <w:b w:val="0"/>
          <w:i/>
          <w:smallCaps w:val="0"/>
          <w:sz w:val="20"/>
        </w:rPr>
        <w:t>* Należy uwzględnić, że 1 pkt ECTS odpowiada 25-30 godzin całkowitego nakładu pracy studenta.</w:t>
      </w:r>
    </w:p>
    <w:p w:rsidR="003521BF" w:rsidRPr="000E715D" w:rsidRDefault="003521BF" w:rsidP="003521BF">
      <w:pPr>
        <w:pStyle w:val="Punktygwne"/>
        <w:spacing w:before="0" w:after="0"/>
        <w:rPr>
          <w:b w:val="0"/>
          <w:smallCaps w:val="0"/>
          <w:sz w:val="22"/>
        </w:rPr>
      </w:pPr>
    </w:p>
    <w:p w:rsidR="003521BF" w:rsidRPr="000E715D" w:rsidRDefault="003521BF" w:rsidP="003521BF">
      <w:pPr>
        <w:pStyle w:val="Punktygwne"/>
        <w:spacing w:before="0" w:after="0"/>
        <w:rPr>
          <w:smallCaps w:val="0"/>
          <w:sz w:val="22"/>
        </w:rPr>
      </w:pPr>
      <w:r w:rsidRPr="000E715D">
        <w:rPr>
          <w:smallCaps w:val="0"/>
          <w:sz w:val="22"/>
        </w:rPr>
        <w:t>6. PRAKTYKI ZAWODOWE W RAMACH PRZEDMIOTU</w:t>
      </w:r>
    </w:p>
    <w:p w:rsidR="003521BF" w:rsidRPr="000E715D" w:rsidRDefault="003521BF" w:rsidP="003521BF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521BF" w:rsidRPr="000E715D" w:rsidTr="000E715D">
        <w:trPr>
          <w:trHeight w:val="397"/>
        </w:trPr>
        <w:tc>
          <w:tcPr>
            <w:tcW w:w="3544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3521BF" w:rsidRPr="000E715D" w:rsidTr="000E715D">
        <w:trPr>
          <w:trHeight w:val="397"/>
        </w:trPr>
        <w:tc>
          <w:tcPr>
            <w:tcW w:w="3544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0E715D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521BF" w:rsidRPr="000E715D" w:rsidRDefault="003521BF" w:rsidP="003521BF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3521BF" w:rsidRPr="000E715D" w:rsidRDefault="003521BF" w:rsidP="003521BF">
      <w:pPr>
        <w:pStyle w:val="Punktygwne"/>
        <w:spacing w:before="0" w:after="0"/>
        <w:rPr>
          <w:smallCaps w:val="0"/>
          <w:sz w:val="22"/>
        </w:rPr>
      </w:pPr>
      <w:r w:rsidRPr="000E715D">
        <w:rPr>
          <w:smallCaps w:val="0"/>
          <w:sz w:val="22"/>
        </w:rPr>
        <w:t xml:space="preserve">7. LITERATURA </w:t>
      </w:r>
    </w:p>
    <w:p w:rsidR="003521BF" w:rsidRPr="000E715D" w:rsidRDefault="003521BF" w:rsidP="003521BF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521BF" w:rsidRPr="000E715D" w:rsidTr="000E715D">
        <w:trPr>
          <w:trHeight w:val="397"/>
        </w:trPr>
        <w:tc>
          <w:tcPr>
            <w:tcW w:w="7513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0E715D">
              <w:rPr>
                <w:smallCaps w:val="0"/>
                <w:sz w:val="22"/>
              </w:rPr>
              <w:t>Literatura podstawowa:</w:t>
            </w:r>
          </w:p>
          <w:p w:rsidR="000E715D" w:rsidRPr="000E715D" w:rsidRDefault="000E715D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Bargiel-Matusiewicz,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Negocjacje i mediacje,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Polskie Wyd. Ekonomiczne, Warszawa 2010,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Gójska A.,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Mediacje rodzinne,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Wyd. Uniwersytetu Warszawskiego, Warszawa 2014,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>Gruca-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Miąsik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 xml:space="preserve"> U.,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Negocjacje i mediacje w kręgu pomocy, wychowania i prawa,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Wyd. UR, Rzeszów 2011,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Grudniewska A.,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Lewicka-Zelent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 xml:space="preserve"> A.,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Kompetencje mediacyjne w profesji pracownika socjalnego,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Warszawa 2015,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Kalisz A., Zienkiewicz A.,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Mediacja sądowa i pozasądowa. Zarys wykładu,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Wolters Kluwer Polska, Warszawa 2009,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Kalisz A., Zienkiewicz A.,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Polubowne rozwiązywanie konfliktów w pomocy społecznej. Komunikacja, psychologia konfliktów, negocjacje i mediacje socjalne,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Humanitas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>, Sosnowiec 2015,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Mediacje. Teoria i praktyka,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red. E.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Gmurzyńska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>, R. Morek, Wolters Kluwer Polska, Warszawa 2018,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Moore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Ch.W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 xml:space="preserve">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Mediacje, praktyczne strategie rozwiązywania konfliktów,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Wolters Kluwer Polska, Warszawa 2003,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Prawno-psychologiczne uwarunkowania mediacji i negocjacji,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red. S.L.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Stadniczeńko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>, Opole 2006,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Tabernacka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 xml:space="preserve"> M.,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Negocjacje i mediacje w sferze publicznej,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Wolters Kluwer Polska, Warszawa 2018.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Przybyła-Basista H.,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Mediacje rodzinne w konflikcie rozwodowym: gotowość i opór małżonków a efektywność procesu mediacji,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Katowice 2006,</w:t>
            </w:r>
          </w:p>
        </w:tc>
      </w:tr>
      <w:tr w:rsidR="003521BF" w:rsidRPr="000E715D" w:rsidTr="000E715D">
        <w:trPr>
          <w:trHeight w:val="397"/>
        </w:trPr>
        <w:tc>
          <w:tcPr>
            <w:tcW w:w="7513" w:type="dxa"/>
          </w:tcPr>
          <w:p w:rsidR="003521BF" w:rsidRPr="000E715D" w:rsidRDefault="003521BF" w:rsidP="007B3DF5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0E715D">
              <w:rPr>
                <w:smallCaps w:val="0"/>
                <w:sz w:val="22"/>
              </w:rPr>
              <w:t xml:space="preserve">Literatura uzupełniająca: </w:t>
            </w:r>
          </w:p>
          <w:p w:rsidR="000E715D" w:rsidRPr="000E715D" w:rsidRDefault="000E715D" w:rsidP="007B3DF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Fischer R., Ury W., Patton B.,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Dochodząc do tak. Negocjowanie bez poddawania się,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Polskie Wyd. Ekonomiczne, Warszawa 2013 (wyd. III),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 xml:space="preserve">Kultura praktyki przedstawicieli profesji społecznych – podejścia mediacyjne w działaniu społecznym, 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pod red. E.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Marynowicz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 xml:space="preserve">-Hetki, L.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Filion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 xml:space="preserve">, D.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Wolskiej-Prylińskiej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>, Wyd. Uniwersytetu Łódzkiego, Łódź 2014,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Mediacja. Nieletni przestępcy i ich ofiary,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pod red. B.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Czarneckiej-Dzialuk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>, D. Wójcik, Oficyna Naukowa, Warszawa 1999,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Mediacja w rozwiązywaniu konfliktów wieku adolescencji,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pod red. M. Leśniak, Kraków 2009,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Rozwiązywanie sytuacji konfliktowych w wymiarze jednostkowym i społecznym,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pod red. M. Plucińskiej, Wyd. Nauk. Uniwersytetu im.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A.Mickiewicza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 xml:space="preserve"> w Poznaniu, Poznań 2014,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Rynkowska D.,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Artymiak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 xml:space="preserve"> M.,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Mediacje w pracy socjalnej,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Wyd. UR, Rzeszów 2014,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Sztuka skutecznego prowadzenia mediacji i negocjacji. Zagadnienia psychologiczne i komunikacyjne,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pod red. A. </w:t>
            </w:r>
            <w:proofErr w:type="spellStart"/>
            <w:r w:rsidRPr="000E715D">
              <w:rPr>
                <w:b w:val="0"/>
                <w:smallCaps w:val="0"/>
                <w:color w:val="000000"/>
                <w:sz w:val="22"/>
              </w:rPr>
              <w:t>Binsztoka</w:t>
            </w:r>
            <w:proofErr w:type="spellEnd"/>
            <w:r w:rsidRPr="000E715D">
              <w:rPr>
                <w:b w:val="0"/>
                <w:smallCaps w:val="0"/>
                <w:color w:val="000000"/>
                <w:sz w:val="22"/>
              </w:rPr>
              <w:t>, Marina, Wrocław 2013,</w:t>
            </w:r>
          </w:p>
          <w:p w:rsidR="003521BF" w:rsidRPr="000E715D" w:rsidRDefault="003521BF" w:rsidP="007B3DF5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0E715D">
              <w:rPr>
                <w:b w:val="0"/>
                <w:smallCaps w:val="0"/>
                <w:color w:val="000000"/>
                <w:sz w:val="22"/>
              </w:rPr>
              <w:t xml:space="preserve">Ury W., </w:t>
            </w:r>
            <w:r w:rsidRPr="000E715D">
              <w:rPr>
                <w:b w:val="0"/>
                <w:i/>
                <w:iCs/>
                <w:smallCaps w:val="0"/>
                <w:color w:val="000000"/>
                <w:sz w:val="22"/>
              </w:rPr>
              <w:t>Odchodząc od nie. Negocjowanie od konfrontacji do kooperacji,</w:t>
            </w:r>
            <w:r w:rsidRPr="000E715D">
              <w:rPr>
                <w:b w:val="0"/>
                <w:smallCaps w:val="0"/>
                <w:color w:val="000000"/>
                <w:sz w:val="22"/>
              </w:rPr>
              <w:t xml:space="preserve"> Państwowe Wyd. Ekonomiczne, Warszawa 1995.</w:t>
            </w:r>
          </w:p>
        </w:tc>
      </w:tr>
    </w:tbl>
    <w:p w:rsidR="003521BF" w:rsidRPr="000E715D" w:rsidRDefault="003521BF" w:rsidP="003521BF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3521BF" w:rsidRPr="000E715D" w:rsidRDefault="003521BF" w:rsidP="003521BF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0E715D" w:rsidRDefault="003521BF" w:rsidP="000E715D">
      <w:pPr>
        <w:pStyle w:val="Punktygwne"/>
        <w:spacing w:before="0" w:after="0"/>
        <w:ind w:left="360"/>
        <w:rPr>
          <w:sz w:val="22"/>
        </w:rPr>
      </w:pPr>
      <w:r w:rsidRPr="000E715D">
        <w:rPr>
          <w:smallCaps w:val="0"/>
          <w:sz w:val="22"/>
        </w:rPr>
        <w:t>Akceptacja Kierownika Jednostki lub osoby upoważnionej</w:t>
      </w:r>
    </w:p>
    <w:sectPr w:rsidR="0085747A" w:rsidRPr="000E71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924" w:rsidRDefault="00773924" w:rsidP="00C16ABF">
      <w:pPr>
        <w:spacing w:after="0" w:line="240" w:lineRule="auto"/>
      </w:pPr>
      <w:r>
        <w:separator/>
      </w:r>
    </w:p>
  </w:endnote>
  <w:endnote w:type="continuationSeparator" w:id="0">
    <w:p w:rsidR="00773924" w:rsidRDefault="007739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924" w:rsidRDefault="00773924" w:rsidP="00C16ABF">
      <w:pPr>
        <w:spacing w:after="0" w:line="240" w:lineRule="auto"/>
      </w:pPr>
      <w:r>
        <w:separator/>
      </w:r>
    </w:p>
  </w:footnote>
  <w:footnote w:type="continuationSeparator" w:id="0">
    <w:p w:rsidR="00773924" w:rsidRDefault="00773924" w:rsidP="00C16ABF">
      <w:pPr>
        <w:spacing w:after="0" w:line="240" w:lineRule="auto"/>
      </w:pPr>
      <w:r>
        <w:continuationSeparator/>
      </w:r>
    </w:p>
  </w:footnote>
  <w:footnote w:id="1">
    <w:p w:rsidR="003521BF" w:rsidRDefault="003521BF" w:rsidP="003521B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4D4"/>
    <w:rsid w:val="000E715D"/>
    <w:rsid w:val="000F1C57"/>
    <w:rsid w:val="000F5615"/>
    <w:rsid w:val="00124BFF"/>
    <w:rsid w:val="0012560E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0506B"/>
    <w:rsid w:val="002144C0"/>
    <w:rsid w:val="0022477D"/>
    <w:rsid w:val="002278A9"/>
    <w:rsid w:val="002336F9"/>
    <w:rsid w:val="0024028F"/>
    <w:rsid w:val="00244ABC"/>
    <w:rsid w:val="0024529E"/>
    <w:rsid w:val="002553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BA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1BF"/>
    <w:rsid w:val="003530DD"/>
    <w:rsid w:val="00363F78"/>
    <w:rsid w:val="003A0A5B"/>
    <w:rsid w:val="003A1176"/>
    <w:rsid w:val="003C0BAE"/>
    <w:rsid w:val="003D18A9"/>
    <w:rsid w:val="003D2623"/>
    <w:rsid w:val="003D6CE2"/>
    <w:rsid w:val="003E1941"/>
    <w:rsid w:val="003E2FE6"/>
    <w:rsid w:val="003E49D5"/>
    <w:rsid w:val="003F38C0"/>
    <w:rsid w:val="00403819"/>
    <w:rsid w:val="00414E3C"/>
    <w:rsid w:val="00417324"/>
    <w:rsid w:val="0042244A"/>
    <w:rsid w:val="0042414E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481B"/>
    <w:rsid w:val="004D5282"/>
    <w:rsid w:val="004E702B"/>
    <w:rsid w:val="004F1551"/>
    <w:rsid w:val="004F55A3"/>
    <w:rsid w:val="0050496F"/>
    <w:rsid w:val="00513B6F"/>
    <w:rsid w:val="00517C63"/>
    <w:rsid w:val="00523487"/>
    <w:rsid w:val="005262C1"/>
    <w:rsid w:val="00526C9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0E5A"/>
    <w:rsid w:val="005E6E85"/>
    <w:rsid w:val="005F31D2"/>
    <w:rsid w:val="005F743F"/>
    <w:rsid w:val="00604C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4D66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7392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36F17"/>
    <w:rsid w:val="008449B3"/>
    <w:rsid w:val="0084746E"/>
    <w:rsid w:val="0085667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B"/>
    <w:rsid w:val="00916188"/>
    <w:rsid w:val="00923D7D"/>
    <w:rsid w:val="00945B08"/>
    <w:rsid w:val="009508DF"/>
    <w:rsid w:val="00950DAC"/>
    <w:rsid w:val="00954A07"/>
    <w:rsid w:val="00956799"/>
    <w:rsid w:val="009658E0"/>
    <w:rsid w:val="00997F14"/>
    <w:rsid w:val="009A1590"/>
    <w:rsid w:val="009A78CD"/>
    <w:rsid w:val="009A78D9"/>
    <w:rsid w:val="009C1331"/>
    <w:rsid w:val="009C1948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CE6"/>
    <w:rsid w:val="00A7732B"/>
    <w:rsid w:val="00A84C85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8DA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1347"/>
    <w:rsid w:val="00C324C1"/>
    <w:rsid w:val="00C34D0A"/>
    <w:rsid w:val="00C36992"/>
    <w:rsid w:val="00C36F7E"/>
    <w:rsid w:val="00C56036"/>
    <w:rsid w:val="00C61DC5"/>
    <w:rsid w:val="00C67E92"/>
    <w:rsid w:val="00C70A26"/>
    <w:rsid w:val="00C723E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2E83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17616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D81C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DDA94-4568-4C60-AE78-7BBCD689C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1224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2021-01-11T14:06:00Z</dcterms:created>
  <dcterms:modified xsi:type="dcterms:W3CDTF">2021-01-11T14:06:00Z</dcterms:modified>
</cp:coreProperties>
</file>