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9A8FF57" w14:textId="77777777" w:rsidR="000768D7" w:rsidRPr="009C54AE" w:rsidRDefault="000768D7" w:rsidP="000768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58A6D0" w14:textId="77777777" w:rsidR="000768D7" w:rsidRPr="009C54AE" w:rsidRDefault="000768D7" w:rsidP="000768D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B045D4A" w14:textId="77777777" w:rsidR="000768D7" w:rsidRDefault="000768D7" w:rsidP="000768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17BD705" w14:textId="0D9CF7C8" w:rsidR="000768D7" w:rsidRPr="00EA4832" w:rsidRDefault="000768D7" w:rsidP="000768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1BDA2888" w14:textId="79C79B9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1900A3F6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 w:rsidR="00F403EB">
              <w:rPr>
                <w:rFonts w:ascii="Corbel" w:hAnsi="Corbel"/>
                <w:b w:val="0"/>
                <w:sz w:val="24"/>
                <w:szCs w:val="24"/>
              </w:rPr>
              <w:t>język 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5A5949BC" w:rsidR="0085747A" w:rsidRPr="009C54AE" w:rsidRDefault="00E066F7" w:rsidP="007C12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5DE860BC" w:rsidR="0085747A" w:rsidRPr="009C54AE" w:rsidRDefault="00F06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0B507B1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4B6E76F7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DF2"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F063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17DF2">
              <w:rPr>
                <w:rFonts w:ascii="Corbel" w:hAnsi="Corbel"/>
                <w:b w:val="0"/>
                <w:sz w:val="24"/>
                <w:szCs w:val="24"/>
              </w:rPr>
              <w:t>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57A120F8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>
              <w:rPr>
                <w:rFonts w:ascii="Corbel" w:hAnsi="Corbel"/>
                <w:b w:val="0"/>
                <w:sz w:val="24"/>
                <w:szCs w:val="24"/>
              </w:rPr>
              <w:t>y ogólne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DD3728C" w:rsidR="00923D7D" w:rsidRPr="009C54AE" w:rsidRDefault="00D160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857E6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591F1242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200F78EF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79D81D13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30581B8D" w:rsidR="00015B8F" w:rsidRPr="009C54AE" w:rsidRDefault="003D5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7DF2" w:rsidRPr="009C54AE" w14:paraId="3AC48203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3C01" w14:textId="0C9F3734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B9C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9860" w14:textId="264B6A1B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849A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C6C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DC3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670E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5BD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A263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B005" w14:textId="246A3728" w:rsidR="00A17DF2" w:rsidRDefault="003D5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F165D" w:rsidRPr="009C54AE" w14:paraId="0EED3DA5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0D42" w14:textId="724F3640" w:rsidR="00CF165D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5339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9F08" w14:textId="522B508B" w:rsidR="00CF165D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A9FA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E53E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3418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5BE2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9470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7463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E2CA" w14:textId="62BDCF58" w:rsidR="00CF165D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A42759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CC3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A42759">
        <w:tc>
          <w:tcPr>
            <w:tcW w:w="1680" w:type="dxa"/>
          </w:tcPr>
          <w:p w14:paraId="23DBA0D5" w14:textId="77777777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2B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0339583" w14:textId="02E8973C" w:rsidR="00F063CE" w:rsidRDefault="00F063CE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212A3D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zrozumie tekst zawierający specjalistyczną terminologię pedagogiczną oraz zastosuje specjalistyczną terminologię pedagogiczną do tworzenia wypowiedzi </w:t>
            </w:r>
          </w:p>
          <w:p w14:paraId="595E50A2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formie werbalnej i pisemnej na wybrane tematy. </w:t>
            </w:r>
          </w:p>
          <w:p w14:paraId="41787281" w14:textId="5C669235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przygotuje wystąpienie werbalne i wypowiedź pisemną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opracowując tematy dotyczące zagadnień pedagogicznych, k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ierując się zasadami etycznymi,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B2+ Europejskiego Systemu Opisu Kształcenia Językowego.  </w:t>
            </w:r>
          </w:p>
          <w:p w14:paraId="3BB5DE1A" w14:textId="0DECCF56" w:rsidR="0085747A" w:rsidRPr="00EA2B1E" w:rsidRDefault="0085747A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74682A4A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063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18046F39" w14:textId="77777777" w:rsidTr="00A42759">
        <w:tc>
          <w:tcPr>
            <w:tcW w:w="1680" w:type="dxa"/>
          </w:tcPr>
          <w:p w14:paraId="1AC7174F" w14:textId="03ECF464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A2B1E" w:rsidRPr="00EA2B1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13DFB1A9" w14:textId="77777777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03652A" w14:textId="1A218B0A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62D5E5D9" w14:textId="616F544D" w:rsidR="0085747A" w:rsidRPr="00EA2B1E" w:rsidRDefault="00F063CE" w:rsidP="007C12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</w:t>
            </w:r>
            <w:r w:rsidR="007C126D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bookmarkStart w:id="0" w:name="_GoBack"/>
            <w:bookmarkEnd w:id="0"/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</w:tc>
        <w:tc>
          <w:tcPr>
            <w:tcW w:w="1865" w:type="dxa"/>
          </w:tcPr>
          <w:p w14:paraId="42DF9FDB" w14:textId="1FC30A43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9D672D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D672D">
        <w:tc>
          <w:tcPr>
            <w:tcW w:w="9520" w:type="dxa"/>
          </w:tcPr>
          <w:p w14:paraId="730B23ED" w14:textId="043C459A" w:rsidR="0085747A" w:rsidRPr="009C54AE" w:rsidRDefault="00243F4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------------------------------</w:t>
            </w: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59540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54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4D8EA267" w14:textId="77777777" w:rsidR="008D6144" w:rsidRDefault="008D614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Projekty grupowe studentów (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162DB4" w:rsidRPr="00C130AA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6BE1B94D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17A695" w14:textId="77777777" w:rsidTr="00B80F4C">
        <w:tc>
          <w:tcPr>
            <w:tcW w:w="9520" w:type="dxa"/>
          </w:tcPr>
          <w:p w14:paraId="572CC72C" w14:textId="77777777" w:rsidR="0085747A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System oświaty w Polsce. </w:t>
            </w:r>
            <w:r w:rsidR="008C2BE4" w:rsidRPr="00C130AA">
              <w:rPr>
                <w:rFonts w:ascii="Corbel" w:hAnsi="Corbel"/>
                <w:sz w:val="24"/>
                <w:szCs w:val="24"/>
              </w:rPr>
              <w:t>Zasady funkcjonowania instytucji edukacyjnych w wybranych krajach UE.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Teksty oryginalne i możliwości translacyjne –tradycyjne i z wykorzystaniem translatorów elektronicznych- wady i zalety</w:t>
            </w:r>
            <w:r w:rsidR="00962F09">
              <w:rPr>
                <w:rFonts w:ascii="Corbel" w:hAnsi="Corbel"/>
                <w:sz w:val="24"/>
                <w:szCs w:val="24"/>
              </w:rPr>
              <w:t>.</w:t>
            </w:r>
          </w:p>
          <w:p w14:paraId="126126BC" w14:textId="454DDD3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66056133" w14:textId="77777777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. Relacjonowanie, argumentowanie, dyskusja. </w:t>
            </w:r>
          </w:p>
          <w:p w14:paraId="0A5E6305" w14:textId="0F846AE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42294BCD" w14:textId="3EB70D61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8408D8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C130AA">
              <w:rPr>
                <w:rFonts w:ascii="Corbel" w:hAnsi="Corbel"/>
                <w:sz w:val="24"/>
                <w:szCs w:val="24"/>
              </w:rPr>
              <w:t>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2C7A1F">
              <w:rPr>
                <w:rFonts w:ascii="Corbel" w:hAnsi="Corbel"/>
                <w:sz w:val="24"/>
                <w:szCs w:val="24"/>
              </w:rPr>
              <w:br/>
            </w:r>
            <w:r w:rsidR="00162DB4" w:rsidRPr="00C130AA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37B8A89C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5D3E3D0B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Po</w:t>
            </w:r>
            <w:r w:rsidR="00AF7AEF" w:rsidRPr="00C130AA">
              <w:rPr>
                <w:rFonts w:ascii="Corbel" w:hAnsi="Corbel"/>
                <w:sz w:val="24"/>
                <w:szCs w:val="24"/>
              </w:rPr>
              <w:t xml:space="preserve">moc pedagogiczna w nauczaniu przedszkolnym i wczesnoszkolnym. 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Praca z tekstem oryginalnym, dyskusja z argumentacją. </w:t>
            </w:r>
          </w:p>
          <w:p w14:paraId="74264814" w14:textId="17F997B8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3803EA10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Terapia pedagogiczna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– cele, metody i rodzaje.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39934A3F" w14:textId="73F924C1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26F87FB0" w14:textId="77777777" w:rsidR="00F0138A" w:rsidRDefault="00950210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09373BA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64BA6174" w14:textId="77777777" w:rsidTr="00B80F4C">
        <w:tc>
          <w:tcPr>
            <w:tcW w:w="9520" w:type="dxa"/>
          </w:tcPr>
          <w:p w14:paraId="1752F62A" w14:textId="03FAB1C2" w:rsidR="00AF7AEF" w:rsidRPr="00C130AA" w:rsidRDefault="00AF7AEF" w:rsidP="008408D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Edukacja przedszkolna i wczesnoszkolna.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oryginalnym; translacja, streszczenie.</w:t>
            </w:r>
          </w:p>
        </w:tc>
      </w:tr>
      <w:tr w:rsidR="00AF7AEF" w:rsidRPr="009C54AE" w14:paraId="74FFA80B" w14:textId="77777777" w:rsidTr="00B80F4C">
        <w:tc>
          <w:tcPr>
            <w:tcW w:w="9520" w:type="dxa"/>
          </w:tcPr>
          <w:p w14:paraId="1857EBA5" w14:textId="77777777" w:rsidR="00AF7AEF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Środowisko przedszkolne i szkolne.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Definiowanie i opisy.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 xml:space="preserve"> Dyskusja.</w:t>
            </w:r>
          </w:p>
          <w:p w14:paraId="02363799" w14:textId="26474CBE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389B7881" w14:textId="77777777" w:rsidTr="00B80F4C">
        <w:tc>
          <w:tcPr>
            <w:tcW w:w="9520" w:type="dxa"/>
          </w:tcPr>
          <w:p w14:paraId="6047781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Technologie informacyjne w nauczaniu dzieci.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Projekty grupowe studentów. Przygotowanie do projektu zaliczeniowego.</w:t>
            </w:r>
            <w:r w:rsidRPr="00C130AA">
              <w:rPr>
                <w:rFonts w:ascii="Corbel" w:hAnsi="Corbel"/>
                <w:sz w:val="24"/>
                <w:szCs w:val="24"/>
              </w:rPr>
              <w:tab/>
            </w:r>
          </w:p>
          <w:p w14:paraId="0EF06D3D" w14:textId="7FF7CB84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D45D6" w:rsidRPr="009C54AE" w14:paraId="5C9C7CE7" w14:textId="77777777" w:rsidTr="00B80F4C">
        <w:tc>
          <w:tcPr>
            <w:tcW w:w="9520" w:type="dxa"/>
          </w:tcPr>
          <w:p w14:paraId="465ACF00" w14:textId="77777777" w:rsidR="00ED45D6" w:rsidRDefault="00ED45D6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Programy edukacyjne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. Argumentacja podczas dyskusji; argumentacja w wypowiedzi pisemnej- indywidualne projekty studentów.</w:t>
            </w:r>
          </w:p>
          <w:p w14:paraId="46419275" w14:textId="30D7155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47652E97" w14:textId="77777777" w:rsidTr="00B80F4C">
        <w:tc>
          <w:tcPr>
            <w:tcW w:w="9520" w:type="dxa"/>
          </w:tcPr>
          <w:p w14:paraId="0D6A459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Badania pedagogiczne i techniki badawcze.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Sporządzanie notatek, przygotowanie dłuższej wypowiedzi pisemnej.</w:t>
            </w:r>
          </w:p>
          <w:p w14:paraId="35DBAC13" w14:textId="24C3FA6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35E961EB" w14:textId="77777777" w:rsidR="00F0138A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Język akademicki – wygłaszanie prezentacji, przygotowanie tekstu pisanego.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Praca z tekstem oryginalnym.</w:t>
            </w:r>
          </w:p>
          <w:p w14:paraId="4035A714" w14:textId="40FC9B9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1F277111" w14:textId="77777777" w:rsidR="00B80F4C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555E567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176B68F6" w14:textId="1DD7E8A5" w:rsidR="00F0138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lastRenderedPageBreak/>
              <w:t>Szukanie źródeł bibliograficznych.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naukowym. </w:t>
            </w:r>
            <w:r w:rsidR="008408D8">
              <w:rPr>
                <w:rFonts w:ascii="Corbel" w:hAnsi="Corbel"/>
                <w:sz w:val="24"/>
                <w:szCs w:val="24"/>
              </w:rPr>
              <w:t>Przygotowanie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 bibliografii. </w:t>
            </w:r>
          </w:p>
          <w:p w14:paraId="158388E2" w14:textId="4729533F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66CD3B87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prezentacji indywidulane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j / referatu.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Wymagania dotyczące prezentacji multimedialnych – omówienie.</w:t>
            </w:r>
          </w:p>
          <w:p w14:paraId="0E9ADC2F" w14:textId="2A5700F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31C0166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streszczenie, 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artykuł, </w:t>
            </w:r>
            <w:r w:rsidR="00516997" w:rsidRPr="00C130AA">
              <w:rPr>
                <w:rFonts w:ascii="Corbel" w:hAnsi="Corbel"/>
                <w:sz w:val="24"/>
                <w:szCs w:val="24"/>
              </w:rPr>
              <w:t xml:space="preserve">rozprawka, 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list </w:t>
            </w:r>
            <w:r w:rsidR="00370E17" w:rsidRPr="00C130AA">
              <w:rPr>
                <w:rFonts w:ascii="Corbel" w:hAnsi="Corbel"/>
                <w:sz w:val="24"/>
                <w:szCs w:val="24"/>
              </w:rPr>
              <w:t>intencyjny</w:t>
            </w:r>
            <w:r w:rsidR="003032AB" w:rsidRPr="00C130AA">
              <w:rPr>
                <w:rFonts w:ascii="Corbel" w:hAnsi="Corbel"/>
                <w:sz w:val="24"/>
                <w:szCs w:val="24"/>
              </w:rPr>
              <w:t>, list motywacyjny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14:paraId="7009FF70" w14:textId="6A71998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1DD9E99E" w14:textId="77777777" w:rsidR="00370E17" w:rsidRDefault="00370E1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materiału 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koniecznego do opracowania pracy dyplomowej.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72C80BD9" w14:textId="046E7DB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D7354" w14:textId="45CCDC59" w:rsidR="0085747A" w:rsidRPr="00EC1EB9" w:rsidRDefault="001F5586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EC1EB9">
        <w:rPr>
          <w:rFonts w:ascii="Corbel" w:hAnsi="Corbel"/>
          <w:b w:val="0"/>
          <w:iCs/>
          <w:smallCaps w:val="0"/>
          <w:szCs w:val="24"/>
        </w:rPr>
        <w:t xml:space="preserve">Ćwiczenia: analiza i interpretacja tekstów (słuchanych i pisanych) z dyskusją, metoda projektów, praca w parach i grupach (rozwiązywanie zadań, dyskusja), rozwiązywanie zadań i testów, prezentacja multimedialna, gry dydaktyczne, </w:t>
      </w:r>
      <w:r w:rsidR="00AF7AEF" w:rsidRPr="00EC1EB9">
        <w:rPr>
          <w:rFonts w:ascii="Corbel" w:hAnsi="Corbel"/>
          <w:b w:val="0"/>
          <w:iCs/>
          <w:smallCaps w:val="0"/>
          <w:szCs w:val="24"/>
        </w:rPr>
        <w:t>dyskusja z argumentacją</w:t>
      </w:r>
      <w:r w:rsidRPr="00EC1EB9">
        <w:rPr>
          <w:rFonts w:ascii="Corbel" w:hAnsi="Corbel"/>
          <w:b w:val="0"/>
          <w:iCs/>
          <w:smallCaps w:val="0"/>
          <w:szCs w:val="24"/>
        </w:rPr>
        <w:t>, tworzenie wypowiedzi pisemnych, analiza tekstów naukowych z dziedziny pedagogiki.</w:t>
      </w:r>
    </w:p>
    <w:p w14:paraId="498F7F4D" w14:textId="77777777" w:rsidR="001F5586" w:rsidRPr="009C54AE" w:rsidRDefault="001F5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8D7280" w14:textId="77777777" w:rsidTr="006F17E5">
        <w:tc>
          <w:tcPr>
            <w:tcW w:w="1962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27766" w14:textId="64AC8B37" w:rsidR="0085747A" w:rsidRPr="009C54AE" w:rsidRDefault="00F974DA" w:rsidP="005464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546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53E627" w14:textId="77777777" w:rsidTr="006F17E5">
        <w:tc>
          <w:tcPr>
            <w:tcW w:w="1962" w:type="dxa"/>
          </w:tcPr>
          <w:p w14:paraId="3CDBDB04" w14:textId="29619F3B" w:rsidR="0085747A" w:rsidRPr="00AF7AEF" w:rsidRDefault="0085747A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 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0CEA2DD5" w14:textId="77777777" w:rsidR="00AF7AEF" w:rsidRPr="00AF7AEF" w:rsidRDefault="00AF7AEF" w:rsidP="00AF7AE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596DFFF8" w14:textId="0EED0F4F" w:rsidR="0085747A" w:rsidRPr="00AF7AEF" w:rsidRDefault="00AF7AEF" w:rsidP="00AF7A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6C01ACED" w14:textId="750D064E" w:rsidR="0085747A" w:rsidRPr="00AF7AEF" w:rsidRDefault="003032AB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2B1E" w:rsidRPr="009C54AE" w14:paraId="6443D236" w14:textId="77777777" w:rsidTr="006F17E5">
        <w:tc>
          <w:tcPr>
            <w:tcW w:w="1962" w:type="dxa"/>
          </w:tcPr>
          <w:p w14:paraId="690F2651" w14:textId="587E932C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1701FDDC" w14:textId="77777777" w:rsidR="00EA2B1E" w:rsidRDefault="00AF7AEF" w:rsidP="00C3489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053DE08C" w14:textId="2B452750" w:rsidR="00AF7AEF" w:rsidRPr="00AF7AEF" w:rsidRDefault="00AF7AEF" w:rsidP="00C3489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17" w:type="dxa"/>
          </w:tcPr>
          <w:p w14:paraId="31DC1CA6" w14:textId="7CCCEE02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5FB5EDAB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16BAA1C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7A69F113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4D525E3D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F6193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B31F84B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270F40C5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F34922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D76157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E46E2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39B224BE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238624C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1FA5D9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Ćwiczenia: zaliczenie z oceną</w:t>
            </w:r>
          </w:p>
          <w:p w14:paraId="012A3E12" w14:textId="6603D4DE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3C0A2BC7" w14:textId="6D3E570B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9E3477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1E7769F3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BFA4A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6BA9E2B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2761BD3" w14:textId="07CDA188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42430A29" w:rsidR="00C61DC5" w:rsidRPr="009C54AE" w:rsidRDefault="00632A30" w:rsidP="00632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A3A8A9" w14:textId="74446C79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91C8A" w:rsidR="00C61DC5" w:rsidRPr="009C54AE" w:rsidRDefault="00C61DC5" w:rsidP="00FC55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3B81">
              <w:rPr>
                <w:rFonts w:ascii="Corbel" w:hAnsi="Corbel"/>
                <w:sz w:val="24"/>
                <w:szCs w:val="24"/>
              </w:rPr>
              <w:t xml:space="preserve"> </w:t>
            </w:r>
            <w:r w:rsidR="00FC555C" w:rsidRPr="00FC555C">
              <w:rPr>
                <w:rFonts w:ascii="Corbel" w:hAnsi="Corbel"/>
                <w:sz w:val="24"/>
                <w:szCs w:val="24"/>
              </w:rPr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00499B73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E675A8D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71641176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063C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399D71AE" w:rsidR="0085747A" w:rsidRPr="00D16013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601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65F7AD" w14:textId="77777777" w:rsidR="00F403EB" w:rsidRPr="00D16013" w:rsidRDefault="00F403EB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160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160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160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</w:p>
          <w:p w14:paraId="42B72FE8" w14:textId="77777777" w:rsidR="00F403EB" w:rsidRPr="007E68F0" w:rsidRDefault="00F403EB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Cornelsen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Verlag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3B113E30" w14:textId="77777777" w:rsidR="00F403EB" w:rsidRPr="00AC558A" w:rsidRDefault="00F403EB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6CB73F3F" w:rsidR="00FC555C" w:rsidRPr="00857E64" w:rsidRDefault="00FC555C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BB8E6F8" w:rsidR="0085747A" w:rsidRPr="00D160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601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7BF8E5" w14:textId="77777777" w:rsidR="00F403EB" w:rsidRPr="00D16013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</w:p>
          <w:p w14:paraId="38BB5EAF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</w:p>
          <w:p w14:paraId="442545E4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</w:p>
          <w:p w14:paraId="75159DA7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22D4EEFC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</w:p>
          <w:p w14:paraId="1BF70E11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</w:p>
          <w:p w14:paraId="7FE0D342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6F1588EE" w14:textId="77777777" w:rsidR="00F403EB" w:rsidRPr="007E68F0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2832F957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46944137" w14:textId="77777777" w:rsidR="00F403EB" w:rsidRPr="00007041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176A76B1" w14:textId="385F850A" w:rsidR="00FA1DF4" w:rsidRPr="009D672D" w:rsidRDefault="00FA1DF4" w:rsidP="00857E6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ED7AA" w14:textId="77777777" w:rsidR="00C73C63" w:rsidRDefault="00C73C63" w:rsidP="00C16ABF">
      <w:pPr>
        <w:spacing w:after="0" w:line="240" w:lineRule="auto"/>
      </w:pPr>
      <w:r>
        <w:separator/>
      </w:r>
    </w:p>
  </w:endnote>
  <w:endnote w:type="continuationSeparator" w:id="0">
    <w:p w14:paraId="4D5EF46C" w14:textId="77777777" w:rsidR="00C73C63" w:rsidRDefault="00C73C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30165" w14:textId="77777777" w:rsidR="00C73C63" w:rsidRDefault="00C73C63" w:rsidP="00C16ABF">
      <w:pPr>
        <w:spacing w:after="0" w:line="240" w:lineRule="auto"/>
      </w:pPr>
      <w:r>
        <w:separator/>
      </w:r>
    </w:p>
  </w:footnote>
  <w:footnote w:type="continuationSeparator" w:id="0">
    <w:p w14:paraId="5CE20BC1" w14:textId="77777777" w:rsidR="00C73C63" w:rsidRDefault="00C73C63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768D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569D"/>
    <w:rsid w:val="00146BC0"/>
    <w:rsid w:val="00153C41"/>
    <w:rsid w:val="00154381"/>
    <w:rsid w:val="00162DB4"/>
    <w:rsid w:val="001640A7"/>
    <w:rsid w:val="00164FA7"/>
    <w:rsid w:val="00166A03"/>
    <w:rsid w:val="00170873"/>
    <w:rsid w:val="001718A7"/>
    <w:rsid w:val="001737CF"/>
    <w:rsid w:val="00176083"/>
    <w:rsid w:val="00176858"/>
    <w:rsid w:val="00191F1B"/>
    <w:rsid w:val="00192F37"/>
    <w:rsid w:val="001A70D2"/>
    <w:rsid w:val="001D657B"/>
    <w:rsid w:val="001D7B54"/>
    <w:rsid w:val="001E0209"/>
    <w:rsid w:val="001F2CA2"/>
    <w:rsid w:val="001F5586"/>
    <w:rsid w:val="002144C0"/>
    <w:rsid w:val="0022477D"/>
    <w:rsid w:val="002278A9"/>
    <w:rsid w:val="002336F9"/>
    <w:rsid w:val="0024028F"/>
    <w:rsid w:val="00243F4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A1F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26D5"/>
    <w:rsid w:val="00346FE9"/>
    <w:rsid w:val="0034759A"/>
    <w:rsid w:val="003501AA"/>
    <w:rsid w:val="003503F6"/>
    <w:rsid w:val="003530DD"/>
    <w:rsid w:val="00362E4C"/>
    <w:rsid w:val="00363F78"/>
    <w:rsid w:val="00365D3D"/>
    <w:rsid w:val="00370E17"/>
    <w:rsid w:val="0039662B"/>
    <w:rsid w:val="003A0A5B"/>
    <w:rsid w:val="003A1176"/>
    <w:rsid w:val="003C0BAE"/>
    <w:rsid w:val="003D18A9"/>
    <w:rsid w:val="003D2581"/>
    <w:rsid w:val="003D5047"/>
    <w:rsid w:val="003D6CE2"/>
    <w:rsid w:val="003E1941"/>
    <w:rsid w:val="003E2FE6"/>
    <w:rsid w:val="003E49D5"/>
    <w:rsid w:val="003F205D"/>
    <w:rsid w:val="003F38C0"/>
    <w:rsid w:val="00414E3C"/>
    <w:rsid w:val="0041565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842"/>
    <w:rsid w:val="004D2698"/>
    <w:rsid w:val="004D5282"/>
    <w:rsid w:val="004F1551"/>
    <w:rsid w:val="004F55A3"/>
    <w:rsid w:val="0050496F"/>
    <w:rsid w:val="00513B6F"/>
    <w:rsid w:val="00516997"/>
    <w:rsid w:val="00517C63"/>
    <w:rsid w:val="0052753D"/>
    <w:rsid w:val="00530013"/>
    <w:rsid w:val="005363C4"/>
    <w:rsid w:val="00536BDE"/>
    <w:rsid w:val="00543ACC"/>
    <w:rsid w:val="0054635F"/>
    <w:rsid w:val="00546463"/>
    <w:rsid w:val="0056696D"/>
    <w:rsid w:val="00576E54"/>
    <w:rsid w:val="0059484D"/>
    <w:rsid w:val="00595409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27FF5"/>
    <w:rsid w:val="006323B5"/>
    <w:rsid w:val="00632A30"/>
    <w:rsid w:val="00647FA8"/>
    <w:rsid w:val="00650C5F"/>
    <w:rsid w:val="006537F7"/>
    <w:rsid w:val="00654934"/>
    <w:rsid w:val="006620D9"/>
    <w:rsid w:val="006711FD"/>
    <w:rsid w:val="00671958"/>
    <w:rsid w:val="00675843"/>
    <w:rsid w:val="00696477"/>
    <w:rsid w:val="006B2962"/>
    <w:rsid w:val="006D050F"/>
    <w:rsid w:val="006D4FEF"/>
    <w:rsid w:val="006D6139"/>
    <w:rsid w:val="006E5D65"/>
    <w:rsid w:val="006F1282"/>
    <w:rsid w:val="006F17E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126D"/>
    <w:rsid w:val="007C3299"/>
    <w:rsid w:val="007C3BCC"/>
    <w:rsid w:val="007C4546"/>
    <w:rsid w:val="007D6E56"/>
    <w:rsid w:val="007E5AB4"/>
    <w:rsid w:val="007F4155"/>
    <w:rsid w:val="00800939"/>
    <w:rsid w:val="00812401"/>
    <w:rsid w:val="0081554D"/>
    <w:rsid w:val="0081707E"/>
    <w:rsid w:val="008408D8"/>
    <w:rsid w:val="008449B3"/>
    <w:rsid w:val="008552A2"/>
    <w:rsid w:val="00856D28"/>
    <w:rsid w:val="0085747A"/>
    <w:rsid w:val="00857E64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2F09"/>
    <w:rsid w:val="009655FC"/>
    <w:rsid w:val="009848F9"/>
    <w:rsid w:val="00997F14"/>
    <w:rsid w:val="009A78D9"/>
    <w:rsid w:val="009B07C6"/>
    <w:rsid w:val="009B726F"/>
    <w:rsid w:val="009C3E31"/>
    <w:rsid w:val="009C4B97"/>
    <w:rsid w:val="009C54AE"/>
    <w:rsid w:val="009C788E"/>
    <w:rsid w:val="009D3F3B"/>
    <w:rsid w:val="009D672D"/>
    <w:rsid w:val="009E0543"/>
    <w:rsid w:val="009E3B41"/>
    <w:rsid w:val="009F3C5C"/>
    <w:rsid w:val="009F4610"/>
    <w:rsid w:val="00A00ECC"/>
    <w:rsid w:val="00A0410C"/>
    <w:rsid w:val="00A155EE"/>
    <w:rsid w:val="00A17DF2"/>
    <w:rsid w:val="00A2245B"/>
    <w:rsid w:val="00A30110"/>
    <w:rsid w:val="00A36899"/>
    <w:rsid w:val="00A371F6"/>
    <w:rsid w:val="00A42759"/>
    <w:rsid w:val="00A43BF6"/>
    <w:rsid w:val="00A53FA5"/>
    <w:rsid w:val="00A54817"/>
    <w:rsid w:val="00A601C8"/>
    <w:rsid w:val="00A605FA"/>
    <w:rsid w:val="00A60799"/>
    <w:rsid w:val="00A81E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EF"/>
    <w:rsid w:val="00B06142"/>
    <w:rsid w:val="00B135B1"/>
    <w:rsid w:val="00B23B4C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90885"/>
    <w:rsid w:val="00B9286A"/>
    <w:rsid w:val="00BB520A"/>
    <w:rsid w:val="00BD3869"/>
    <w:rsid w:val="00BD66E9"/>
    <w:rsid w:val="00BD6FF4"/>
    <w:rsid w:val="00BF2C41"/>
    <w:rsid w:val="00C058B4"/>
    <w:rsid w:val="00C05F44"/>
    <w:rsid w:val="00C130AA"/>
    <w:rsid w:val="00C131B5"/>
    <w:rsid w:val="00C16ABF"/>
    <w:rsid w:val="00C170AE"/>
    <w:rsid w:val="00C26CB7"/>
    <w:rsid w:val="00C324C1"/>
    <w:rsid w:val="00C33B81"/>
    <w:rsid w:val="00C34893"/>
    <w:rsid w:val="00C36992"/>
    <w:rsid w:val="00C56036"/>
    <w:rsid w:val="00C61DC5"/>
    <w:rsid w:val="00C67E92"/>
    <w:rsid w:val="00C70A26"/>
    <w:rsid w:val="00C73C63"/>
    <w:rsid w:val="00C766DF"/>
    <w:rsid w:val="00C94B98"/>
    <w:rsid w:val="00CA2B96"/>
    <w:rsid w:val="00CA5089"/>
    <w:rsid w:val="00CC3BC9"/>
    <w:rsid w:val="00CD6897"/>
    <w:rsid w:val="00CE5BAC"/>
    <w:rsid w:val="00CF165D"/>
    <w:rsid w:val="00CF25BE"/>
    <w:rsid w:val="00CF78ED"/>
    <w:rsid w:val="00D02B25"/>
    <w:rsid w:val="00D02EBA"/>
    <w:rsid w:val="00D16013"/>
    <w:rsid w:val="00D17C3C"/>
    <w:rsid w:val="00D26B2C"/>
    <w:rsid w:val="00D352C9"/>
    <w:rsid w:val="00D425B2"/>
    <w:rsid w:val="00D428D6"/>
    <w:rsid w:val="00D552B2"/>
    <w:rsid w:val="00D608D1"/>
    <w:rsid w:val="00D65B0E"/>
    <w:rsid w:val="00D74119"/>
    <w:rsid w:val="00D8075B"/>
    <w:rsid w:val="00D8678B"/>
    <w:rsid w:val="00DA2114"/>
    <w:rsid w:val="00DB54DB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B1E"/>
    <w:rsid w:val="00EA4832"/>
    <w:rsid w:val="00EA4E9D"/>
    <w:rsid w:val="00EC1EB9"/>
    <w:rsid w:val="00EC4899"/>
    <w:rsid w:val="00ED03AB"/>
    <w:rsid w:val="00ED32D2"/>
    <w:rsid w:val="00ED45D6"/>
    <w:rsid w:val="00EE32DE"/>
    <w:rsid w:val="00EE5457"/>
    <w:rsid w:val="00F0138A"/>
    <w:rsid w:val="00F063CE"/>
    <w:rsid w:val="00F070AB"/>
    <w:rsid w:val="00F17567"/>
    <w:rsid w:val="00F260FF"/>
    <w:rsid w:val="00F27A7B"/>
    <w:rsid w:val="00F403E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C555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9553D-47F4-4708-AF13-142745E2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1595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2020-10-19T09:43:00Z</cp:lastPrinted>
  <dcterms:created xsi:type="dcterms:W3CDTF">2019-10-23T12:39:00Z</dcterms:created>
  <dcterms:modified xsi:type="dcterms:W3CDTF">2021-01-21T07:59:00Z</dcterms:modified>
</cp:coreProperties>
</file>