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3F5DF4" w14:textId="607F2531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CD7774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41CE30E8" w14:textId="77777777" w:rsidR="004B11E7" w:rsidRPr="009C54AE" w:rsidRDefault="004B11E7" w:rsidP="004B11E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37014F" w14:textId="77777777" w:rsidR="004B11E7" w:rsidRPr="009C54AE" w:rsidRDefault="004B11E7" w:rsidP="004B11E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2020-2022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F3A030C" w14:textId="77777777" w:rsidR="004B11E7" w:rsidRDefault="004B11E7" w:rsidP="004B11E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F93CAE9" w14:textId="464E4E7E" w:rsidR="004B11E7" w:rsidRPr="00EA4832" w:rsidRDefault="004B11E7" w:rsidP="004B11E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2020/2021</w:t>
      </w:r>
    </w:p>
    <w:p w14:paraId="0DC6916F" w14:textId="03FAA665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15C6041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89721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AEB6055" w14:textId="77777777" w:rsidTr="00B819C8">
        <w:tc>
          <w:tcPr>
            <w:tcW w:w="2694" w:type="dxa"/>
            <w:vAlign w:val="center"/>
          </w:tcPr>
          <w:p w14:paraId="08FE20F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843C50E" w14:textId="77777777" w:rsidR="0085747A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muzyczna</w:t>
            </w:r>
          </w:p>
        </w:tc>
      </w:tr>
      <w:tr w:rsidR="0085747A" w:rsidRPr="009C54AE" w14:paraId="759906C8" w14:textId="77777777" w:rsidTr="00B819C8">
        <w:tc>
          <w:tcPr>
            <w:tcW w:w="2694" w:type="dxa"/>
            <w:vAlign w:val="center"/>
          </w:tcPr>
          <w:p w14:paraId="32DB8A3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B51A0F8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64852" w:rsidRPr="009C54AE" w14:paraId="1547A844" w14:textId="77777777" w:rsidTr="00B819C8">
        <w:tc>
          <w:tcPr>
            <w:tcW w:w="2694" w:type="dxa"/>
            <w:vAlign w:val="center"/>
          </w:tcPr>
          <w:p w14:paraId="0AA62BCF" w14:textId="77777777" w:rsidR="00C64852" w:rsidRPr="009C54AE" w:rsidRDefault="00C6485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3EB4F23" w14:textId="56670668" w:rsidR="00C64852" w:rsidRPr="009C54AE" w:rsidRDefault="00D026E4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C64852" w:rsidRPr="009C54AE" w14:paraId="343D9606" w14:textId="77777777" w:rsidTr="00B819C8">
        <w:tc>
          <w:tcPr>
            <w:tcW w:w="2694" w:type="dxa"/>
            <w:vAlign w:val="center"/>
          </w:tcPr>
          <w:p w14:paraId="790EF52B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DE062DD" w14:textId="1E84596A" w:rsidR="00C64852" w:rsidRPr="009C54AE" w:rsidRDefault="00D026E4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64852" w:rsidRPr="009C54AE" w14:paraId="116A60C6" w14:textId="77777777" w:rsidTr="00B819C8">
        <w:tc>
          <w:tcPr>
            <w:tcW w:w="2694" w:type="dxa"/>
            <w:vAlign w:val="center"/>
          </w:tcPr>
          <w:p w14:paraId="39B12093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3B6A50" w14:textId="0EFDDEE1"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D7774">
              <w:rPr>
                <w:rFonts w:ascii="Corbel" w:hAnsi="Corbel"/>
                <w:b w:val="0"/>
                <w:sz w:val="24"/>
                <w:szCs w:val="24"/>
              </w:rPr>
              <w:t>, specjalność pedagogika przedszkolna i wczesnoszkolna</w:t>
            </w:r>
          </w:p>
        </w:tc>
      </w:tr>
      <w:tr w:rsidR="00C64852" w:rsidRPr="009C54AE" w14:paraId="37675567" w14:textId="77777777" w:rsidTr="00B819C8">
        <w:tc>
          <w:tcPr>
            <w:tcW w:w="2694" w:type="dxa"/>
            <w:vAlign w:val="center"/>
          </w:tcPr>
          <w:p w14:paraId="390F3A03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3153C4" w14:textId="77777777"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C64852" w:rsidRPr="009C54AE" w14:paraId="06F73707" w14:textId="77777777" w:rsidTr="00B819C8">
        <w:tc>
          <w:tcPr>
            <w:tcW w:w="2694" w:type="dxa"/>
            <w:vAlign w:val="center"/>
          </w:tcPr>
          <w:p w14:paraId="12442A09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0D5809" w14:textId="77777777"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64852" w:rsidRPr="009C54AE" w14:paraId="7728C362" w14:textId="77777777" w:rsidTr="00B819C8">
        <w:tc>
          <w:tcPr>
            <w:tcW w:w="2694" w:type="dxa"/>
            <w:vAlign w:val="center"/>
          </w:tcPr>
          <w:p w14:paraId="5506AE48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C58D678" w14:textId="77777777"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C64852" w:rsidRPr="009C54AE" w14:paraId="42B5A060" w14:textId="77777777" w:rsidTr="00B819C8">
        <w:tc>
          <w:tcPr>
            <w:tcW w:w="2694" w:type="dxa"/>
            <w:vAlign w:val="center"/>
          </w:tcPr>
          <w:p w14:paraId="71DC884D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465DBFF" w14:textId="77777777"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2</w:t>
            </w:r>
          </w:p>
        </w:tc>
      </w:tr>
      <w:tr w:rsidR="00C64852" w:rsidRPr="009C54AE" w14:paraId="59726B6A" w14:textId="77777777" w:rsidTr="00B819C8">
        <w:tc>
          <w:tcPr>
            <w:tcW w:w="2694" w:type="dxa"/>
            <w:vAlign w:val="center"/>
          </w:tcPr>
          <w:p w14:paraId="4CD65B71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7ECC5A" w14:textId="3104D528" w:rsidR="00C64852" w:rsidRPr="009C54AE" w:rsidRDefault="00CD77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64852" w:rsidRPr="009C54AE" w14:paraId="187DBD04" w14:textId="77777777" w:rsidTr="00B819C8">
        <w:tc>
          <w:tcPr>
            <w:tcW w:w="2694" w:type="dxa"/>
            <w:vAlign w:val="center"/>
          </w:tcPr>
          <w:p w14:paraId="158FAFBB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5553D4" w14:textId="77777777" w:rsidR="00C64852" w:rsidRPr="009C54AE" w:rsidRDefault="007241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64852" w:rsidRPr="009C54AE" w14:paraId="658938F3" w14:textId="77777777" w:rsidTr="00B819C8">
        <w:tc>
          <w:tcPr>
            <w:tcW w:w="2694" w:type="dxa"/>
            <w:vAlign w:val="center"/>
          </w:tcPr>
          <w:p w14:paraId="2AC9037E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97C5B9" w14:textId="77777777"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Janusz Boczar</w:t>
            </w:r>
          </w:p>
        </w:tc>
      </w:tr>
      <w:tr w:rsidR="00C64852" w:rsidRPr="009C54AE" w14:paraId="30A08C30" w14:textId="77777777" w:rsidTr="00B819C8">
        <w:tc>
          <w:tcPr>
            <w:tcW w:w="2694" w:type="dxa"/>
            <w:vAlign w:val="center"/>
          </w:tcPr>
          <w:p w14:paraId="5C5AAE19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D5DD89" w14:textId="30C3C510"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A2EE8D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A7BDC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273E5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68ECC3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4B7661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5B6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645C9C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A89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23B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028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E7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915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B30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DF7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D86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C5F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C021E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B6BB" w14:textId="77777777" w:rsidR="00015B8F" w:rsidRPr="009C54AE" w:rsidRDefault="00C648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02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51F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6F8F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B0C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0F2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D75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039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C4631" w14:textId="77777777" w:rsidR="00015B8F" w:rsidRPr="009C54AE" w:rsidRDefault="00C648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Warszt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7E39" w14:textId="77777777" w:rsidR="00015B8F" w:rsidRPr="009C54AE" w:rsidRDefault="00C648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0E27D6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F1BF5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4476905" w14:textId="3C5C03BA" w:rsidR="0085747A" w:rsidRPr="00CD7774" w:rsidRDefault="00326277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CD7774">
        <w:rPr>
          <w:rFonts w:ascii="MS Gothic" w:eastAsia="MS Gothic" w:hAnsi="MS Gothic" w:cs="MS Gothic"/>
          <w:bCs/>
          <w:szCs w:val="24"/>
        </w:rPr>
        <w:t>x</w:t>
      </w:r>
      <w:r w:rsidR="00CD7774">
        <w:rPr>
          <w:rFonts w:ascii="MS Gothic" w:eastAsia="MS Gothic" w:hAnsi="MS Gothic" w:cs="MS Gothic"/>
          <w:bCs/>
          <w:szCs w:val="24"/>
        </w:rPr>
        <w:t xml:space="preserve"> </w:t>
      </w:r>
      <w:r w:rsidR="0085747A" w:rsidRPr="00CD7774">
        <w:rPr>
          <w:rFonts w:ascii="Corbel" w:hAnsi="Corbel"/>
          <w:bCs/>
          <w:smallCaps w:val="0"/>
          <w:szCs w:val="24"/>
          <w:u w:val="single"/>
        </w:rPr>
        <w:t>zajęcia w formie tradycyjnej</w:t>
      </w:r>
    </w:p>
    <w:p w14:paraId="12949F9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ABA1A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CA30BD" w14:textId="54DC0D2A" w:rsidR="009C54AE" w:rsidRDefault="00E22FBC" w:rsidP="00CD777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D7774">
        <w:rPr>
          <w:rFonts w:ascii="Corbel" w:hAnsi="Corbel"/>
          <w:smallCaps w:val="0"/>
          <w:szCs w:val="24"/>
        </w:rPr>
        <w:t xml:space="preserve">przedmiotu </w:t>
      </w:r>
      <w:r w:rsidR="00CD7774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326277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14:paraId="4EBC6BB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7D6BD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3CA4440" w14:textId="77777777" w:rsidTr="00745302">
        <w:tc>
          <w:tcPr>
            <w:tcW w:w="9670" w:type="dxa"/>
          </w:tcPr>
          <w:p w14:paraId="3F9FE2BD" w14:textId="77777777" w:rsidR="0085747A" w:rsidRPr="009C54AE" w:rsidRDefault="003262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uzdolnienia muzyczne.</w:t>
            </w:r>
          </w:p>
        </w:tc>
      </w:tr>
    </w:tbl>
    <w:p w14:paraId="31A9320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F1FEA7" w14:textId="4401DED9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r w:rsidR="00CD7774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58C3360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FC202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A69625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35A2CFE" w14:textId="77777777" w:rsidTr="00923D7D">
        <w:tc>
          <w:tcPr>
            <w:tcW w:w="851" w:type="dxa"/>
            <w:vAlign w:val="center"/>
          </w:tcPr>
          <w:p w14:paraId="07ED661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9733237" w14:textId="1D8BBC53" w:rsidR="0085747A" w:rsidRPr="00506C87" w:rsidRDefault="00506C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6C87">
              <w:rPr>
                <w:rFonts w:ascii="Corbel" w:hAnsi="Corbel"/>
                <w:b w:val="0"/>
                <w:sz w:val="24"/>
                <w:szCs w:val="24"/>
              </w:rPr>
              <w:t xml:space="preserve">Wyposażenie studentów </w:t>
            </w:r>
            <w:r w:rsidR="00CD7774" w:rsidRPr="00506C87">
              <w:rPr>
                <w:rFonts w:ascii="Corbel" w:hAnsi="Corbel"/>
                <w:b w:val="0"/>
                <w:sz w:val="24"/>
                <w:szCs w:val="24"/>
              </w:rPr>
              <w:t>w wiedzę</w:t>
            </w:r>
            <w:r w:rsidRPr="00506C87">
              <w:rPr>
                <w:rFonts w:ascii="Corbel" w:hAnsi="Corbel"/>
                <w:b w:val="0"/>
                <w:sz w:val="24"/>
                <w:szCs w:val="24"/>
              </w:rPr>
              <w:t xml:space="preserve"> o muzyce, konieczną do realizacji zadań nauczyciela wczesnej edukacji.                             </w:t>
            </w:r>
          </w:p>
        </w:tc>
      </w:tr>
      <w:tr w:rsidR="0085747A" w:rsidRPr="009C54AE" w14:paraId="3D937C55" w14:textId="77777777" w:rsidTr="00923D7D">
        <w:tc>
          <w:tcPr>
            <w:tcW w:w="851" w:type="dxa"/>
            <w:vAlign w:val="center"/>
          </w:tcPr>
          <w:p w14:paraId="057CCAEB" w14:textId="77777777" w:rsidR="0085747A" w:rsidRPr="009C54AE" w:rsidRDefault="00506C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F814728" w14:textId="6A9C0FD7" w:rsidR="0085747A" w:rsidRPr="009C54AE" w:rsidRDefault="00CD777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podstawowych</w:t>
            </w:r>
            <w:r w:rsidR="00506C87">
              <w:rPr>
                <w:rFonts w:ascii="Corbel" w:hAnsi="Corbel"/>
                <w:b w:val="0"/>
                <w:sz w:val="24"/>
                <w:szCs w:val="24"/>
              </w:rPr>
              <w:t xml:space="preserve"> umiejętności   </w:t>
            </w:r>
            <w:r>
              <w:rPr>
                <w:rFonts w:ascii="Corbel" w:hAnsi="Corbel"/>
                <w:b w:val="0"/>
                <w:sz w:val="24"/>
                <w:szCs w:val="24"/>
              </w:rPr>
              <w:t>sprzyjających twórczemu</w:t>
            </w:r>
            <w:r w:rsidR="00506C87">
              <w:rPr>
                <w:rFonts w:ascii="Corbel" w:hAnsi="Corbel"/>
                <w:b w:val="0"/>
                <w:sz w:val="24"/>
                <w:szCs w:val="24"/>
              </w:rPr>
              <w:t xml:space="preserve"> organizowaniu zajęć muzycznych.</w:t>
            </w:r>
          </w:p>
        </w:tc>
      </w:tr>
      <w:tr w:rsidR="0085747A" w:rsidRPr="009C54AE" w14:paraId="46AF6AD0" w14:textId="77777777" w:rsidTr="00923D7D">
        <w:tc>
          <w:tcPr>
            <w:tcW w:w="851" w:type="dxa"/>
            <w:vAlign w:val="center"/>
          </w:tcPr>
          <w:p w14:paraId="5E15A89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06C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FF0746D" w14:textId="2F0B720F" w:rsidR="0085747A" w:rsidRPr="009C54AE" w:rsidRDefault="00CD777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Uwrażliwienie w</w:t>
            </w:r>
            <w:r w:rsidR="00506C8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obszarze polskiej kultury</w:t>
            </w:r>
            <w:r w:rsidR="00506C87">
              <w:rPr>
                <w:rFonts w:ascii="Corbel" w:hAnsi="Corbel"/>
                <w:b w:val="0"/>
                <w:sz w:val="24"/>
                <w:szCs w:val="24"/>
              </w:rPr>
              <w:t xml:space="preserve"> muzycznej z </w:t>
            </w:r>
            <w:r>
              <w:rPr>
                <w:rFonts w:ascii="Corbel" w:hAnsi="Corbel"/>
                <w:b w:val="0"/>
                <w:sz w:val="24"/>
                <w:szCs w:val="24"/>
              </w:rPr>
              <w:t>podkreśleniem jej</w:t>
            </w:r>
            <w:r w:rsidR="00506C87">
              <w:rPr>
                <w:rFonts w:ascii="Corbel" w:hAnsi="Corbel"/>
                <w:b w:val="0"/>
                <w:sz w:val="24"/>
                <w:szCs w:val="24"/>
              </w:rPr>
              <w:t xml:space="preserve"> tożsamościowo</w:t>
            </w:r>
            <w:r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="00506C87">
              <w:rPr>
                <w:rFonts w:ascii="Corbel" w:hAnsi="Corbel"/>
                <w:b w:val="0"/>
                <w:sz w:val="24"/>
                <w:szCs w:val="24"/>
              </w:rPr>
              <w:t>twórczej siły.</w:t>
            </w:r>
          </w:p>
        </w:tc>
      </w:tr>
    </w:tbl>
    <w:p w14:paraId="52A199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7AAD9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96185F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F4115E8" w14:textId="77777777" w:rsidTr="0071620A">
        <w:tc>
          <w:tcPr>
            <w:tcW w:w="1701" w:type="dxa"/>
            <w:vAlign w:val="center"/>
          </w:tcPr>
          <w:p w14:paraId="1D5C48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854D5D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99DA14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B2A5545" w14:textId="77777777" w:rsidTr="005E6E85">
        <w:tc>
          <w:tcPr>
            <w:tcW w:w="1701" w:type="dxa"/>
          </w:tcPr>
          <w:p w14:paraId="5EF23B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DDF8046" w14:textId="62B58FB6" w:rsidR="0085747A" w:rsidRPr="009C54AE" w:rsidRDefault="00CD77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Wyjaśni podstawowe</w:t>
            </w:r>
            <w:r w:rsidR="002A5133">
              <w:rPr>
                <w:rFonts w:ascii="Corbel" w:hAnsi="Corbel"/>
                <w:b w:val="0"/>
                <w:smallCaps w:val="0"/>
                <w:szCs w:val="24"/>
              </w:rPr>
              <w:t xml:space="preserve"> terminy </w:t>
            </w:r>
            <w:r w:rsidR="00E60951"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="00C8739E">
              <w:rPr>
                <w:rFonts w:ascii="Corbel" w:hAnsi="Corbel"/>
                <w:b w:val="0"/>
                <w:smallCaps w:val="0"/>
                <w:szCs w:val="24"/>
              </w:rPr>
              <w:t xml:space="preserve">zasad </w:t>
            </w:r>
            <w:r w:rsidR="002A5133">
              <w:rPr>
                <w:rFonts w:ascii="Corbel" w:hAnsi="Corbel"/>
                <w:b w:val="0"/>
                <w:smallCaps w:val="0"/>
                <w:szCs w:val="24"/>
              </w:rPr>
              <w:t xml:space="preserve">muzyki. Wymieni </w:t>
            </w:r>
            <w:r w:rsidR="00C871E3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opisze formy edukacji</w:t>
            </w:r>
            <w:r w:rsidR="00205F69">
              <w:rPr>
                <w:rFonts w:ascii="Corbel" w:hAnsi="Corbel"/>
                <w:b w:val="0"/>
                <w:smallCaps w:val="0"/>
                <w:szCs w:val="24"/>
              </w:rPr>
              <w:t xml:space="preserve"> muzycznej w </w:t>
            </w:r>
            <w:r w:rsidR="00EF70A0">
              <w:rPr>
                <w:rFonts w:ascii="Corbel" w:hAnsi="Corbel"/>
                <w:b w:val="0"/>
                <w:smallCaps w:val="0"/>
                <w:szCs w:val="24"/>
              </w:rPr>
              <w:t>procesie</w:t>
            </w:r>
            <w:r w:rsidR="00C8739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60951">
              <w:rPr>
                <w:rFonts w:ascii="Corbel" w:hAnsi="Corbel"/>
                <w:b w:val="0"/>
                <w:smallCaps w:val="0"/>
                <w:szCs w:val="24"/>
              </w:rPr>
              <w:t>umuzykalniania</w:t>
            </w:r>
            <w:r w:rsidR="00205F69">
              <w:rPr>
                <w:rFonts w:ascii="Corbel" w:hAnsi="Corbel"/>
                <w:b w:val="0"/>
                <w:smallCaps w:val="0"/>
                <w:szCs w:val="24"/>
              </w:rPr>
              <w:t xml:space="preserve"> i wychowania muzycznego</w:t>
            </w:r>
            <w:r w:rsidR="00E60951">
              <w:rPr>
                <w:rFonts w:ascii="Corbel" w:hAnsi="Corbel"/>
                <w:b w:val="0"/>
                <w:smallCaps w:val="0"/>
                <w:szCs w:val="24"/>
              </w:rPr>
              <w:t xml:space="preserve"> dzieci.</w:t>
            </w:r>
          </w:p>
        </w:tc>
        <w:tc>
          <w:tcPr>
            <w:tcW w:w="1873" w:type="dxa"/>
          </w:tcPr>
          <w:p w14:paraId="5248BA92" w14:textId="77777777" w:rsidR="0085747A" w:rsidRPr="009C54AE" w:rsidRDefault="003262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PPiW.K_W01</w:t>
            </w:r>
          </w:p>
        </w:tc>
      </w:tr>
      <w:tr w:rsidR="0085747A" w:rsidRPr="009C54AE" w14:paraId="0DC9D2B8" w14:textId="77777777" w:rsidTr="005E6E85">
        <w:tc>
          <w:tcPr>
            <w:tcW w:w="1701" w:type="dxa"/>
          </w:tcPr>
          <w:p w14:paraId="321616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47A5A4B" w14:textId="58962796" w:rsidR="0085747A" w:rsidRPr="00A1719A" w:rsidRDefault="00D106C6" w:rsidP="00A1719A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Zróżnicuje</w:t>
            </w:r>
            <w:r w:rsidR="00A1719A" w:rsidRPr="00A1719A">
              <w:rPr>
                <w:rFonts w:ascii="Corbel" w:hAnsi="Corbel"/>
              </w:rPr>
              <w:t xml:space="preserve"> </w:t>
            </w:r>
            <w:r w:rsidR="00F51003">
              <w:rPr>
                <w:rFonts w:ascii="Corbel" w:hAnsi="Corbel"/>
              </w:rPr>
              <w:t xml:space="preserve"> i zastosuje </w:t>
            </w:r>
            <w:r w:rsidR="00A1719A" w:rsidRPr="00A1719A">
              <w:rPr>
                <w:rFonts w:ascii="Corbel" w:hAnsi="Corbel"/>
              </w:rPr>
              <w:t>działania edukacyjne stosownie do etapu rozwoju dziecka i jego możliwości.</w:t>
            </w:r>
          </w:p>
        </w:tc>
        <w:tc>
          <w:tcPr>
            <w:tcW w:w="1873" w:type="dxa"/>
          </w:tcPr>
          <w:p w14:paraId="34E69AB5" w14:textId="77777777" w:rsidR="0085747A" w:rsidRPr="009C54AE" w:rsidRDefault="003262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PPiW.K_U05</w:t>
            </w:r>
          </w:p>
        </w:tc>
      </w:tr>
      <w:tr w:rsidR="0085747A" w:rsidRPr="009C54AE" w14:paraId="06607F4A" w14:textId="77777777" w:rsidTr="005E6E85">
        <w:tc>
          <w:tcPr>
            <w:tcW w:w="1701" w:type="dxa"/>
          </w:tcPr>
          <w:p w14:paraId="12A5A2D4" w14:textId="77777777" w:rsidR="0085747A" w:rsidRPr="009C54AE" w:rsidRDefault="003262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7646B84" w14:textId="2C399340" w:rsidR="0085747A" w:rsidRPr="009C54AE" w:rsidRDefault="00F510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Skonstruuje scenariusz zajęć </w:t>
            </w:r>
            <w:r w:rsidR="00CD7774">
              <w:rPr>
                <w:rFonts w:ascii="Corbel" w:hAnsi="Corbel"/>
                <w:b w:val="0"/>
                <w:smallCaps w:val="0"/>
                <w:szCs w:val="24"/>
              </w:rPr>
              <w:t>muzycznych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oparciu o zdobytą wiedzę teoretyczną i praktyczną.</w:t>
            </w:r>
          </w:p>
        </w:tc>
        <w:tc>
          <w:tcPr>
            <w:tcW w:w="1873" w:type="dxa"/>
          </w:tcPr>
          <w:p w14:paraId="627D9240" w14:textId="77777777" w:rsidR="0085747A" w:rsidRPr="009C54AE" w:rsidRDefault="003262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PPiW.K_U06</w:t>
            </w:r>
          </w:p>
        </w:tc>
      </w:tr>
      <w:tr w:rsidR="00326277" w:rsidRPr="009C54AE" w14:paraId="302E2A24" w14:textId="77777777" w:rsidTr="005E6E85">
        <w:tc>
          <w:tcPr>
            <w:tcW w:w="1701" w:type="dxa"/>
          </w:tcPr>
          <w:p w14:paraId="3EFFEBC9" w14:textId="77777777" w:rsidR="00326277" w:rsidRPr="009C54AE" w:rsidRDefault="003262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B0556CE" w14:textId="77777777" w:rsidR="00326277" w:rsidRPr="009C54AE" w:rsidRDefault="007078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Wymyśli sposób rozwiązania problemu edukacyjnego, związanego ze zróżnicowanymi uzdolnieniami muzycznymi dzieci w grupie.</w:t>
            </w:r>
          </w:p>
        </w:tc>
        <w:tc>
          <w:tcPr>
            <w:tcW w:w="1873" w:type="dxa"/>
          </w:tcPr>
          <w:p w14:paraId="16E02668" w14:textId="77777777" w:rsidR="00326277" w:rsidRDefault="003262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PPiW.K_U07</w:t>
            </w:r>
          </w:p>
        </w:tc>
      </w:tr>
      <w:tr w:rsidR="00326277" w:rsidRPr="009C54AE" w14:paraId="40E7BA70" w14:textId="77777777" w:rsidTr="005E6E85">
        <w:tc>
          <w:tcPr>
            <w:tcW w:w="1701" w:type="dxa"/>
          </w:tcPr>
          <w:p w14:paraId="7613700E" w14:textId="77777777" w:rsidR="00326277" w:rsidRPr="009C54AE" w:rsidRDefault="003262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2BEC624" w14:textId="77777777" w:rsidR="00326277" w:rsidRPr="009C54AE" w:rsidRDefault="00315D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Podej</w:t>
            </w:r>
            <w:r w:rsidR="002B2DAF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 działania na rzecz propagowania kultury muzycznej regionu. Inicjuje sytuacje prowadzące do poznania przez dzieci polskiego folkloru muzycznego i zrozu</w:t>
            </w:r>
            <w:r w:rsidR="00986535">
              <w:rPr>
                <w:rFonts w:ascii="Corbel" w:hAnsi="Corbel"/>
                <w:b w:val="0"/>
                <w:smallCaps w:val="0"/>
                <w:szCs w:val="24"/>
              </w:rPr>
              <w:t>mienia jego roli w tworzeniu tożsamości narodowej.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4BC43310" w14:textId="77777777" w:rsidR="00326277" w:rsidRDefault="003262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PPiW.K_K04</w:t>
            </w:r>
          </w:p>
        </w:tc>
      </w:tr>
    </w:tbl>
    <w:p w14:paraId="14E83B6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3C64D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3F483D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6718CE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E69C574" w14:textId="77777777" w:rsidTr="00923D7D">
        <w:tc>
          <w:tcPr>
            <w:tcW w:w="9639" w:type="dxa"/>
          </w:tcPr>
          <w:p w14:paraId="7D36E7D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39D942C" w14:textId="77777777" w:rsidTr="00923D7D">
        <w:tc>
          <w:tcPr>
            <w:tcW w:w="9639" w:type="dxa"/>
          </w:tcPr>
          <w:p w14:paraId="7AC8C795" w14:textId="42707E53" w:rsidR="0085747A" w:rsidRPr="009C54AE" w:rsidRDefault="00CD777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-----------------------------------</w:t>
            </w:r>
          </w:p>
        </w:tc>
      </w:tr>
    </w:tbl>
    <w:p w14:paraId="41CDA06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8E565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793552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FE261F1" w14:textId="77777777" w:rsidTr="00923D7D">
        <w:tc>
          <w:tcPr>
            <w:tcW w:w="9639" w:type="dxa"/>
          </w:tcPr>
          <w:p w14:paraId="4A364A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6ABF760" w14:textId="77777777" w:rsidTr="00923D7D">
        <w:tc>
          <w:tcPr>
            <w:tcW w:w="9639" w:type="dxa"/>
          </w:tcPr>
          <w:p w14:paraId="4AD41EBC" w14:textId="2AB75981" w:rsidR="0085747A" w:rsidRPr="009C54AE" w:rsidRDefault="00055A44" w:rsidP="00055A44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Zasady muzyki (podstawowe</w:t>
            </w:r>
            <w:r w:rsidR="00BB19F2" w:rsidRPr="00BB19F2">
              <w:rPr>
                <w:rFonts w:ascii="Corbel" w:hAnsi="Corbel"/>
              </w:rPr>
              <w:t xml:space="preserve"> zagadnienia).</w:t>
            </w:r>
          </w:p>
        </w:tc>
      </w:tr>
      <w:tr w:rsidR="0085747A" w:rsidRPr="009C54AE" w14:paraId="3A85D6F4" w14:textId="77777777" w:rsidTr="00923D7D">
        <w:tc>
          <w:tcPr>
            <w:tcW w:w="9639" w:type="dxa"/>
          </w:tcPr>
          <w:p w14:paraId="4E3DF8FD" w14:textId="06097399" w:rsidR="0085747A" w:rsidRPr="009C54AE" w:rsidRDefault="00BB19F2" w:rsidP="000852A7">
            <w:pPr>
              <w:pStyle w:val="Default"/>
              <w:rPr>
                <w:rFonts w:ascii="Corbel" w:hAnsi="Corbel"/>
              </w:rPr>
            </w:pPr>
            <w:r w:rsidRPr="000852A7">
              <w:rPr>
                <w:rFonts w:ascii="Corbel" w:hAnsi="Corbel"/>
              </w:rPr>
              <w:t>Notacja muzyczna.</w:t>
            </w:r>
          </w:p>
        </w:tc>
      </w:tr>
      <w:tr w:rsidR="0085747A" w:rsidRPr="009C54AE" w14:paraId="3ED05D9F" w14:textId="77777777" w:rsidTr="00923D7D">
        <w:tc>
          <w:tcPr>
            <w:tcW w:w="9639" w:type="dxa"/>
          </w:tcPr>
          <w:p w14:paraId="3B942EB3" w14:textId="45F97075" w:rsidR="0085747A" w:rsidRPr="000852A7" w:rsidRDefault="000852A7" w:rsidP="00BB19F2">
            <w:pPr>
              <w:pStyle w:val="Default"/>
              <w:rPr>
                <w:rFonts w:ascii="Corbel" w:hAnsi="Corbel"/>
              </w:rPr>
            </w:pPr>
            <w:r w:rsidRPr="000852A7">
              <w:rPr>
                <w:rFonts w:ascii="Corbel" w:hAnsi="Corbel"/>
              </w:rPr>
              <w:t>Elementy dyrygowania</w:t>
            </w:r>
            <w:r w:rsidR="0083241B">
              <w:rPr>
                <w:rFonts w:ascii="Corbel" w:hAnsi="Corbel"/>
              </w:rPr>
              <w:t xml:space="preserve"> (Wskazywanie momentu rozpoczęcia i zakończenia).</w:t>
            </w:r>
          </w:p>
        </w:tc>
      </w:tr>
      <w:tr w:rsidR="00BB19F2" w:rsidRPr="009C54AE" w14:paraId="72D11ED4" w14:textId="77777777" w:rsidTr="00923D7D">
        <w:tc>
          <w:tcPr>
            <w:tcW w:w="9639" w:type="dxa"/>
          </w:tcPr>
          <w:p w14:paraId="5AA4795F" w14:textId="1F04F97B" w:rsidR="00BB19F2" w:rsidRPr="000852A7" w:rsidRDefault="00F01ABB" w:rsidP="000852A7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Kryteria doboru piosenek dziecięcych, tworzenie repertuaru.</w:t>
            </w:r>
          </w:p>
        </w:tc>
      </w:tr>
      <w:tr w:rsidR="00BB19F2" w:rsidRPr="009C54AE" w14:paraId="0B017444" w14:textId="77777777" w:rsidTr="00923D7D">
        <w:tc>
          <w:tcPr>
            <w:tcW w:w="9639" w:type="dxa"/>
          </w:tcPr>
          <w:p w14:paraId="5B98ABBE" w14:textId="64F0D19F" w:rsidR="00BB19F2" w:rsidRPr="009C54AE" w:rsidRDefault="00F01A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sylabiczna nauczania wartości rytmicznych.</w:t>
            </w:r>
          </w:p>
        </w:tc>
      </w:tr>
      <w:tr w:rsidR="0083241B" w:rsidRPr="009C54AE" w14:paraId="18B758E6" w14:textId="77777777" w:rsidTr="00923D7D">
        <w:tc>
          <w:tcPr>
            <w:tcW w:w="9639" w:type="dxa"/>
          </w:tcPr>
          <w:p w14:paraId="51D5F8D1" w14:textId="6623997B" w:rsidR="0083241B" w:rsidRDefault="008324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wychowania muzycznego.</w:t>
            </w:r>
          </w:p>
        </w:tc>
      </w:tr>
      <w:tr w:rsidR="00BB19F2" w:rsidRPr="009C54AE" w14:paraId="678D1AEE" w14:textId="77777777" w:rsidTr="00923D7D">
        <w:tc>
          <w:tcPr>
            <w:tcW w:w="9639" w:type="dxa"/>
          </w:tcPr>
          <w:p w14:paraId="4CDA2368" w14:textId="40998FDA" w:rsidR="00BB19F2" w:rsidRPr="009C54AE" w:rsidRDefault="00F01A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akompaniamentu na instrumentach</w:t>
            </w:r>
            <w:r w:rsidR="00825726">
              <w:rPr>
                <w:rFonts w:ascii="Corbel" w:hAnsi="Corbel"/>
                <w:sz w:val="24"/>
                <w:szCs w:val="24"/>
              </w:rPr>
              <w:t xml:space="preserve"> </w:t>
            </w:r>
            <w:r w:rsidR="00CD7774">
              <w:rPr>
                <w:rFonts w:ascii="Corbel" w:hAnsi="Corbel"/>
                <w:sz w:val="24"/>
                <w:szCs w:val="24"/>
              </w:rPr>
              <w:t>perkusyjnych określonej</w:t>
            </w:r>
            <w:r w:rsidR="00825726">
              <w:rPr>
                <w:rFonts w:ascii="Corbel" w:hAnsi="Corbel"/>
                <w:sz w:val="24"/>
                <w:szCs w:val="24"/>
              </w:rPr>
              <w:t xml:space="preserve"> i nieokreślonej </w:t>
            </w:r>
            <w:r w:rsidR="00825726">
              <w:rPr>
                <w:rFonts w:ascii="Corbel" w:hAnsi="Corbel"/>
                <w:sz w:val="24"/>
                <w:szCs w:val="24"/>
              </w:rPr>
              <w:lastRenderedPageBreak/>
              <w:t>wysokości dźwięku.</w:t>
            </w:r>
          </w:p>
        </w:tc>
      </w:tr>
      <w:tr w:rsidR="00441AD0" w:rsidRPr="009C54AE" w14:paraId="11E3BBC6" w14:textId="77777777" w:rsidTr="00923D7D">
        <w:tc>
          <w:tcPr>
            <w:tcW w:w="9639" w:type="dxa"/>
          </w:tcPr>
          <w:p w14:paraId="2B4F079C" w14:textId="05E3F2A6" w:rsidR="00441AD0" w:rsidRDefault="00441A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Zabawy muzyczne.</w:t>
            </w:r>
          </w:p>
        </w:tc>
      </w:tr>
      <w:tr w:rsidR="00055A44" w:rsidRPr="009C54AE" w14:paraId="767791F1" w14:textId="77777777" w:rsidTr="00923D7D">
        <w:tc>
          <w:tcPr>
            <w:tcW w:w="9639" w:type="dxa"/>
          </w:tcPr>
          <w:p w14:paraId="68A75512" w14:textId="26FBED8A" w:rsidR="00055A44" w:rsidRDefault="00055A4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Scenariusze zajęć muzycznych.</w:t>
            </w:r>
          </w:p>
        </w:tc>
      </w:tr>
    </w:tbl>
    <w:p w14:paraId="6426B4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F2E5D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067C92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094E41" w14:textId="0A5ED8F3" w:rsidR="0083241B" w:rsidRPr="00CD7774" w:rsidRDefault="00CD7774" w:rsidP="00CD7774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sz w:val="22"/>
        </w:rPr>
        <w:t xml:space="preserve">ćwiczenia praktyczne, </w:t>
      </w:r>
      <w:r w:rsidR="0083241B">
        <w:rPr>
          <w:sz w:val="22"/>
        </w:rPr>
        <w:t>podająca, eksponująca (pokaz), projekt praktyczny</w:t>
      </w:r>
    </w:p>
    <w:p w14:paraId="4C0BF41F" w14:textId="77777777" w:rsidR="0083241B" w:rsidRPr="00153C41" w:rsidRDefault="0083241B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5D7A3784" w14:textId="77777777" w:rsidR="00CD7774" w:rsidRDefault="00CD777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00A0347A" w14:textId="0015C02D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D09DE2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9C29A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7F5D1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9A5B032" w14:textId="77777777" w:rsidTr="00C05F44">
        <w:tc>
          <w:tcPr>
            <w:tcW w:w="1985" w:type="dxa"/>
            <w:vAlign w:val="center"/>
          </w:tcPr>
          <w:p w14:paraId="5C84524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B55144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9F8DC1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B210DF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2196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7DC9DCC" w14:textId="77777777" w:rsidTr="00C05F44">
        <w:tc>
          <w:tcPr>
            <w:tcW w:w="1985" w:type="dxa"/>
          </w:tcPr>
          <w:p w14:paraId="2465371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9FE7D43" w14:textId="77777777" w:rsidR="0085747A" w:rsidRPr="00521EBF" w:rsidRDefault="00521E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318575F" w14:textId="77777777" w:rsidR="0085747A" w:rsidRPr="009C54AE" w:rsidRDefault="008100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</w:t>
            </w:r>
          </w:p>
        </w:tc>
      </w:tr>
      <w:tr w:rsidR="0085747A" w:rsidRPr="009C54AE" w14:paraId="7D20BBDD" w14:textId="77777777" w:rsidTr="00C05F44">
        <w:tc>
          <w:tcPr>
            <w:tcW w:w="1985" w:type="dxa"/>
          </w:tcPr>
          <w:p w14:paraId="559E5D1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7674913" w14:textId="77777777" w:rsidR="0085747A" w:rsidRPr="009C54AE" w:rsidRDefault="00521E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14:paraId="106B3D70" w14:textId="77777777" w:rsidR="0085747A" w:rsidRPr="009C54AE" w:rsidRDefault="008100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</w:t>
            </w:r>
          </w:p>
        </w:tc>
      </w:tr>
      <w:tr w:rsidR="00A07348" w:rsidRPr="009C54AE" w14:paraId="5B573E8D" w14:textId="77777777" w:rsidTr="00C05F44">
        <w:tc>
          <w:tcPr>
            <w:tcW w:w="1985" w:type="dxa"/>
          </w:tcPr>
          <w:p w14:paraId="6BD406BE" w14:textId="77777777" w:rsidR="00A07348" w:rsidRPr="009C54AE" w:rsidRDefault="00A073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01391CC" w14:textId="77777777" w:rsidR="00A07348" w:rsidRPr="009C54AE" w:rsidRDefault="008100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</w:t>
            </w:r>
            <w:r w:rsidR="00521EBF">
              <w:rPr>
                <w:rFonts w:ascii="Corbel" w:hAnsi="Corbel"/>
                <w:b w:val="0"/>
                <w:szCs w:val="24"/>
              </w:rPr>
              <w:t>raca projektowa</w:t>
            </w:r>
          </w:p>
        </w:tc>
        <w:tc>
          <w:tcPr>
            <w:tcW w:w="2126" w:type="dxa"/>
          </w:tcPr>
          <w:p w14:paraId="49CD12CE" w14:textId="77777777" w:rsidR="00A07348" w:rsidRPr="009C54AE" w:rsidRDefault="008100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</w:t>
            </w:r>
          </w:p>
        </w:tc>
      </w:tr>
      <w:tr w:rsidR="00A07348" w:rsidRPr="009C54AE" w14:paraId="45F713A4" w14:textId="77777777" w:rsidTr="00C05F44">
        <w:tc>
          <w:tcPr>
            <w:tcW w:w="1985" w:type="dxa"/>
          </w:tcPr>
          <w:p w14:paraId="3D079FA2" w14:textId="77777777" w:rsidR="00A07348" w:rsidRPr="009C54AE" w:rsidRDefault="00A073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883DFB8" w14:textId="77777777" w:rsidR="00A07348" w:rsidRPr="009C54AE" w:rsidRDefault="00521E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14:paraId="262A75D4" w14:textId="77777777" w:rsidR="00A07348" w:rsidRPr="009C54AE" w:rsidRDefault="008100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</w:t>
            </w:r>
          </w:p>
        </w:tc>
      </w:tr>
      <w:tr w:rsidR="00A07348" w:rsidRPr="009C54AE" w14:paraId="655D4C58" w14:textId="77777777" w:rsidTr="00C05F44">
        <w:tc>
          <w:tcPr>
            <w:tcW w:w="1985" w:type="dxa"/>
          </w:tcPr>
          <w:p w14:paraId="32B95B50" w14:textId="77777777" w:rsidR="00A07348" w:rsidRPr="009C54AE" w:rsidRDefault="00A073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BF0D2A6" w14:textId="77777777" w:rsidR="00A07348" w:rsidRPr="009C54AE" w:rsidRDefault="008100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</w:t>
            </w:r>
            <w:r w:rsidR="00521EBF">
              <w:rPr>
                <w:rFonts w:ascii="Corbel" w:hAnsi="Corbel"/>
                <w:b w:val="0"/>
                <w:szCs w:val="24"/>
              </w:rPr>
              <w:t>yskusja</w:t>
            </w:r>
          </w:p>
        </w:tc>
        <w:tc>
          <w:tcPr>
            <w:tcW w:w="2126" w:type="dxa"/>
          </w:tcPr>
          <w:p w14:paraId="30CDE1D4" w14:textId="77777777" w:rsidR="00A07348" w:rsidRPr="009C54AE" w:rsidRDefault="008100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</w:t>
            </w:r>
          </w:p>
        </w:tc>
      </w:tr>
    </w:tbl>
    <w:p w14:paraId="4746AD0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67BB7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F8F44E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C10C87E" w14:textId="77777777" w:rsidTr="00923D7D">
        <w:tc>
          <w:tcPr>
            <w:tcW w:w="9670" w:type="dxa"/>
          </w:tcPr>
          <w:p w14:paraId="11D8FA8E" w14:textId="73B591A1" w:rsidR="0085747A" w:rsidRPr="009C54AE" w:rsidRDefault="00441A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 xml:space="preserve"> końcowa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jest średnią ocen cząstkowych, z kolokwium, zadanych ćwiczeń i pracy projektowej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 xml:space="preserve"> (scenariusz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zajęć muzycznych dla dzieci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AE858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93231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B6A0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6"/>
        <w:gridCol w:w="4594"/>
      </w:tblGrid>
      <w:tr w:rsidR="0085747A" w:rsidRPr="009C54AE" w14:paraId="23BB8F26" w14:textId="77777777" w:rsidTr="00DF15FD">
        <w:tc>
          <w:tcPr>
            <w:tcW w:w="4926" w:type="dxa"/>
            <w:vAlign w:val="center"/>
          </w:tcPr>
          <w:p w14:paraId="1239D75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94" w:type="dxa"/>
            <w:vAlign w:val="center"/>
          </w:tcPr>
          <w:p w14:paraId="50067B7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B6B56C4" w14:textId="77777777" w:rsidTr="00DF15FD">
        <w:tc>
          <w:tcPr>
            <w:tcW w:w="4926" w:type="dxa"/>
          </w:tcPr>
          <w:p w14:paraId="6D6F75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85747A" w:rsidRPr="009C54AE">
              <w:rPr>
                <w:rFonts w:ascii="Corbel" w:hAnsi="Corbel"/>
                <w:sz w:val="24"/>
                <w:szCs w:val="24"/>
              </w:rPr>
              <w:t>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1331">
              <w:t>z</w:t>
            </w:r>
            <w:proofErr w:type="spellEnd"/>
            <w:r w:rsidR="009C1331">
              <w:t> </w:t>
            </w:r>
            <w:proofErr w:type="spellStart"/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4594" w:type="dxa"/>
          </w:tcPr>
          <w:p w14:paraId="67FBA164" w14:textId="77777777" w:rsidR="0085747A" w:rsidRPr="009C54AE" w:rsidRDefault="00C578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271E385" w14:textId="77777777" w:rsidTr="00DF15FD">
        <w:tc>
          <w:tcPr>
            <w:tcW w:w="4926" w:type="dxa"/>
          </w:tcPr>
          <w:p w14:paraId="1FEC641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C87363" w14:textId="513C3B3E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594" w:type="dxa"/>
          </w:tcPr>
          <w:p w14:paraId="06FF7D2D" w14:textId="77777777" w:rsidR="00C61DC5" w:rsidRPr="009C54AE" w:rsidRDefault="00C578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F15FD" w:rsidRPr="009C54AE" w14:paraId="0B1470C4" w14:textId="77777777" w:rsidTr="00DF15FD">
        <w:tc>
          <w:tcPr>
            <w:tcW w:w="4926" w:type="dxa"/>
          </w:tcPr>
          <w:p w14:paraId="4E9A0F97" w14:textId="77777777" w:rsidR="00DF15FD" w:rsidRPr="009C54AE" w:rsidRDefault="00DF15FD" w:rsidP="00DF15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A1C1EDC" w14:textId="566210A5" w:rsidR="00DF15FD" w:rsidRPr="009C54AE" w:rsidRDefault="00DF15FD" w:rsidP="00DF15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>
              <w:rPr>
                <w:rFonts w:ascii="Corbel" w:hAnsi="Corbel"/>
                <w:sz w:val="24"/>
                <w:szCs w:val="24"/>
              </w:rPr>
              <w:t xml:space="preserve"> i 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opracowanie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594" w:type="dxa"/>
          </w:tcPr>
          <w:p w14:paraId="63D8B13E" w14:textId="77777777" w:rsidR="00DF15FD" w:rsidRPr="009C54AE" w:rsidRDefault="00DF15FD" w:rsidP="00DF15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88</w:t>
            </w:r>
          </w:p>
        </w:tc>
      </w:tr>
      <w:tr w:rsidR="0085747A" w:rsidRPr="009C54AE" w14:paraId="376898CC" w14:textId="77777777" w:rsidTr="00DF15FD">
        <w:tc>
          <w:tcPr>
            <w:tcW w:w="4926" w:type="dxa"/>
          </w:tcPr>
          <w:p w14:paraId="2A36CF7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94" w:type="dxa"/>
          </w:tcPr>
          <w:p w14:paraId="13C2E8C5" w14:textId="77777777" w:rsidR="0085747A" w:rsidRPr="009C54AE" w:rsidRDefault="00C578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9C54AE" w14:paraId="0598A919" w14:textId="77777777" w:rsidTr="00DF15FD">
        <w:tc>
          <w:tcPr>
            <w:tcW w:w="4926" w:type="dxa"/>
          </w:tcPr>
          <w:p w14:paraId="42BA8BA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94" w:type="dxa"/>
          </w:tcPr>
          <w:p w14:paraId="098D1CDB" w14:textId="77777777" w:rsidR="0085747A" w:rsidRPr="009C54AE" w:rsidRDefault="00496A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C9BC5A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FA59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49834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03E48E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F1AE04B" w14:textId="77777777" w:rsidTr="0071620A">
        <w:trPr>
          <w:trHeight w:val="397"/>
        </w:trPr>
        <w:tc>
          <w:tcPr>
            <w:tcW w:w="3544" w:type="dxa"/>
          </w:tcPr>
          <w:p w14:paraId="5080C24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6A911C0" w14:textId="6A1E000E" w:rsidR="0085747A" w:rsidRPr="009C54AE" w:rsidRDefault="00CD77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</w:t>
            </w:r>
          </w:p>
        </w:tc>
      </w:tr>
      <w:tr w:rsidR="0085747A" w:rsidRPr="009C54AE" w14:paraId="45F16BA9" w14:textId="77777777" w:rsidTr="0071620A">
        <w:trPr>
          <w:trHeight w:val="397"/>
        </w:trPr>
        <w:tc>
          <w:tcPr>
            <w:tcW w:w="3544" w:type="dxa"/>
          </w:tcPr>
          <w:p w14:paraId="551B8CA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1CF0336C" w14:textId="4F4E820D" w:rsidR="0085747A" w:rsidRPr="009C54AE" w:rsidRDefault="00CD77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</w:t>
            </w:r>
          </w:p>
        </w:tc>
      </w:tr>
    </w:tbl>
    <w:p w14:paraId="59BBF96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5CABE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D3CA16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847D164" w14:textId="77777777" w:rsidTr="0071620A">
        <w:trPr>
          <w:trHeight w:val="397"/>
        </w:trPr>
        <w:tc>
          <w:tcPr>
            <w:tcW w:w="7513" w:type="dxa"/>
          </w:tcPr>
          <w:p w14:paraId="2A09B5E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934610" w14:textId="77777777" w:rsidR="00CD145B" w:rsidRPr="00CD145B" w:rsidRDefault="00CD145B" w:rsidP="00CD145B">
            <w:pPr>
              <w:pStyle w:val="Default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1.Klechniowska A.M., Szkoła na fortepian, PWM 2010. </w:t>
            </w:r>
          </w:p>
          <w:p w14:paraId="19F3BF0A" w14:textId="77777777" w:rsidR="00CD145B" w:rsidRPr="00CD145B" w:rsidRDefault="00CD145B" w:rsidP="00CD145B">
            <w:pPr>
              <w:pStyle w:val="Default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2.Motyka. W., Muzykowanie w przedszkolu. Teoria i praktyka, wyd. UR, Rzeszów 2015. </w:t>
            </w:r>
          </w:p>
          <w:p w14:paraId="36F49356" w14:textId="77777777" w:rsidR="00CD145B" w:rsidRPr="00CD145B" w:rsidRDefault="00CD145B" w:rsidP="00CD145B">
            <w:pPr>
              <w:pStyle w:val="Default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2. Lasocki J.K., Podstawowe wiadomości z nauki o muzyce, Kraków 1982. </w:t>
            </w:r>
          </w:p>
          <w:p w14:paraId="5FC526A1" w14:textId="11E014F3" w:rsidR="00CD145B" w:rsidRPr="00CD145B" w:rsidRDefault="00CD145B" w:rsidP="00CD145B">
            <w:pPr>
              <w:pStyle w:val="Default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>4. Malko D.,</w:t>
            </w:r>
            <w:r w:rsidR="00CD7774">
              <w:rPr>
                <w:rFonts w:ascii="Corbel" w:hAnsi="Corbel"/>
              </w:rPr>
              <w:t xml:space="preserve"> </w:t>
            </w:r>
            <w:r w:rsidRPr="00CD145B">
              <w:rPr>
                <w:rFonts w:ascii="Corbel" w:hAnsi="Corbel"/>
              </w:rPr>
              <w:t xml:space="preserve">Metodyka wychowania muzycznego w przedszkolu, Warszawa 1990. </w:t>
            </w:r>
          </w:p>
          <w:p w14:paraId="2967C6E8" w14:textId="77777777" w:rsidR="00CD145B" w:rsidRDefault="00CD145B" w:rsidP="00CD145B">
            <w:pPr>
              <w:pStyle w:val="Default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5.Staniek M., Konspekty zajęć rytmiczno-muzycznych dla grupy 5-6 latków na cały rok szkolny, Kraków 2006 </w:t>
            </w:r>
          </w:p>
          <w:p w14:paraId="62A8FEE7" w14:textId="2DD16EF2" w:rsidR="00CD145B" w:rsidRPr="00CD7774" w:rsidRDefault="008339BD" w:rsidP="00CD7774">
            <w:pPr>
              <w:pStyle w:val="Default"/>
              <w:rPr>
                <w:rFonts w:ascii="Corbel" w:hAnsi="Corbel"/>
              </w:rPr>
            </w:pPr>
            <w:r w:rsidRPr="0042621D">
              <w:rPr>
                <w:rFonts w:ascii="Corbel" w:hAnsi="Corbel"/>
              </w:rPr>
              <w:t>6.Wesołowski F., Zasady muzyki, Kraków 1980.</w:t>
            </w:r>
          </w:p>
        </w:tc>
      </w:tr>
      <w:tr w:rsidR="0085747A" w:rsidRPr="009C54AE" w14:paraId="5EB30010" w14:textId="77777777" w:rsidTr="0071620A">
        <w:trPr>
          <w:trHeight w:val="397"/>
        </w:trPr>
        <w:tc>
          <w:tcPr>
            <w:tcW w:w="7513" w:type="dxa"/>
          </w:tcPr>
          <w:p w14:paraId="4638AB4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70F238D" w14:textId="77777777" w:rsidR="005260C2" w:rsidRPr="005260C2" w:rsidRDefault="005260C2" w:rsidP="005260C2">
            <w:pPr>
              <w:pStyle w:val="Default"/>
              <w:rPr>
                <w:rFonts w:ascii="Corbel" w:hAnsi="Corbel"/>
              </w:rPr>
            </w:pPr>
            <w:r w:rsidRPr="005260C2">
              <w:rPr>
                <w:rFonts w:ascii="Corbel" w:hAnsi="Corbel"/>
              </w:rPr>
              <w:t xml:space="preserve">1.Andrychowska-Biegacz J., Gry i zabawy dla dzieci młodszych. 50 przykładów do praktycznego wykorzystania. Rzeszów 2000 </w:t>
            </w:r>
          </w:p>
          <w:p w14:paraId="6AD39583" w14:textId="77777777" w:rsidR="005260C2" w:rsidRPr="005260C2" w:rsidRDefault="005260C2" w:rsidP="005260C2">
            <w:pPr>
              <w:pStyle w:val="Default"/>
              <w:rPr>
                <w:rFonts w:ascii="Corbel" w:hAnsi="Corbel"/>
              </w:rPr>
            </w:pPr>
            <w:r w:rsidRPr="005260C2">
              <w:rPr>
                <w:rFonts w:ascii="Corbel" w:hAnsi="Corbel"/>
              </w:rPr>
              <w:t xml:space="preserve">2.Przychodzińska-Kociczak Maria, Zrozumieć muzykę, wyd. Nasza Księgarnia, 1984. </w:t>
            </w:r>
          </w:p>
          <w:p w14:paraId="521BB2C2" w14:textId="77777777" w:rsidR="005260C2" w:rsidRDefault="005260C2" w:rsidP="005260C2">
            <w:pPr>
              <w:pStyle w:val="Default"/>
              <w:rPr>
                <w:rFonts w:ascii="Corbel" w:hAnsi="Corbel"/>
              </w:rPr>
            </w:pPr>
            <w:r w:rsidRPr="005260C2">
              <w:rPr>
                <w:rFonts w:ascii="Corbel" w:hAnsi="Corbel"/>
              </w:rPr>
              <w:t xml:space="preserve">3. </w:t>
            </w:r>
            <w:proofErr w:type="spellStart"/>
            <w:r w:rsidRPr="005260C2">
              <w:rPr>
                <w:rFonts w:ascii="Corbel" w:hAnsi="Corbel"/>
              </w:rPr>
              <w:t>Smoczynska</w:t>
            </w:r>
            <w:proofErr w:type="spellEnd"/>
            <w:r w:rsidRPr="005260C2">
              <w:rPr>
                <w:rFonts w:ascii="Corbel" w:hAnsi="Corbel"/>
              </w:rPr>
              <w:t xml:space="preserve"> – </w:t>
            </w:r>
            <w:proofErr w:type="spellStart"/>
            <w:r w:rsidRPr="005260C2">
              <w:rPr>
                <w:rFonts w:ascii="Corbel" w:hAnsi="Corbel"/>
              </w:rPr>
              <w:t>Nachtman</w:t>
            </w:r>
            <w:proofErr w:type="spellEnd"/>
            <w:r w:rsidRPr="005260C2">
              <w:rPr>
                <w:rFonts w:ascii="Corbel" w:hAnsi="Corbel"/>
              </w:rPr>
              <w:t xml:space="preserve"> U., Rozśpiewane przedszkole, Warszawa 1988. </w:t>
            </w:r>
          </w:p>
          <w:p w14:paraId="6A0BB887" w14:textId="5C907B27" w:rsidR="005260C2" w:rsidRPr="00CD7774" w:rsidRDefault="005260C2" w:rsidP="00CD7774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4.Smoczyńska-Nachtman U., Muzyka dla dzieci, Warszawa 1992.</w:t>
            </w:r>
          </w:p>
        </w:tc>
      </w:tr>
    </w:tbl>
    <w:p w14:paraId="14164A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3B485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529FE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197FE5" w14:textId="77777777" w:rsidR="00AF1763" w:rsidRDefault="00AF1763" w:rsidP="00C16ABF">
      <w:pPr>
        <w:spacing w:after="0" w:line="240" w:lineRule="auto"/>
      </w:pPr>
      <w:r>
        <w:separator/>
      </w:r>
    </w:p>
  </w:endnote>
  <w:endnote w:type="continuationSeparator" w:id="0">
    <w:p w14:paraId="29C53853" w14:textId="77777777" w:rsidR="00AF1763" w:rsidRDefault="00AF17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4E71EF" w14:textId="77777777" w:rsidR="00AF1763" w:rsidRDefault="00AF1763" w:rsidP="00C16ABF">
      <w:pPr>
        <w:spacing w:after="0" w:line="240" w:lineRule="auto"/>
      </w:pPr>
      <w:r>
        <w:separator/>
      </w:r>
    </w:p>
  </w:footnote>
  <w:footnote w:type="continuationSeparator" w:id="0">
    <w:p w14:paraId="2FF707B9" w14:textId="77777777" w:rsidR="00AF1763" w:rsidRDefault="00AF1763" w:rsidP="00C16ABF">
      <w:pPr>
        <w:spacing w:after="0" w:line="240" w:lineRule="auto"/>
      </w:pPr>
      <w:r>
        <w:continuationSeparator/>
      </w:r>
    </w:p>
  </w:footnote>
  <w:footnote w:id="1">
    <w:p w14:paraId="726C46C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E3F"/>
    <w:rsid w:val="00015B8F"/>
    <w:rsid w:val="00022ECE"/>
    <w:rsid w:val="00041C63"/>
    <w:rsid w:val="00042A51"/>
    <w:rsid w:val="00042D2E"/>
    <w:rsid w:val="00044C82"/>
    <w:rsid w:val="00055A44"/>
    <w:rsid w:val="00070ED6"/>
    <w:rsid w:val="000742DC"/>
    <w:rsid w:val="00082E1B"/>
    <w:rsid w:val="00084C12"/>
    <w:rsid w:val="000852A7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5F69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133"/>
    <w:rsid w:val="002A671D"/>
    <w:rsid w:val="002B2DAF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D30"/>
    <w:rsid w:val="00326277"/>
    <w:rsid w:val="003343CF"/>
    <w:rsid w:val="0033596E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4E3A"/>
    <w:rsid w:val="0042621D"/>
    <w:rsid w:val="0042745A"/>
    <w:rsid w:val="00431D5C"/>
    <w:rsid w:val="004362C6"/>
    <w:rsid w:val="00437FA2"/>
    <w:rsid w:val="00441AD0"/>
    <w:rsid w:val="004435D9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ADF"/>
    <w:rsid w:val="004A3EEA"/>
    <w:rsid w:val="004A4D1F"/>
    <w:rsid w:val="004B11E7"/>
    <w:rsid w:val="004D5282"/>
    <w:rsid w:val="004F1551"/>
    <w:rsid w:val="004F55A3"/>
    <w:rsid w:val="0050496F"/>
    <w:rsid w:val="00506C87"/>
    <w:rsid w:val="00513B6F"/>
    <w:rsid w:val="00517C63"/>
    <w:rsid w:val="00521EBF"/>
    <w:rsid w:val="005260C2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E76F3"/>
    <w:rsid w:val="005F31D2"/>
    <w:rsid w:val="005F67C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4CF1"/>
    <w:rsid w:val="006D6139"/>
    <w:rsid w:val="006E5D65"/>
    <w:rsid w:val="006F1282"/>
    <w:rsid w:val="006F1FBC"/>
    <w:rsid w:val="006F31E2"/>
    <w:rsid w:val="007015A9"/>
    <w:rsid w:val="00706544"/>
    <w:rsid w:val="007072BA"/>
    <w:rsid w:val="00707895"/>
    <w:rsid w:val="0071620A"/>
    <w:rsid w:val="00724172"/>
    <w:rsid w:val="00724677"/>
    <w:rsid w:val="00725459"/>
    <w:rsid w:val="007327BD"/>
    <w:rsid w:val="00734608"/>
    <w:rsid w:val="00745302"/>
    <w:rsid w:val="007461D6"/>
    <w:rsid w:val="00746EC8"/>
    <w:rsid w:val="007618F3"/>
    <w:rsid w:val="00763BF1"/>
    <w:rsid w:val="00766FD4"/>
    <w:rsid w:val="0078168C"/>
    <w:rsid w:val="00787C2A"/>
    <w:rsid w:val="00790E27"/>
    <w:rsid w:val="007928B4"/>
    <w:rsid w:val="007A4022"/>
    <w:rsid w:val="007A6E6E"/>
    <w:rsid w:val="007C3299"/>
    <w:rsid w:val="007C3BCC"/>
    <w:rsid w:val="007C4546"/>
    <w:rsid w:val="007D6E56"/>
    <w:rsid w:val="007F1652"/>
    <w:rsid w:val="007F4155"/>
    <w:rsid w:val="008100D2"/>
    <w:rsid w:val="0081554D"/>
    <w:rsid w:val="0081707E"/>
    <w:rsid w:val="00825726"/>
    <w:rsid w:val="0083241B"/>
    <w:rsid w:val="008339BD"/>
    <w:rsid w:val="008449B3"/>
    <w:rsid w:val="0085747A"/>
    <w:rsid w:val="00884922"/>
    <w:rsid w:val="00885F64"/>
    <w:rsid w:val="008917F9"/>
    <w:rsid w:val="00894F8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AB5"/>
    <w:rsid w:val="009508DF"/>
    <w:rsid w:val="00950DAC"/>
    <w:rsid w:val="00954A07"/>
    <w:rsid w:val="00986535"/>
    <w:rsid w:val="009923FD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7348"/>
    <w:rsid w:val="00A155EE"/>
    <w:rsid w:val="00A1719A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24F6"/>
    <w:rsid w:val="00AD1146"/>
    <w:rsid w:val="00AD27D3"/>
    <w:rsid w:val="00AD66D6"/>
    <w:rsid w:val="00AE1160"/>
    <w:rsid w:val="00AE203C"/>
    <w:rsid w:val="00AE2E74"/>
    <w:rsid w:val="00AE5FCB"/>
    <w:rsid w:val="00AF1763"/>
    <w:rsid w:val="00AF2C1E"/>
    <w:rsid w:val="00B06142"/>
    <w:rsid w:val="00B135B1"/>
    <w:rsid w:val="00B3130B"/>
    <w:rsid w:val="00B40ADB"/>
    <w:rsid w:val="00B43B77"/>
    <w:rsid w:val="00B43E80"/>
    <w:rsid w:val="00B607DB"/>
    <w:rsid w:val="00B612DE"/>
    <w:rsid w:val="00B66529"/>
    <w:rsid w:val="00B75946"/>
    <w:rsid w:val="00B8056E"/>
    <w:rsid w:val="00B819C8"/>
    <w:rsid w:val="00B82308"/>
    <w:rsid w:val="00B90885"/>
    <w:rsid w:val="00B94832"/>
    <w:rsid w:val="00BB19F2"/>
    <w:rsid w:val="00BB520A"/>
    <w:rsid w:val="00BC44B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7853"/>
    <w:rsid w:val="00C61DC5"/>
    <w:rsid w:val="00C64852"/>
    <w:rsid w:val="00C67E92"/>
    <w:rsid w:val="00C70A26"/>
    <w:rsid w:val="00C766DF"/>
    <w:rsid w:val="00C871E3"/>
    <w:rsid w:val="00C8739E"/>
    <w:rsid w:val="00C94B98"/>
    <w:rsid w:val="00CA2B96"/>
    <w:rsid w:val="00CA5089"/>
    <w:rsid w:val="00CB42CB"/>
    <w:rsid w:val="00CD145B"/>
    <w:rsid w:val="00CD2D3E"/>
    <w:rsid w:val="00CD6897"/>
    <w:rsid w:val="00CD7774"/>
    <w:rsid w:val="00CE5BAC"/>
    <w:rsid w:val="00CF25BE"/>
    <w:rsid w:val="00CF78ED"/>
    <w:rsid w:val="00D026E4"/>
    <w:rsid w:val="00D02B25"/>
    <w:rsid w:val="00D02EBA"/>
    <w:rsid w:val="00D106C6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15FD"/>
    <w:rsid w:val="00DF320D"/>
    <w:rsid w:val="00DF71C8"/>
    <w:rsid w:val="00E129B8"/>
    <w:rsid w:val="00E21E7D"/>
    <w:rsid w:val="00E22FBC"/>
    <w:rsid w:val="00E24BF5"/>
    <w:rsid w:val="00E25338"/>
    <w:rsid w:val="00E47114"/>
    <w:rsid w:val="00E51E44"/>
    <w:rsid w:val="00E60951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59C"/>
    <w:rsid w:val="00EE32DE"/>
    <w:rsid w:val="00EE5457"/>
    <w:rsid w:val="00EF70A0"/>
    <w:rsid w:val="00F01ABB"/>
    <w:rsid w:val="00F070AB"/>
    <w:rsid w:val="00F17567"/>
    <w:rsid w:val="00F27A7B"/>
    <w:rsid w:val="00F51003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74F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612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qFormat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ListLabel12">
    <w:name w:val="ListLabel 12"/>
    <w:qFormat/>
    <w:rsid w:val="00A1719A"/>
    <w:rPr>
      <w:rFonts w:cs="Times New Roman"/>
    </w:rPr>
  </w:style>
  <w:style w:type="paragraph" w:customStyle="1" w:styleId="Nagwek11">
    <w:name w:val="Nagłówek 11"/>
    <w:basedOn w:val="Normalny"/>
    <w:link w:val="Nagwek1Znak"/>
    <w:autoRedefine/>
    <w:qFormat/>
    <w:rsid w:val="00BB19F2"/>
    <w:pPr>
      <w:keepNext/>
      <w:spacing w:before="120" w:after="0" w:line="240" w:lineRule="auto"/>
      <w:jc w:val="center"/>
      <w:outlineLvl w:val="0"/>
    </w:pPr>
    <w:rPr>
      <w:rFonts w:ascii="Times New Roman" w:eastAsia="Times New Roman" w:hAnsi="Times New Roman"/>
      <w:b/>
      <w:bCs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1"/>
    <w:qFormat/>
    <w:rsid w:val="00BB19F2"/>
    <w:rPr>
      <w:rFonts w:eastAsia="Times New Roman"/>
      <w:b/>
      <w:bCs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qFormat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ListLabel12">
    <w:name w:val="ListLabel 12"/>
    <w:qFormat/>
    <w:rsid w:val="00A1719A"/>
    <w:rPr>
      <w:rFonts w:cs="Times New Roman"/>
    </w:rPr>
  </w:style>
  <w:style w:type="paragraph" w:customStyle="1" w:styleId="Nagwek11">
    <w:name w:val="Nagłówek 11"/>
    <w:basedOn w:val="Normalny"/>
    <w:link w:val="Nagwek1Znak"/>
    <w:autoRedefine/>
    <w:qFormat/>
    <w:rsid w:val="00BB19F2"/>
    <w:pPr>
      <w:keepNext/>
      <w:spacing w:before="120" w:after="0" w:line="240" w:lineRule="auto"/>
      <w:jc w:val="center"/>
      <w:outlineLvl w:val="0"/>
    </w:pPr>
    <w:rPr>
      <w:rFonts w:ascii="Times New Roman" w:eastAsia="Times New Roman" w:hAnsi="Times New Roman"/>
      <w:b/>
      <w:bCs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1"/>
    <w:qFormat/>
    <w:rsid w:val="00BB19F2"/>
    <w:rPr>
      <w:rFonts w:eastAsia="Times New Roman"/>
      <w:b/>
      <w:bCs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2795B-3DF7-4006-89D2-2F623DDFD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798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2020-10-19T09:40:00Z</cp:lastPrinted>
  <dcterms:created xsi:type="dcterms:W3CDTF">2019-10-25T15:15:00Z</dcterms:created>
  <dcterms:modified xsi:type="dcterms:W3CDTF">2021-01-21T07:45:00Z</dcterms:modified>
</cp:coreProperties>
</file>