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E1291C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D50BE68" w14:textId="77777777" w:rsidR="0071566B" w:rsidRPr="009C54AE" w:rsidRDefault="0071566B" w:rsidP="0071566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DA57852" w14:textId="77777777" w:rsidR="0071566B" w:rsidRPr="009C54AE" w:rsidRDefault="0071566B" w:rsidP="0071566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b/>
          <w:smallCaps/>
          <w:sz w:val="24"/>
          <w:szCs w:val="24"/>
        </w:rPr>
        <w:t xml:space="preserve"> 2020-2022</w:t>
      </w:r>
      <w:r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2005A1C8" w14:textId="77777777" w:rsidR="0071566B" w:rsidRDefault="0071566B" w:rsidP="0071566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131C2DC8" w14:textId="77777777" w:rsidR="0071566B" w:rsidRPr="00EA4832" w:rsidRDefault="0071566B" w:rsidP="0071566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2021/2022</w:t>
      </w:r>
    </w:p>
    <w:p w14:paraId="3B150701" w14:textId="77777777" w:rsidR="0071566B" w:rsidRPr="009C54AE" w:rsidRDefault="0071566B" w:rsidP="0071566B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3366FC89" w14:textId="7D868D11" w:rsidR="0085747A" w:rsidRPr="009C54AE" w:rsidRDefault="0085747A" w:rsidP="00F55ED8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10F2D54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C3FEDBF" w14:textId="77777777" w:rsidTr="00B819C8">
        <w:tc>
          <w:tcPr>
            <w:tcW w:w="2694" w:type="dxa"/>
            <w:vAlign w:val="center"/>
          </w:tcPr>
          <w:p w14:paraId="4EEC156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1FCD9E4" w14:textId="77777777" w:rsidR="0085747A" w:rsidRPr="009C54AE" w:rsidRDefault="006838A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Muzykoterapia w pracy z dzieckiem</w:t>
            </w:r>
          </w:p>
        </w:tc>
      </w:tr>
      <w:tr w:rsidR="0085747A" w:rsidRPr="009C54AE" w14:paraId="3554CA19" w14:textId="77777777" w:rsidTr="00B819C8">
        <w:tc>
          <w:tcPr>
            <w:tcW w:w="2694" w:type="dxa"/>
            <w:vAlign w:val="center"/>
          </w:tcPr>
          <w:p w14:paraId="6B90A42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6F58DFC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C64852" w:rsidRPr="009C54AE" w14:paraId="63086247" w14:textId="77777777" w:rsidTr="00B819C8">
        <w:tc>
          <w:tcPr>
            <w:tcW w:w="2694" w:type="dxa"/>
            <w:vAlign w:val="center"/>
          </w:tcPr>
          <w:p w14:paraId="10D9FAD9" w14:textId="77777777" w:rsidR="00C64852" w:rsidRPr="009C54AE" w:rsidRDefault="00C64852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14:paraId="1579218A" w14:textId="24ECD3A3" w:rsidR="00C64852" w:rsidRPr="009C54AE" w:rsidRDefault="00680A83" w:rsidP="00C56B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C64852" w:rsidRPr="009C54AE" w14:paraId="3B704E95" w14:textId="77777777" w:rsidTr="00B819C8">
        <w:tc>
          <w:tcPr>
            <w:tcW w:w="2694" w:type="dxa"/>
            <w:vAlign w:val="center"/>
          </w:tcPr>
          <w:p w14:paraId="53AF3202" w14:textId="77777777"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14:paraId="031E4601" w14:textId="44CDC434" w:rsidR="00C64852" w:rsidRPr="009C54AE" w:rsidRDefault="00680A83" w:rsidP="00C56B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C64852" w:rsidRPr="009C54AE" w14:paraId="2DFA4559" w14:textId="77777777" w:rsidTr="00B819C8">
        <w:tc>
          <w:tcPr>
            <w:tcW w:w="2694" w:type="dxa"/>
            <w:vAlign w:val="center"/>
          </w:tcPr>
          <w:p w14:paraId="5E838924" w14:textId="77777777"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73100D8" w14:textId="35E42952" w:rsidR="00C64852" w:rsidRPr="009C54AE" w:rsidRDefault="006838AA" w:rsidP="0013326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13326C">
              <w:rPr>
                <w:rFonts w:ascii="Corbel" w:hAnsi="Corbel"/>
                <w:b w:val="0"/>
                <w:sz w:val="24"/>
                <w:szCs w:val="24"/>
              </w:rPr>
              <w:t>, specjalność pedagogika p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rzedszkolna i </w:t>
            </w:r>
            <w:r w:rsidR="0013326C">
              <w:rPr>
                <w:rFonts w:ascii="Corbel" w:hAnsi="Corbel"/>
                <w:b w:val="0"/>
                <w:sz w:val="24"/>
                <w:szCs w:val="24"/>
              </w:rPr>
              <w:t>w</w:t>
            </w:r>
            <w:r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C64852" w:rsidRPr="009C54AE" w14:paraId="014FFA52" w14:textId="77777777" w:rsidTr="00B819C8">
        <w:tc>
          <w:tcPr>
            <w:tcW w:w="2694" w:type="dxa"/>
            <w:vAlign w:val="center"/>
          </w:tcPr>
          <w:p w14:paraId="754329F1" w14:textId="77777777"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CACEEC0" w14:textId="77777777" w:rsidR="00C64852" w:rsidRPr="009C54AE" w:rsidRDefault="00C648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C64852" w:rsidRPr="009C54AE" w14:paraId="1C8EA15C" w14:textId="77777777" w:rsidTr="00B819C8">
        <w:tc>
          <w:tcPr>
            <w:tcW w:w="2694" w:type="dxa"/>
            <w:vAlign w:val="center"/>
          </w:tcPr>
          <w:p w14:paraId="7442C299" w14:textId="77777777"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0306B3C" w14:textId="77777777" w:rsidR="00C64852" w:rsidRPr="009C54AE" w:rsidRDefault="003262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C64852" w:rsidRPr="009C54AE" w14:paraId="67562B32" w14:textId="77777777" w:rsidTr="00B819C8">
        <w:tc>
          <w:tcPr>
            <w:tcW w:w="2694" w:type="dxa"/>
            <w:vAlign w:val="center"/>
          </w:tcPr>
          <w:p w14:paraId="26D1019E" w14:textId="77777777"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B37D0E8" w14:textId="77777777" w:rsidR="00C64852" w:rsidRPr="009C54AE" w:rsidRDefault="007208E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326277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C64852" w:rsidRPr="009C54AE" w14:paraId="25D12273" w14:textId="77777777" w:rsidTr="00B819C8">
        <w:tc>
          <w:tcPr>
            <w:tcW w:w="2694" w:type="dxa"/>
            <w:vAlign w:val="center"/>
          </w:tcPr>
          <w:p w14:paraId="6FC411FA" w14:textId="77777777"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FF2847A" w14:textId="25BC24A2" w:rsidR="00C64852" w:rsidRPr="009C54AE" w:rsidRDefault="007C4DD1" w:rsidP="0013326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, 3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64852" w:rsidRPr="009C54AE" w14:paraId="394113A8" w14:textId="77777777" w:rsidTr="00B819C8">
        <w:tc>
          <w:tcPr>
            <w:tcW w:w="2694" w:type="dxa"/>
            <w:vAlign w:val="center"/>
          </w:tcPr>
          <w:p w14:paraId="63235F5B" w14:textId="77777777"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F0E0E22" w14:textId="77777777" w:rsidR="00C64852" w:rsidRPr="009C54AE" w:rsidRDefault="007C4DD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C64852" w:rsidRPr="009C54AE" w14:paraId="47D79B95" w14:textId="77777777" w:rsidTr="00B819C8">
        <w:tc>
          <w:tcPr>
            <w:tcW w:w="2694" w:type="dxa"/>
            <w:vAlign w:val="center"/>
          </w:tcPr>
          <w:p w14:paraId="109BDDB0" w14:textId="77777777"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694719E" w14:textId="5A2104F8" w:rsidR="00C64852" w:rsidRPr="009C54AE" w:rsidRDefault="0013326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7C4DD1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C64852" w:rsidRPr="009C54AE" w14:paraId="76B07CA9" w14:textId="77777777" w:rsidTr="00B819C8">
        <w:tc>
          <w:tcPr>
            <w:tcW w:w="2694" w:type="dxa"/>
            <w:vAlign w:val="center"/>
          </w:tcPr>
          <w:p w14:paraId="35786D29" w14:textId="77777777"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800830D" w14:textId="77777777" w:rsidR="00C64852" w:rsidRPr="009C54AE" w:rsidRDefault="00326277" w:rsidP="006838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6838AA">
              <w:rPr>
                <w:rFonts w:ascii="Corbel" w:hAnsi="Corbel"/>
                <w:b w:val="0"/>
                <w:sz w:val="24"/>
                <w:szCs w:val="24"/>
              </w:rPr>
              <w:t>Wojciech Motyka</w:t>
            </w:r>
          </w:p>
        </w:tc>
      </w:tr>
      <w:tr w:rsidR="00C64852" w:rsidRPr="009C54AE" w14:paraId="15F7814A" w14:textId="77777777" w:rsidTr="00B819C8">
        <w:tc>
          <w:tcPr>
            <w:tcW w:w="2694" w:type="dxa"/>
            <w:vAlign w:val="center"/>
          </w:tcPr>
          <w:p w14:paraId="6BAB51A8" w14:textId="77777777"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14:paraId="26689A63" w14:textId="77777777" w:rsidR="00C64852" w:rsidRPr="009C54AE" w:rsidRDefault="00C648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5327A5A2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30A291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7D65CA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5AC2BB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22A79DB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69B5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3517255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BDC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DC2B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3FF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E4DA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6446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C09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F8FE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11C7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EB37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9B9A940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A6C3F" w14:textId="77777777" w:rsidR="00015B8F" w:rsidRPr="009C54AE" w:rsidRDefault="007C4D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75C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6080E" w14:textId="77777777" w:rsidR="00015B8F" w:rsidRPr="009C54AE" w:rsidRDefault="007208E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FC67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DCB1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47DE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E02B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C235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4B38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815D1" w14:textId="77777777" w:rsidR="00015B8F" w:rsidRPr="009C54AE" w:rsidRDefault="006838A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29ECA2E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0BF0D98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C79539C" w14:textId="77777777" w:rsidR="0085747A" w:rsidRPr="005C064B" w:rsidRDefault="00326277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</w:rPr>
      </w:pPr>
      <w:r w:rsidRPr="005C064B">
        <w:rPr>
          <w:rFonts w:ascii="MS Gothic" w:eastAsia="MS Gothic" w:hAnsi="MS Gothic" w:cs="MS Gothic"/>
          <w:bCs/>
          <w:szCs w:val="24"/>
        </w:rPr>
        <w:t>x</w:t>
      </w:r>
      <w:r w:rsidR="0085747A" w:rsidRPr="005C064B">
        <w:rPr>
          <w:rFonts w:ascii="Corbel" w:hAnsi="Corbel"/>
          <w:bCs/>
          <w:smallCaps w:val="0"/>
          <w:szCs w:val="24"/>
        </w:rPr>
        <w:t xml:space="preserve"> </w:t>
      </w:r>
      <w:r w:rsidR="0085747A" w:rsidRPr="005C064B">
        <w:rPr>
          <w:rFonts w:ascii="Corbel" w:hAnsi="Corbel"/>
          <w:bCs/>
          <w:smallCaps w:val="0"/>
          <w:szCs w:val="24"/>
          <w:u w:val="single"/>
        </w:rPr>
        <w:t>zajęcia w formie tradycyjnej</w:t>
      </w:r>
      <w:r w:rsidR="0085747A" w:rsidRPr="005C064B">
        <w:rPr>
          <w:rFonts w:ascii="Corbel" w:hAnsi="Corbel"/>
          <w:bCs/>
          <w:smallCaps w:val="0"/>
          <w:szCs w:val="24"/>
        </w:rPr>
        <w:t xml:space="preserve"> </w:t>
      </w:r>
    </w:p>
    <w:p w14:paraId="55898E3E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922C30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9FA8437" w14:textId="685999EA" w:rsidR="009C54AE" w:rsidRDefault="00E22FBC" w:rsidP="005C064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326277">
        <w:rPr>
          <w:rFonts w:ascii="Corbel" w:hAnsi="Corbel"/>
          <w:b w:val="0"/>
          <w:smallCaps w:val="0"/>
          <w:szCs w:val="24"/>
          <w:u w:val="single"/>
        </w:rPr>
        <w:t>zaliczenie z oceną</w:t>
      </w:r>
    </w:p>
    <w:p w14:paraId="6AAEDEEF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AB766D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B5ADD40" w14:textId="77777777" w:rsidTr="00745302">
        <w:tc>
          <w:tcPr>
            <w:tcW w:w="9670" w:type="dxa"/>
          </w:tcPr>
          <w:p w14:paraId="39EB1A40" w14:textId="5520A82C" w:rsidR="0085747A" w:rsidRPr="006838AA" w:rsidRDefault="006838A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2C007E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Posiadanie wiedzy z </w:t>
            </w:r>
            <w:r w:rsidR="005C064B" w:rsidRPr="002C007E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zakresu edukacji</w:t>
            </w:r>
            <w:r w:rsidRPr="002C007E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 muzycznej dziec</w:t>
            </w:r>
            <w:r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i oraz z terapii pedagogicznej.</w:t>
            </w:r>
          </w:p>
        </w:tc>
      </w:tr>
    </w:tbl>
    <w:p w14:paraId="37E6851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18D9176" w14:textId="170FB94E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 xml:space="preserve">cele, efekty uczenia </w:t>
      </w:r>
      <w:r w:rsidR="005C064B">
        <w:rPr>
          <w:rFonts w:ascii="Corbel" w:hAnsi="Corbel"/>
          <w:szCs w:val="24"/>
        </w:rPr>
        <w:t>SIĘ,</w:t>
      </w:r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4F12333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84456B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0BEB298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117FF9D0" w14:textId="77777777" w:rsidTr="00923D7D">
        <w:tc>
          <w:tcPr>
            <w:tcW w:w="851" w:type="dxa"/>
            <w:vAlign w:val="center"/>
          </w:tcPr>
          <w:p w14:paraId="6ED65971" w14:textId="77777777" w:rsidR="0085747A" w:rsidRPr="006838A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838AA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3032374B" w14:textId="77777777" w:rsidR="0085747A" w:rsidRPr="006838AA" w:rsidRDefault="006838A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838AA">
              <w:rPr>
                <w:rFonts w:ascii="Corbel" w:hAnsi="Corbel"/>
                <w:b w:val="0"/>
                <w:sz w:val="24"/>
                <w:szCs w:val="24"/>
              </w:rPr>
              <w:t>Doskonalenie warsztatu muzycznego.</w:t>
            </w:r>
          </w:p>
        </w:tc>
      </w:tr>
      <w:tr w:rsidR="006838AA" w:rsidRPr="002C007E" w14:paraId="7F5B4468" w14:textId="77777777" w:rsidTr="002E2894">
        <w:tc>
          <w:tcPr>
            <w:tcW w:w="851" w:type="dxa"/>
            <w:vAlign w:val="center"/>
          </w:tcPr>
          <w:p w14:paraId="759F5190" w14:textId="77777777" w:rsidR="006838AA" w:rsidRPr="006838AA" w:rsidRDefault="006838AA" w:rsidP="002E289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838A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C08F992" w14:textId="77777777" w:rsidR="006838AA" w:rsidRPr="006838AA" w:rsidRDefault="006838AA" w:rsidP="002E289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838AA">
              <w:rPr>
                <w:rFonts w:ascii="Corbel" w:hAnsi="Corbel"/>
                <w:b w:val="0"/>
                <w:sz w:val="24"/>
                <w:szCs w:val="24"/>
              </w:rPr>
              <w:t>Wzbogacanie wiedzy dotyczącej terapeutycznych walorów muzyki.</w:t>
            </w:r>
          </w:p>
        </w:tc>
      </w:tr>
      <w:tr w:rsidR="006838AA" w:rsidRPr="002C007E" w14:paraId="08C71465" w14:textId="77777777" w:rsidTr="002E2894">
        <w:tc>
          <w:tcPr>
            <w:tcW w:w="851" w:type="dxa"/>
            <w:vAlign w:val="center"/>
          </w:tcPr>
          <w:p w14:paraId="6B5C390C" w14:textId="77777777" w:rsidR="006838AA" w:rsidRPr="006838AA" w:rsidRDefault="006838AA" w:rsidP="002E289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838A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C057785" w14:textId="77777777" w:rsidR="006838AA" w:rsidRPr="006838AA" w:rsidRDefault="006838AA" w:rsidP="002E289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838AA">
              <w:rPr>
                <w:rFonts w:ascii="Corbel" w:hAnsi="Corbel"/>
                <w:b w:val="0"/>
                <w:sz w:val="24"/>
                <w:szCs w:val="24"/>
              </w:rPr>
              <w:t>Zapoznanie z formami, metodami i technikami muzykoterapii.</w:t>
            </w:r>
          </w:p>
        </w:tc>
      </w:tr>
      <w:tr w:rsidR="006838AA" w:rsidRPr="002C007E" w14:paraId="6D0F9A04" w14:textId="77777777" w:rsidTr="002E2894">
        <w:tc>
          <w:tcPr>
            <w:tcW w:w="851" w:type="dxa"/>
            <w:vAlign w:val="center"/>
          </w:tcPr>
          <w:p w14:paraId="58660975" w14:textId="77777777" w:rsidR="006838AA" w:rsidRPr="006838AA" w:rsidRDefault="006838AA" w:rsidP="002E289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838A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D85B222" w14:textId="77777777" w:rsidR="006838AA" w:rsidRPr="006838AA" w:rsidRDefault="006838AA" w:rsidP="002E289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838AA">
              <w:rPr>
                <w:rFonts w:ascii="Corbel" w:hAnsi="Corbel"/>
                <w:b w:val="0"/>
                <w:sz w:val="24"/>
                <w:szCs w:val="24"/>
              </w:rPr>
              <w:t>Wzbogacanie poczucia odpowiedzialności za podejmowane decyzje w działaniach p</w:t>
            </w:r>
            <w:r w:rsidRPr="006838AA"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Pr="006838AA">
              <w:rPr>
                <w:rFonts w:ascii="Corbel" w:hAnsi="Corbel"/>
                <w:b w:val="0"/>
                <w:sz w:val="24"/>
                <w:szCs w:val="24"/>
              </w:rPr>
              <w:t>dagogicznych i terapeutycznych.</w:t>
            </w:r>
          </w:p>
        </w:tc>
      </w:tr>
    </w:tbl>
    <w:p w14:paraId="0A9479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CFB5D9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2425A8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568AC890" w14:textId="77777777" w:rsidTr="0071620A">
        <w:tc>
          <w:tcPr>
            <w:tcW w:w="1701" w:type="dxa"/>
            <w:vAlign w:val="center"/>
          </w:tcPr>
          <w:p w14:paraId="56988DE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588464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7FD2BE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0654FB5" w14:textId="77777777" w:rsidTr="005E6E85">
        <w:tc>
          <w:tcPr>
            <w:tcW w:w="1701" w:type="dxa"/>
          </w:tcPr>
          <w:p w14:paraId="253D0F4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27F33BD" w14:textId="537B6922" w:rsidR="0085747A" w:rsidRPr="009C54AE" w:rsidRDefault="006838AA" w:rsidP="006838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38AA">
              <w:rPr>
                <w:rFonts w:ascii="Corbel" w:hAnsi="Corbel"/>
                <w:b w:val="0"/>
                <w:smallCaps w:val="0"/>
                <w:szCs w:val="24"/>
              </w:rPr>
              <w:t xml:space="preserve">Ma wiedzę </w:t>
            </w:r>
            <w:r w:rsidR="005C064B" w:rsidRPr="006838AA">
              <w:rPr>
                <w:rFonts w:ascii="Corbel" w:hAnsi="Corbel"/>
                <w:b w:val="0"/>
                <w:smallCaps w:val="0"/>
                <w:szCs w:val="24"/>
              </w:rPr>
              <w:t>o podstawowych</w:t>
            </w:r>
            <w:r w:rsidRPr="006838AA">
              <w:rPr>
                <w:rFonts w:ascii="Corbel" w:hAnsi="Corbel"/>
                <w:b w:val="0"/>
                <w:smallCaps w:val="0"/>
                <w:szCs w:val="24"/>
              </w:rPr>
              <w:t xml:space="preserve"> pojęciach muzykoterapii oraz </w:t>
            </w:r>
            <w:r w:rsidRPr="006838AA">
              <w:rPr>
                <w:rFonts w:ascii="Corbel" w:hAnsi="Corbel"/>
                <w:b w:val="0"/>
                <w:smallCaps w:val="0"/>
                <w:szCs w:val="24"/>
              </w:rPr>
              <w:br/>
              <w:t>o miejscu i znaczeniu muzykoterapii w terapii pedagogic</w:t>
            </w:r>
            <w:r w:rsidRPr="006838AA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6838AA">
              <w:rPr>
                <w:rFonts w:ascii="Corbel" w:hAnsi="Corbel"/>
                <w:b w:val="0"/>
                <w:smallCaps w:val="0"/>
                <w:szCs w:val="24"/>
              </w:rPr>
              <w:t>nej.</w:t>
            </w:r>
          </w:p>
        </w:tc>
        <w:tc>
          <w:tcPr>
            <w:tcW w:w="1873" w:type="dxa"/>
          </w:tcPr>
          <w:p w14:paraId="54F0AE8E" w14:textId="77777777" w:rsidR="0085747A" w:rsidRPr="009C54AE" w:rsidRDefault="00326277" w:rsidP="006838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6838AA" w:rsidRPr="009C54AE" w14:paraId="1AA6E2AF" w14:textId="77777777" w:rsidTr="005E6E85">
        <w:tc>
          <w:tcPr>
            <w:tcW w:w="1701" w:type="dxa"/>
          </w:tcPr>
          <w:p w14:paraId="39AFAF97" w14:textId="77777777" w:rsidR="006838AA" w:rsidRPr="009C54AE" w:rsidRDefault="006838A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3F00FB8" w14:textId="77777777" w:rsidR="006838AA" w:rsidRPr="006838AA" w:rsidRDefault="006838AA" w:rsidP="006838A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838AA">
              <w:rPr>
                <w:rFonts w:ascii="Corbel" w:hAnsi="Corbel"/>
                <w:b w:val="0"/>
                <w:smallCaps w:val="0"/>
                <w:szCs w:val="24"/>
              </w:rPr>
              <w:t>Potrafi właściwie analizować i interpretować różne sytuacje wychowawcze, dydaktyczne i opiekuńcze.</w:t>
            </w:r>
          </w:p>
        </w:tc>
        <w:tc>
          <w:tcPr>
            <w:tcW w:w="1873" w:type="dxa"/>
          </w:tcPr>
          <w:p w14:paraId="4B97D3D8" w14:textId="77777777" w:rsidR="006838AA" w:rsidRPr="009C54AE" w:rsidRDefault="006838AA" w:rsidP="006838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6838AA" w:rsidRPr="009C54AE" w14:paraId="2A0F42E0" w14:textId="77777777" w:rsidTr="005E6E85">
        <w:tc>
          <w:tcPr>
            <w:tcW w:w="1701" w:type="dxa"/>
          </w:tcPr>
          <w:p w14:paraId="0F53058E" w14:textId="77777777" w:rsidR="006838AA" w:rsidRPr="009C54AE" w:rsidRDefault="006838A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7F08D1FA" w14:textId="690FA156" w:rsidR="006838AA" w:rsidRPr="006838AA" w:rsidRDefault="006838AA" w:rsidP="006838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38AA">
              <w:rPr>
                <w:rFonts w:ascii="Corbel" w:hAnsi="Corbel"/>
                <w:sz w:val="24"/>
                <w:szCs w:val="24"/>
              </w:rPr>
              <w:t xml:space="preserve">Posiada umiejętność </w:t>
            </w:r>
            <w:r w:rsidR="005C064B" w:rsidRPr="006838AA">
              <w:rPr>
                <w:rFonts w:ascii="Corbel" w:hAnsi="Corbel"/>
                <w:sz w:val="24"/>
                <w:szCs w:val="24"/>
              </w:rPr>
              <w:t>korzysta</w:t>
            </w:r>
            <w:r w:rsidR="005C064B">
              <w:rPr>
                <w:rFonts w:ascii="Corbel" w:hAnsi="Corbel"/>
                <w:sz w:val="24"/>
                <w:szCs w:val="24"/>
              </w:rPr>
              <w:t>nia ze</w:t>
            </w:r>
            <w:r>
              <w:rPr>
                <w:rFonts w:ascii="Corbel" w:hAnsi="Corbel"/>
                <w:sz w:val="24"/>
                <w:szCs w:val="24"/>
              </w:rPr>
              <w:t xml:space="preserve"> źródeł multimedia</w:t>
            </w:r>
            <w:r>
              <w:rPr>
                <w:rFonts w:ascii="Corbel" w:hAnsi="Corbel"/>
                <w:sz w:val="24"/>
                <w:szCs w:val="24"/>
              </w:rPr>
              <w:t>l</w:t>
            </w:r>
            <w:r>
              <w:rPr>
                <w:rFonts w:ascii="Corbel" w:hAnsi="Corbel"/>
                <w:sz w:val="24"/>
                <w:szCs w:val="24"/>
              </w:rPr>
              <w:t xml:space="preserve">nych </w:t>
            </w:r>
            <w:r w:rsidRPr="006838AA">
              <w:rPr>
                <w:rFonts w:ascii="Corbel" w:hAnsi="Corbel"/>
                <w:sz w:val="24"/>
                <w:szCs w:val="24"/>
              </w:rPr>
              <w:t>w celu samodzielnego wzbog</w:t>
            </w:r>
            <w:r>
              <w:rPr>
                <w:rFonts w:ascii="Corbel" w:hAnsi="Corbel"/>
                <w:sz w:val="24"/>
                <w:szCs w:val="24"/>
              </w:rPr>
              <w:t xml:space="preserve">acania swojej wiedzy muzycznej </w:t>
            </w:r>
            <w:r w:rsidRPr="006838AA">
              <w:rPr>
                <w:rFonts w:ascii="Corbel" w:hAnsi="Corbel"/>
                <w:sz w:val="24"/>
                <w:szCs w:val="24"/>
              </w:rPr>
              <w:t>i terapeutycznej.</w:t>
            </w:r>
          </w:p>
        </w:tc>
        <w:tc>
          <w:tcPr>
            <w:tcW w:w="1873" w:type="dxa"/>
          </w:tcPr>
          <w:p w14:paraId="106C6945" w14:textId="77777777" w:rsidR="006838AA" w:rsidRPr="009C54AE" w:rsidRDefault="006838AA" w:rsidP="006838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6838AA" w:rsidRPr="009C54AE" w14:paraId="7FD41960" w14:textId="77777777" w:rsidTr="005E6E85">
        <w:tc>
          <w:tcPr>
            <w:tcW w:w="1701" w:type="dxa"/>
          </w:tcPr>
          <w:p w14:paraId="268557CE" w14:textId="77777777" w:rsidR="006838AA" w:rsidRPr="009C54AE" w:rsidRDefault="006838A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648637CD" w14:textId="77777777" w:rsidR="006838AA" w:rsidRPr="006838AA" w:rsidRDefault="006838AA" w:rsidP="006838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38AA">
              <w:rPr>
                <w:rFonts w:ascii="Corbel" w:hAnsi="Corbel"/>
                <w:sz w:val="24"/>
                <w:szCs w:val="24"/>
              </w:rPr>
              <w:t>Przewiduje skutki prowadzonych działań terapeutycznych, posiada umiejętność rozstrzygania dylematów etycznych oraz kierowania się zasadami etyki w działaniach pedag</w:t>
            </w:r>
            <w:r w:rsidRPr="006838AA">
              <w:rPr>
                <w:rFonts w:ascii="Corbel" w:hAnsi="Corbel"/>
                <w:sz w:val="24"/>
                <w:szCs w:val="24"/>
              </w:rPr>
              <w:t>o</w:t>
            </w:r>
            <w:r w:rsidRPr="006838AA">
              <w:rPr>
                <w:rFonts w:ascii="Corbel" w:hAnsi="Corbel"/>
                <w:sz w:val="24"/>
                <w:szCs w:val="24"/>
              </w:rPr>
              <w:t>gicznych.</w:t>
            </w:r>
          </w:p>
        </w:tc>
        <w:tc>
          <w:tcPr>
            <w:tcW w:w="1873" w:type="dxa"/>
          </w:tcPr>
          <w:p w14:paraId="0C1795A2" w14:textId="77777777" w:rsidR="006838AA" w:rsidRDefault="006838AA" w:rsidP="006838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6838AA" w:rsidRPr="009C54AE" w14:paraId="1BA78AAF" w14:textId="77777777" w:rsidTr="005E6E85">
        <w:tc>
          <w:tcPr>
            <w:tcW w:w="1701" w:type="dxa"/>
          </w:tcPr>
          <w:p w14:paraId="06DE7A8E" w14:textId="77777777" w:rsidR="006838AA" w:rsidRPr="009C54AE" w:rsidRDefault="006838A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201044AC" w14:textId="77777777" w:rsidR="006838AA" w:rsidRPr="006838AA" w:rsidRDefault="006838AA" w:rsidP="006838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38AA">
              <w:rPr>
                <w:rFonts w:ascii="Corbel" w:hAnsi="Corbel"/>
                <w:sz w:val="24"/>
                <w:szCs w:val="24"/>
              </w:rPr>
              <w:t>Posiada świadomość swojej wiedzy i umiejętności w zakr</w:t>
            </w:r>
            <w:r w:rsidRPr="006838AA">
              <w:rPr>
                <w:rFonts w:ascii="Corbel" w:hAnsi="Corbel"/>
                <w:sz w:val="24"/>
                <w:szCs w:val="24"/>
              </w:rPr>
              <w:t>e</w:t>
            </w:r>
            <w:r w:rsidRPr="006838AA">
              <w:rPr>
                <w:rFonts w:ascii="Corbel" w:hAnsi="Corbel"/>
                <w:sz w:val="24"/>
                <w:szCs w:val="24"/>
              </w:rPr>
              <w:t>sie terapii muzycznej oraz konie</w:t>
            </w:r>
            <w:r>
              <w:rPr>
                <w:rFonts w:ascii="Corbel" w:hAnsi="Corbel"/>
                <w:sz w:val="24"/>
                <w:szCs w:val="24"/>
              </w:rPr>
              <w:t>czności ciągłego dokszta</w:t>
            </w:r>
            <w:r>
              <w:rPr>
                <w:rFonts w:ascii="Corbel" w:hAnsi="Corbel"/>
                <w:sz w:val="24"/>
                <w:szCs w:val="24"/>
              </w:rPr>
              <w:t>ł</w:t>
            </w:r>
            <w:r>
              <w:rPr>
                <w:rFonts w:ascii="Corbel" w:hAnsi="Corbel"/>
                <w:sz w:val="24"/>
                <w:szCs w:val="24"/>
              </w:rPr>
              <w:t xml:space="preserve">cania </w:t>
            </w:r>
            <w:r w:rsidRPr="006838AA">
              <w:rPr>
                <w:rFonts w:ascii="Corbel" w:hAnsi="Corbel"/>
                <w:sz w:val="24"/>
                <w:szCs w:val="24"/>
              </w:rPr>
              <w:t>i doskonalenia zawodowego.</w:t>
            </w:r>
          </w:p>
        </w:tc>
        <w:tc>
          <w:tcPr>
            <w:tcW w:w="1873" w:type="dxa"/>
          </w:tcPr>
          <w:p w14:paraId="2B273EF8" w14:textId="77777777" w:rsidR="006838AA" w:rsidRDefault="006838AA" w:rsidP="006838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0580263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466F6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492DC74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C437D81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B3C3221" w14:textId="77777777" w:rsidTr="00923D7D">
        <w:tc>
          <w:tcPr>
            <w:tcW w:w="9639" w:type="dxa"/>
          </w:tcPr>
          <w:p w14:paraId="4432C855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78225DD" w14:textId="77777777" w:rsidTr="00923D7D">
        <w:tc>
          <w:tcPr>
            <w:tcW w:w="9639" w:type="dxa"/>
          </w:tcPr>
          <w:p w14:paraId="7F5C003D" w14:textId="77777777" w:rsidR="0085747A" w:rsidRPr="009C54AE" w:rsidRDefault="00DB31D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----------------------------------------</w:t>
            </w:r>
          </w:p>
        </w:tc>
      </w:tr>
    </w:tbl>
    <w:p w14:paraId="665FFC9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B6A6B5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CA41EA8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E892D65" w14:textId="77777777" w:rsidTr="00923D7D">
        <w:tc>
          <w:tcPr>
            <w:tcW w:w="9639" w:type="dxa"/>
          </w:tcPr>
          <w:p w14:paraId="0F38BBCC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B31DD" w:rsidRPr="009C54AE" w14:paraId="5AE3DF24" w14:textId="77777777" w:rsidTr="00923D7D">
        <w:tc>
          <w:tcPr>
            <w:tcW w:w="9639" w:type="dxa"/>
          </w:tcPr>
          <w:p w14:paraId="3F9F3C94" w14:textId="77777777" w:rsidR="00DB31DD" w:rsidRPr="00DB31DD" w:rsidRDefault="00DB31DD" w:rsidP="00DB31D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B31DD">
              <w:rPr>
                <w:rFonts w:ascii="Corbel" w:hAnsi="Corbel"/>
                <w:sz w:val="24"/>
                <w:szCs w:val="24"/>
              </w:rPr>
              <w:t>Thymiczne</w:t>
            </w:r>
            <w:proofErr w:type="spellEnd"/>
            <w:r w:rsidRPr="00DB31DD">
              <w:rPr>
                <w:rFonts w:ascii="Corbel" w:hAnsi="Corbel"/>
                <w:sz w:val="24"/>
                <w:szCs w:val="24"/>
              </w:rPr>
              <w:t xml:space="preserve"> i </w:t>
            </w:r>
            <w:proofErr w:type="spellStart"/>
            <w:r w:rsidRPr="00DB31DD">
              <w:rPr>
                <w:rFonts w:ascii="Corbel" w:hAnsi="Corbel"/>
                <w:sz w:val="24"/>
                <w:szCs w:val="24"/>
              </w:rPr>
              <w:t>phroniczne</w:t>
            </w:r>
            <w:proofErr w:type="spellEnd"/>
            <w:r w:rsidRPr="00DB31DD">
              <w:rPr>
                <w:rFonts w:ascii="Corbel" w:hAnsi="Corbel"/>
                <w:sz w:val="24"/>
                <w:szCs w:val="24"/>
              </w:rPr>
              <w:t xml:space="preserve"> walory muzyki – oddziaływania muzyczne.</w:t>
            </w:r>
          </w:p>
        </w:tc>
      </w:tr>
      <w:tr w:rsidR="00DB31DD" w:rsidRPr="009C54AE" w14:paraId="23EFD3BD" w14:textId="77777777" w:rsidTr="00923D7D">
        <w:tc>
          <w:tcPr>
            <w:tcW w:w="9639" w:type="dxa"/>
          </w:tcPr>
          <w:p w14:paraId="72F45F10" w14:textId="77777777" w:rsidR="00DB31DD" w:rsidRPr="00DB31DD" w:rsidRDefault="00DB31DD" w:rsidP="00DB31D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31DD">
              <w:rPr>
                <w:rFonts w:ascii="Corbel" w:hAnsi="Corbel"/>
                <w:sz w:val="24"/>
                <w:szCs w:val="24"/>
              </w:rPr>
              <w:t>Muzykoterapia receptywna i aktywna.</w:t>
            </w:r>
          </w:p>
        </w:tc>
      </w:tr>
      <w:tr w:rsidR="00DB31DD" w:rsidRPr="009C54AE" w14:paraId="441BDBF0" w14:textId="77777777" w:rsidTr="00923D7D">
        <w:tc>
          <w:tcPr>
            <w:tcW w:w="9639" w:type="dxa"/>
          </w:tcPr>
          <w:p w14:paraId="429AB4EE" w14:textId="77777777" w:rsidR="00DB31DD" w:rsidRPr="00DB31DD" w:rsidRDefault="00DB31DD" w:rsidP="00DB31D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B31DD">
              <w:rPr>
                <w:rFonts w:ascii="Corbel" w:hAnsi="Corbel"/>
                <w:sz w:val="24"/>
                <w:szCs w:val="24"/>
              </w:rPr>
              <w:t>Metody i techniki muzykoterapii w pracy z dzieckiem.</w:t>
            </w:r>
          </w:p>
        </w:tc>
      </w:tr>
      <w:tr w:rsidR="00DB31DD" w:rsidRPr="009C54AE" w14:paraId="294F8A60" w14:textId="77777777" w:rsidTr="00923D7D">
        <w:tc>
          <w:tcPr>
            <w:tcW w:w="9639" w:type="dxa"/>
          </w:tcPr>
          <w:p w14:paraId="7BD158FB" w14:textId="6E62E93A" w:rsidR="00DB31DD" w:rsidRPr="00DB31DD" w:rsidRDefault="00DB31DD" w:rsidP="00DB31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31DD">
              <w:rPr>
                <w:rFonts w:ascii="Corbel" w:hAnsi="Corbel"/>
                <w:sz w:val="24"/>
                <w:szCs w:val="24"/>
              </w:rPr>
              <w:t xml:space="preserve">Sposoby wykorzystania prostych </w:t>
            </w:r>
            <w:r w:rsidR="005C064B" w:rsidRPr="00DB31DD">
              <w:rPr>
                <w:rFonts w:ascii="Corbel" w:hAnsi="Corbel"/>
                <w:sz w:val="24"/>
                <w:szCs w:val="24"/>
              </w:rPr>
              <w:t>instrumentów perkusyjnych</w:t>
            </w:r>
            <w:r w:rsidRPr="00DB31DD">
              <w:rPr>
                <w:rFonts w:ascii="Corbel" w:hAnsi="Corbel"/>
                <w:sz w:val="24"/>
                <w:szCs w:val="24"/>
              </w:rPr>
              <w:t xml:space="preserve"> o określonej </w:t>
            </w:r>
            <w:r w:rsidRPr="00DB31DD">
              <w:rPr>
                <w:rFonts w:ascii="Corbel" w:hAnsi="Corbel"/>
                <w:sz w:val="24"/>
                <w:szCs w:val="24"/>
              </w:rPr>
              <w:br/>
              <w:t>i nieokreślonej wysokości dźwięku w pracy z dzieckiem w muzykoterapii aktywnej.</w:t>
            </w:r>
          </w:p>
        </w:tc>
      </w:tr>
      <w:tr w:rsidR="00DB31DD" w:rsidRPr="009C54AE" w14:paraId="180920AE" w14:textId="77777777" w:rsidTr="00923D7D">
        <w:tc>
          <w:tcPr>
            <w:tcW w:w="9639" w:type="dxa"/>
          </w:tcPr>
          <w:p w14:paraId="6B7C3BA5" w14:textId="77777777" w:rsidR="00DB31DD" w:rsidRPr="00DB31DD" w:rsidRDefault="00DB31DD" w:rsidP="00DB31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31DD">
              <w:rPr>
                <w:rFonts w:ascii="Corbel" w:hAnsi="Corbel"/>
                <w:sz w:val="24"/>
                <w:szCs w:val="24"/>
              </w:rPr>
              <w:t>Piosenka w terapii dziecka.</w:t>
            </w:r>
          </w:p>
        </w:tc>
      </w:tr>
      <w:tr w:rsidR="00DB31DD" w:rsidRPr="009C54AE" w14:paraId="36F22E06" w14:textId="77777777" w:rsidTr="00923D7D">
        <w:tc>
          <w:tcPr>
            <w:tcW w:w="9639" w:type="dxa"/>
          </w:tcPr>
          <w:p w14:paraId="313770E1" w14:textId="77777777" w:rsidR="00DB31DD" w:rsidRPr="00DB31DD" w:rsidRDefault="00DB31DD" w:rsidP="00DB31DD">
            <w:pPr>
              <w:pStyle w:val="Akapitzlist"/>
              <w:spacing w:after="0" w:line="240" w:lineRule="auto"/>
              <w:ind w:left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B31DD">
              <w:rPr>
                <w:rFonts w:ascii="Corbel" w:hAnsi="Corbel"/>
                <w:sz w:val="24"/>
                <w:szCs w:val="24"/>
              </w:rPr>
              <w:t>Organizacja i przebieg przykładowych zajęć muzykoterapeutycznych.</w:t>
            </w:r>
          </w:p>
        </w:tc>
      </w:tr>
      <w:tr w:rsidR="00DB31DD" w:rsidRPr="009C54AE" w14:paraId="3816589D" w14:textId="77777777" w:rsidTr="00923D7D">
        <w:tc>
          <w:tcPr>
            <w:tcW w:w="9639" w:type="dxa"/>
          </w:tcPr>
          <w:p w14:paraId="03DC5E32" w14:textId="77777777" w:rsidR="00DB31DD" w:rsidRPr="00DB31DD" w:rsidRDefault="00DB31DD" w:rsidP="00DB31DD">
            <w:pPr>
              <w:pStyle w:val="Akapitzlist"/>
              <w:spacing w:after="0" w:line="240" w:lineRule="auto"/>
              <w:ind w:left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B31DD">
              <w:rPr>
                <w:rFonts w:ascii="Corbel" w:hAnsi="Corbel"/>
                <w:sz w:val="24"/>
                <w:szCs w:val="24"/>
              </w:rPr>
              <w:t>Scenariusze zajęć muzykoterapeutycznych.</w:t>
            </w:r>
          </w:p>
        </w:tc>
      </w:tr>
    </w:tbl>
    <w:p w14:paraId="4C525E9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02D13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A21247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7FC762" w14:textId="77777777" w:rsidR="00DB31DD" w:rsidRPr="00DB31DD" w:rsidRDefault="00DB31DD" w:rsidP="00DB31D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B31DD">
        <w:rPr>
          <w:rFonts w:ascii="Corbel" w:hAnsi="Corbel"/>
          <w:b w:val="0"/>
          <w:smallCaps w:val="0"/>
          <w:szCs w:val="24"/>
        </w:rPr>
        <w:t>Projekt wdrożeniowy, projekt praktyczny, dyskusja, praca w grupach.</w:t>
      </w:r>
    </w:p>
    <w:p w14:paraId="1510ED9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578994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E9CC1D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EC5EDF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A45E1F0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5F96E2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5CC79549" w14:textId="77777777" w:rsidTr="00C05F44">
        <w:tc>
          <w:tcPr>
            <w:tcW w:w="1985" w:type="dxa"/>
            <w:vAlign w:val="center"/>
          </w:tcPr>
          <w:p w14:paraId="5D04CB2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BF36FD7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6516538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4908797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14:paraId="57AE823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B31DD" w:rsidRPr="009C54AE" w14:paraId="42BE2CD7" w14:textId="77777777" w:rsidTr="00C05F44">
        <w:tc>
          <w:tcPr>
            <w:tcW w:w="1985" w:type="dxa"/>
          </w:tcPr>
          <w:p w14:paraId="6FB6E8A9" w14:textId="77777777" w:rsidR="00DB31DD" w:rsidRPr="00DB31DD" w:rsidRDefault="00DB31DD" w:rsidP="002E289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B31DD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B31DD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57087EC0" w14:textId="77777777" w:rsidR="00DB31DD" w:rsidRPr="00DB31DD" w:rsidRDefault="007C4DD1" w:rsidP="002E289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="00DB31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raca projektowa</w:t>
            </w:r>
          </w:p>
        </w:tc>
        <w:tc>
          <w:tcPr>
            <w:tcW w:w="2126" w:type="dxa"/>
          </w:tcPr>
          <w:p w14:paraId="7BF36031" w14:textId="77777777" w:rsidR="00DB31DD" w:rsidRPr="00DB31DD" w:rsidRDefault="00DB31DD" w:rsidP="00DB31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DB31DD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DB31DD" w:rsidRPr="009C54AE" w14:paraId="69C3B4F0" w14:textId="77777777" w:rsidTr="00C05F44">
        <w:tc>
          <w:tcPr>
            <w:tcW w:w="1985" w:type="dxa"/>
          </w:tcPr>
          <w:p w14:paraId="14CB0375" w14:textId="77777777" w:rsidR="00DB31DD" w:rsidRPr="00DB31DD" w:rsidRDefault="00DB31DD" w:rsidP="002E289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31D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4B5060B1" w14:textId="77777777" w:rsidR="00DB31DD" w:rsidRPr="00DB31DD" w:rsidRDefault="007C4DD1" w:rsidP="002E289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</w:t>
            </w:r>
            <w:r w:rsidR="00DB31DD" w:rsidRPr="00DB31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ozmowa i obserwacja w trakcie zajęć</w:t>
            </w:r>
          </w:p>
        </w:tc>
        <w:tc>
          <w:tcPr>
            <w:tcW w:w="2126" w:type="dxa"/>
          </w:tcPr>
          <w:p w14:paraId="659A4130" w14:textId="77777777" w:rsidR="00DB31DD" w:rsidRPr="00DB31DD" w:rsidRDefault="00DB31DD" w:rsidP="00DB31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DB31DD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DB31DD" w:rsidRPr="009C54AE" w14:paraId="66536F05" w14:textId="77777777" w:rsidTr="00C05F44">
        <w:tc>
          <w:tcPr>
            <w:tcW w:w="1985" w:type="dxa"/>
          </w:tcPr>
          <w:p w14:paraId="1401479D" w14:textId="77777777" w:rsidR="00DB31DD" w:rsidRPr="00DB31DD" w:rsidRDefault="00DB31DD" w:rsidP="002E289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31DD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1024FF25" w14:textId="77777777" w:rsidR="00DB31DD" w:rsidRPr="00DB31DD" w:rsidRDefault="007C4DD1" w:rsidP="002E28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</w:t>
            </w:r>
            <w:r w:rsidR="00DB31DD" w:rsidRPr="00DB31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ozmowa i</w:t>
            </w:r>
            <w:r w:rsidR="00DB31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DB31DD" w:rsidRPr="00DB31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765CEF40" w14:textId="77777777" w:rsidR="00DB31DD" w:rsidRPr="00DB31DD" w:rsidRDefault="00DB31DD" w:rsidP="00DB31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DB31DD">
              <w:rPr>
                <w:rFonts w:ascii="Corbel" w:hAnsi="Corbel"/>
                <w:b w:val="0"/>
                <w:szCs w:val="24"/>
              </w:rPr>
              <w:t>cw</w:t>
            </w:r>
            <w:proofErr w:type="spellEnd"/>
          </w:p>
        </w:tc>
      </w:tr>
      <w:tr w:rsidR="00DB31DD" w:rsidRPr="009C54AE" w14:paraId="371634E9" w14:textId="77777777" w:rsidTr="00C05F44">
        <w:tc>
          <w:tcPr>
            <w:tcW w:w="1985" w:type="dxa"/>
          </w:tcPr>
          <w:p w14:paraId="29D70DED" w14:textId="77777777" w:rsidR="00DB31DD" w:rsidRPr="00DB31DD" w:rsidRDefault="00DB31DD" w:rsidP="002E289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31DD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3A3E0148" w14:textId="77777777" w:rsidR="00DB31DD" w:rsidRPr="00DB31DD" w:rsidRDefault="007C4DD1" w:rsidP="002E28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</w:t>
            </w:r>
            <w:r w:rsidR="00DB31DD" w:rsidRPr="00DB31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ozmowa i obserwacja w trakcie zajęć</w:t>
            </w:r>
          </w:p>
        </w:tc>
        <w:tc>
          <w:tcPr>
            <w:tcW w:w="2126" w:type="dxa"/>
          </w:tcPr>
          <w:p w14:paraId="77C40C3B" w14:textId="77777777" w:rsidR="00DB31DD" w:rsidRPr="00DB31DD" w:rsidRDefault="00DB31DD" w:rsidP="00DB31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DB31DD">
              <w:rPr>
                <w:rFonts w:ascii="Corbel" w:hAnsi="Corbel"/>
                <w:b w:val="0"/>
                <w:szCs w:val="24"/>
              </w:rPr>
              <w:t>cw</w:t>
            </w:r>
            <w:proofErr w:type="spellEnd"/>
          </w:p>
        </w:tc>
      </w:tr>
      <w:tr w:rsidR="00DB31DD" w:rsidRPr="009C54AE" w14:paraId="06C9590D" w14:textId="77777777" w:rsidTr="00C05F44">
        <w:tc>
          <w:tcPr>
            <w:tcW w:w="1985" w:type="dxa"/>
          </w:tcPr>
          <w:p w14:paraId="69F8A3B0" w14:textId="77777777" w:rsidR="00DB31DD" w:rsidRPr="00DB31DD" w:rsidRDefault="00DB31DD" w:rsidP="002E289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31DD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02AC7700" w14:textId="77777777" w:rsidR="00DB31DD" w:rsidRPr="00DB31DD" w:rsidRDefault="007C4DD1" w:rsidP="002E28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</w:t>
            </w:r>
            <w:r w:rsidR="00DB31DD" w:rsidRPr="00DB31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ozmowa ze studentem</w:t>
            </w:r>
          </w:p>
        </w:tc>
        <w:tc>
          <w:tcPr>
            <w:tcW w:w="2126" w:type="dxa"/>
          </w:tcPr>
          <w:p w14:paraId="2D5DE93B" w14:textId="77777777" w:rsidR="00DB31DD" w:rsidRPr="00DB31DD" w:rsidRDefault="00DB31DD" w:rsidP="00DB31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DB31DD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7569FF5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74BE15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FAD2EF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2A37764" w14:textId="77777777" w:rsidTr="00923D7D">
        <w:tc>
          <w:tcPr>
            <w:tcW w:w="9670" w:type="dxa"/>
          </w:tcPr>
          <w:p w14:paraId="11F016B2" w14:textId="2F2C785F" w:rsidR="0085747A" w:rsidRPr="00DB31DD" w:rsidRDefault="00DB31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31DD">
              <w:rPr>
                <w:rFonts w:ascii="Corbel" w:hAnsi="Corbel"/>
                <w:b w:val="0"/>
                <w:smallCaps w:val="0"/>
                <w:szCs w:val="24"/>
              </w:rPr>
              <w:t>Warunkiem podstawowym zaliczenia jest ob</w:t>
            </w:r>
            <w:r w:rsidRPr="00DB31DD">
              <w:rPr>
                <w:rFonts w:ascii="Corbel" w:hAnsi="Corbel"/>
                <w:b w:val="0"/>
                <w:i/>
                <w:smallCaps w:val="0"/>
                <w:szCs w:val="24"/>
              </w:rPr>
              <w:t>e</w:t>
            </w:r>
            <w:r w:rsidRPr="00DB31DD">
              <w:rPr>
                <w:rFonts w:ascii="Corbel" w:hAnsi="Corbel"/>
                <w:b w:val="0"/>
                <w:smallCaps w:val="0"/>
                <w:szCs w:val="24"/>
              </w:rPr>
              <w:t>cność na zajęciach i aktywny w nich udział. Wys</w:t>
            </w:r>
            <w:r w:rsidRPr="00DB31DD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DB31DD">
              <w:rPr>
                <w:rFonts w:ascii="Corbel" w:hAnsi="Corbel"/>
                <w:b w:val="0"/>
                <w:smallCaps w:val="0"/>
                <w:szCs w:val="24"/>
              </w:rPr>
              <w:t xml:space="preserve">kość </w:t>
            </w:r>
            <w:r w:rsidR="005C064B" w:rsidRPr="00DB31DD">
              <w:rPr>
                <w:rFonts w:ascii="Corbel" w:hAnsi="Corbel"/>
                <w:b w:val="0"/>
                <w:smallCaps w:val="0"/>
                <w:szCs w:val="24"/>
              </w:rPr>
              <w:t>oceny zależy</w:t>
            </w:r>
            <w:r w:rsidRPr="00DB31DD">
              <w:rPr>
                <w:rFonts w:ascii="Corbel" w:hAnsi="Corbel"/>
                <w:b w:val="0"/>
                <w:smallCaps w:val="0"/>
                <w:szCs w:val="24"/>
              </w:rPr>
              <w:t xml:space="preserve"> natomiast od stopnia jakości merytorycznej pr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zygotowanej </w:t>
            </w:r>
            <w:r w:rsidRPr="00DB31DD">
              <w:rPr>
                <w:rFonts w:ascii="Corbel" w:hAnsi="Corbel"/>
                <w:b w:val="0"/>
                <w:smallCaps w:val="0"/>
                <w:szCs w:val="24"/>
              </w:rPr>
              <w:t>prac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DB31DD">
              <w:rPr>
                <w:rFonts w:ascii="Corbel" w:hAnsi="Corbel"/>
                <w:b w:val="0"/>
                <w:smallCaps w:val="0"/>
                <w:szCs w:val="24"/>
              </w:rPr>
              <w:t xml:space="preserve"> projekt</w:t>
            </w:r>
            <w:r w:rsidRPr="00DB31DD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wej</w:t>
            </w:r>
            <w:r w:rsidRPr="00DB31D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142811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27704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40BC6A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9496DD1" w14:textId="77777777" w:rsidTr="003E1941">
        <w:tc>
          <w:tcPr>
            <w:tcW w:w="4962" w:type="dxa"/>
            <w:vAlign w:val="center"/>
          </w:tcPr>
          <w:p w14:paraId="32D0297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6D29FC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14:paraId="7339AC3F" w14:textId="77777777" w:rsidTr="00923D7D">
        <w:tc>
          <w:tcPr>
            <w:tcW w:w="4962" w:type="dxa"/>
          </w:tcPr>
          <w:p w14:paraId="6106A598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70B9AAC" w14:textId="77777777" w:rsidR="0085747A" w:rsidRPr="009C54AE" w:rsidRDefault="007208EE" w:rsidP="00DB31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0D773F23" w14:textId="77777777" w:rsidTr="00923D7D">
        <w:tc>
          <w:tcPr>
            <w:tcW w:w="4962" w:type="dxa"/>
          </w:tcPr>
          <w:p w14:paraId="0691DF1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527D537" w14:textId="23989DBF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042B5562" w14:textId="77777777" w:rsidR="00C61DC5" w:rsidRPr="009C54AE" w:rsidRDefault="00DB31DD" w:rsidP="00DB31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76D643DF" w14:textId="77777777" w:rsidTr="00923D7D">
        <w:tc>
          <w:tcPr>
            <w:tcW w:w="4962" w:type="dxa"/>
          </w:tcPr>
          <w:p w14:paraId="32BDCD79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14:paraId="368077CB" w14:textId="07A97D25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5C064B">
              <w:rPr>
                <w:rFonts w:ascii="Corbel" w:hAnsi="Corbel"/>
                <w:sz w:val="24"/>
                <w:szCs w:val="24"/>
              </w:rPr>
              <w:t>opracowanie pracy projektowej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980829B" w14:textId="77777777" w:rsidR="00C61DC5" w:rsidRDefault="007208EE" w:rsidP="00DB31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  <w:p w14:paraId="521F68AC" w14:textId="77777777" w:rsidR="00DB31DD" w:rsidRDefault="00DB31DD" w:rsidP="00DB31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9FF6BC6" w14:textId="77777777" w:rsidR="00DB31DD" w:rsidRPr="009C54AE" w:rsidRDefault="007208EE" w:rsidP="00DB31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9C54AE" w14:paraId="499B724E" w14:textId="77777777" w:rsidTr="00923D7D">
        <w:tc>
          <w:tcPr>
            <w:tcW w:w="4962" w:type="dxa"/>
          </w:tcPr>
          <w:p w14:paraId="14F6C40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9CA869F" w14:textId="77777777" w:rsidR="0085747A" w:rsidRPr="009C54AE" w:rsidRDefault="007208EE" w:rsidP="00DB31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85747A" w:rsidRPr="009C54AE" w14:paraId="4507430C" w14:textId="77777777" w:rsidTr="00923D7D">
        <w:tc>
          <w:tcPr>
            <w:tcW w:w="4962" w:type="dxa"/>
          </w:tcPr>
          <w:p w14:paraId="6B7CED6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2AD7FA9" w14:textId="77777777" w:rsidR="0085747A" w:rsidRPr="009C54AE" w:rsidRDefault="00DB31DD" w:rsidP="00DB31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2A3F63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14:paraId="272A0B3A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FD891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2380E2B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48563DC" w14:textId="77777777" w:rsidTr="0071620A">
        <w:trPr>
          <w:trHeight w:val="397"/>
        </w:trPr>
        <w:tc>
          <w:tcPr>
            <w:tcW w:w="3544" w:type="dxa"/>
          </w:tcPr>
          <w:p w14:paraId="22874D0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BA282EC" w14:textId="77777777" w:rsidR="0085747A" w:rsidRPr="009C54AE" w:rsidRDefault="007C4D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----------------------------------------</w:t>
            </w:r>
          </w:p>
        </w:tc>
      </w:tr>
      <w:tr w:rsidR="0085747A" w:rsidRPr="009C54AE" w14:paraId="321EF684" w14:textId="77777777" w:rsidTr="0071620A">
        <w:trPr>
          <w:trHeight w:val="397"/>
        </w:trPr>
        <w:tc>
          <w:tcPr>
            <w:tcW w:w="3544" w:type="dxa"/>
          </w:tcPr>
          <w:p w14:paraId="6C54DDB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14:paraId="0ECB8E4E" w14:textId="77777777" w:rsidR="0085747A" w:rsidRPr="009C54AE" w:rsidRDefault="007C4D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----------------------------------------</w:t>
            </w:r>
          </w:p>
        </w:tc>
      </w:tr>
    </w:tbl>
    <w:p w14:paraId="68E3F7E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CAB0E0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944D3BE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68F32893" w14:textId="77777777" w:rsidTr="0071620A">
        <w:trPr>
          <w:trHeight w:val="397"/>
        </w:trPr>
        <w:tc>
          <w:tcPr>
            <w:tcW w:w="7513" w:type="dxa"/>
          </w:tcPr>
          <w:p w14:paraId="007BED4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D4A7AAF" w14:textId="77777777" w:rsidR="00DB31DD" w:rsidRPr="00DB31DD" w:rsidRDefault="00DB31DD" w:rsidP="00DB31DD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 w:rsidRPr="00DB31DD">
              <w:rPr>
                <w:rFonts w:ascii="Corbel" w:hAnsi="Corbel"/>
                <w:b w:val="0"/>
                <w:smallCaps w:val="0"/>
                <w:szCs w:val="24"/>
              </w:rPr>
              <w:t xml:space="preserve">Galińska E., </w:t>
            </w:r>
            <w:r w:rsidRPr="007C4DD1">
              <w:rPr>
                <w:rFonts w:ascii="Corbel" w:hAnsi="Corbel"/>
                <w:b w:val="0"/>
                <w:i/>
                <w:smallCaps w:val="0"/>
                <w:szCs w:val="24"/>
              </w:rPr>
              <w:t>Muzykoterapia w terapii. Psychologiczne i fizjologiczne m</w:t>
            </w:r>
            <w:r w:rsidRPr="007C4DD1">
              <w:rPr>
                <w:rFonts w:ascii="Corbel" w:hAnsi="Corbel"/>
                <w:b w:val="0"/>
                <w:i/>
                <w:smallCaps w:val="0"/>
                <w:szCs w:val="24"/>
              </w:rPr>
              <w:t>e</w:t>
            </w:r>
            <w:r w:rsidRPr="007C4DD1">
              <w:rPr>
                <w:rFonts w:ascii="Corbel" w:hAnsi="Corbel"/>
                <w:b w:val="0"/>
                <w:i/>
                <w:smallCaps w:val="0"/>
                <w:szCs w:val="24"/>
              </w:rPr>
              <w:t>chanizmy jej działania,</w:t>
            </w:r>
            <w:r w:rsidRPr="00DB31DD">
              <w:rPr>
                <w:rFonts w:ascii="Corbel" w:hAnsi="Corbel"/>
                <w:b w:val="0"/>
                <w:smallCaps w:val="0"/>
                <w:szCs w:val="24"/>
              </w:rPr>
              <w:t xml:space="preserve"> Warszawa 2006.</w:t>
            </w:r>
          </w:p>
          <w:p w14:paraId="1D5166C4" w14:textId="77777777" w:rsidR="00DB31DD" w:rsidRPr="00DB31DD" w:rsidRDefault="00DB31DD" w:rsidP="00DB31DD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31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Konieczna E.J., </w:t>
            </w:r>
            <w:r w:rsidRPr="007C4DD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Arteterapia w teorii i praktyce, Impuls</w:t>
            </w:r>
            <w:r w:rsidRPr="00DB31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2003.</w:t>
            </w:r>
          </w:p>
          <w:p w14:paraId="56E02E5A" w14:textId="77777777" w:rsidR="00DB31DD" w:rsidRPr="00DB31DD" w:rsidRDefault="00DB31DD" w:rsidP="00DB31DD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31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Lewandowska K., </w:t>
            </w:r>
            <w:r w:rsidRPr="007C4DD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Muzykoterapia dziecięca</w:t>
            </w:r>
            <w:r w:rsidRPr="00DB31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Gdańsk 2001.</w:t>
            </w:r>
          </w:p>
          <w:p w14:paraId="715F1D47" w14:textId="77777777" w:rsidR="00DB31DD" w:rsidRPr="009C54AE" w:rsidRDefault="00DB31DD" w:rsidP="00DB31DD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B31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Metera</w:t>
            </w:r>
            <w:proofErr w:type="spellEnd"/>
            <w:r w:rsidRPr="00DB31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</w:t>
            </w:r>
            <w:r w:rsidRPr="007C4DD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Muzykoterapia w medycynie i edukacji</w:t>
            </w:r>
            <w:r w:rsidRPr="00DB31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Leszno 2002.</w:t>
            </w:r>
          </w:p>
        </w:tc>
      </w:tr>
      <w:tr w:rsidR="0085747A" w:rsidRPr="009C54AE" w14:paraId="36D45409" w14:textId="77777777" w:rsidTr="0071620A">
        <w:trPr>
          <w:trHeight w:val="397"/>
        </w:trPr>
        <w:tc>
          <w:tcPr>
            <w:tcW w:w="7513" w:type="dxa"/>
          </w:tcPr>
          <w:p w14:paraId="53686BF0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801BC8A" w14:textId="77777777" w:rsidR="00DB31DD" w:rsidRPr="00DB31DD" w:rsidRDefault="00DB31DD" w:rsidP="00DB31DD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DB31DD">
              <w:rPr>
                <w:rFonts w:ascii="Corbel" w:hAnsi="Corbel"/>
                <w:b w:val="0"/>
                <w:smallCaps w:val="0"/>
                <w:szCs w:val="24"/>
              </w:rPr>
              <w:t>Lecourt</w:t>
            </w:r>
            <w:proofErr w:type="spellEnd"/>
            <w:r w:rsidRPr="00DB31DD">
              <w:rPr>
                <w:rFonts w:ascii="Corbel" w:hAnsi="Corbel"/>
                <w:b w:val="0"/>
                <w:smallCaps w:val="0"/>
                <w:szCs w:val="24"/>
              </w:rPr>
              <w:t xml:space="preserve"> E., </w:t>
            </w:r>
            <w:r w:rsidRPr="007C4DD1">
              <w:rPr>
                <w:rFonts w:ascii="Corbel" w:hAnsi="Corbel"/>
                <w:b w:val="0"/>
                <w:i/>
                <w:smallCaps w:val="0"/>
                <w:szCs w:val="24"/>
              </w:rPr>
              <w:t>Muzykoterapia czyli jak wykorzystać siłę dźwięków</w:t>
            </w:r>
            <w:r w:rsidRPr="00DB31DD">
              <w:rPr>
                <w:rFonts w:ascii="Corbel" w:hAnsi="Corbel"/>
                <w:b w:val="0"/>
                <w:smallCaps w:val="0"/>
                <w:szCs w:val="24"/>
              </w:rPr>
              <w:t>, Chorzów 2008.</w:t>
            </w:r>
          </w:p>
          <w:p w14:paraId="25AAD89F" w14:textId="77777777" w:rsidR="00DB31DD" w:rsidRPr="00DB31DD" w:rsidRDefault="00DB31DD" w:rsidP="00DB31DD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31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Natanson T., </w:t>
            </w:r>
            <w:r w:rsidRPr="007C4DD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Wstęp do nauki o muzykoterapii,</w:t>
            </w:r>
            <w:r w:rsidRPr="00DB31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Wrocław 1997.</w:t>
            </w:r>
          </w:p>
          <w:p w14:paraId="2645011D" w14:textId="77777777" w:rsidR="00DB31DD" w:rsidRPr="00DB31DD" w:rsidRDefault="00DB31DD" w:rsidP="00DB31DD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B31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Natanson.T</w:t>
            </w:r>
            <w:proofErr w:type="spellEnd"/>
            <w:r w:rsidRPr="00DB31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7C4DD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Programowanie muzyki terapeutycznej. Zarys podstaw te</w:t>
            </w:r>
            <w:r w:rsidRPr="007C4DD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</w:t>
            </w:r>
            <w:r w:rsidRPr="007C4DD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retycznych,</w:t>
            </w:r>
            <w:r w:rsidRPr="00DB31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Wrocław 1992.</w:t>
            </w:r>
          </w:p>
          <w:p w14:paraId="40487599" w14:textId="77777777" w:rsidR="00DB31DD" w:rsidRPr="00DB31DD" w:rsidRDefault="00DB31DD" w:rsidP="00DB31DD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DB31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Stadnicka J., </w:t>
            </w:r>
            <w:r w:rsidRPr="007C4DD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Terapia dzieci muzyką, ruchem i mową,</w:t>
            </w:r>
            <w:r w:rsidRPr="00DB31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1998.</w:t>
            </w:r>
          </w:p>
        </w:tc>
      </w:tr>
    </w:tbl>
    <w:p w14:paraId="0AA8B4D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52F42B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11F952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6BD4CF" w14:textId="77777777" w:rsidR="00BA22AF" w:rsidRDefault="00BA22AF" w:rsidP="00C16ABF">
      <w:pPr>
        <w:spacing w:after="0" w:line="240" w:lineRule="auto"/>
      </w:pPr>
      <w:r>
        <w:separator/>
      </w:r>
    </w:p>
  </w:endnote>
  <w:endnote w:type="continuationSeparator" w:id="0">
    <w:p w14:paraId="23910779" w14:textId="77777777" w:rsidR="00BA22AF" w:rsidRDefault="00BA22A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95BAF9" w14:textId="77777777" w:rsidR="00BA22AF" w:rsidRDefault="00BA22AF" w:rsidP="00C16ABF">
      <w:pPr>
        <w:spacing w:after="0" w:line="240" w:lineRule="auto"/>
      </w:pPr>
      <w:r>
        <w:separator/>
      </w:r>
    </w:p>
  </w:footnote>
  <w:footnote w:type="continuationSeparator" w:id="0">
    <w:p w14:paraId="4F59DFA8" w14:textId="77777777" w:rsidR="00BA22AF" w:rsidRDefault="00BA22AF" w:rsidP="00C16ABF">
      <w:pPr>
        <w:spacing w:after="0" w:line="240" w:lineRule="auto"/>
      </w:pPr>
      <w:r>
        <w:continuationSeparator/>
      </w:r>
    </w:p>
  </w:footnote>
  <w:footnote w:id="1">
    <w:p w14:paraId="7AEBBB9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4842258"/>
    <w:multiLevelType w:val="hybridMultilevel"/>
    <w:tmpl w:val="A2CC07B8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082CC0"/>
    <w:multiLevelType w:val="hybridMultilevel"/>
    <w:tmpl w:val="1BBAF66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0BE1"/>
    <w:rsid w:val="000048FD"/>
    <w:rsid w:val="000077B4"/>
    <w:rsid w:val="00012E3F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326C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0B0E"/>
    <w:rsid w:val="00280FCC"/>
    <w:rsid w:val="00281FF2"/>
    <w:rsid w:val="002857DE"/>
    <w:rsid w:val="00291567"/>
    <w:rsid w:val="002A22BF"/>
    <w:rsid w:val="002A2389"/>
    <w:rsid w:val="002A30B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277"/>
    <w:rsid w:val="003343CF"/>
    <w:rsid w:val="00346FE9"/>
    <w:rsid w:val="0034759A"/>
    <w:rsid w:val="003503F6"/>
    <w:rsid w:val="00352585"/>
    <w:rsid w:val="003530DD"/>
    <w:rsid w:val="00363F78"/>
    <w:rsid w:val="0039758C"/>
    <w:rsid w:val="003A0A5B"/>
    <w:rsid w:val="003A1176"/>
    <w:rsid w:val="003C0BAE"/>
    <w:rsid w:val="003D18A9"/>
    <w:rsid w:val="003D6CE2"/>
    <w:rsid w:val="003E0A17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64B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0A83"/>
    <w:rsid w:val="006838AA"/>
    <w:rsid w:val="00686301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566B"/>
    <w:rsid w:val="0071620A"/>
    <w:rsid w:val="007208EE"/>
    <w:rsid w:val="00724677"/>
    <w:rsid w:val="00725459"/>
    <w:rsid w:val="007327BD"/>
    <w:rsid w:val="00734608"/>
    <w:rsid w:val="00745302"/>
    <w:rsid w:val="007461D6"/>
    <w:rsid w:val="00746EC8"/>
    <w:rsid w:val="007618F3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4DD1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22AF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4852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045DB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B31DD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0951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496"/>
    <w:rsid w:val="00F27A7B"/>
    <w:rsid w:val="00F526AF"/>
    <w:rsid w:val="00F55ED8"/>
    <w:rsid w:val="00F617C3"/>
    <w:rsid w:val="00F7066B"/>
    <w:rsid w:val="00F83B28"/>
    <w:rsid w:val="00FA46E5"/>
    <w:rsid w:val="00FB7DBA"/>
    <w:rsid w:val="00FC1C25"/>
    <w:rsid w:val="00FC209A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960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6A6ABC-0FF4-47C6-87EB-C5DA90492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796</Words>
  <Characters>4781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2019-02-06T12:12:00Z</cp:lastPrinted>
  <dcterms:created xsi:type="dcterms:W3CDTF">2019-10-26T17:33:00Z</dcterms:created>
  <dcterms:modified xsi:type="dcterms:W3CDTF">2021-01-21T07:08:00Z</dcterms:modified>
</cp:coreProperties>
</file>