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E416DAA" w14:textId="77777777" w:rsidR="00140C56" w:rsidRPr="009C54AE" w:rsidRDefault="00140C56" w:rsidP="00140C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18E8FF" w14:textId="77777777" w:rsidR="00140C56" w:rsidRPr="009C54AE" w:rsidRDefault="00140C56" w:rsidP="00140C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9AF8177" w14:textId="77777777" w:rsidR="00140C56" w:rsidRDefault="00140C56" w:rsidP="00140C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D066B66" w14:textId="6375AAA0" w:rsidR="00140C56" w:rsidRPr="00EA4832" w:rsidRDefault="00140C56" w:rsidP="00140C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D35FB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</w:t>
      </w:r>
      <w:r w:rsidR="002D35FB">
        <w:rPr>
          <w:rFonts w:ascii="Corbel" w:hAnsi="Corbel"/>
          <w:sz w:val="20"/>
          <w:szCs w:val="20"/>
        </w:rPr>
        <w:t>21</w:t>
      </w:r>
    </w:p>
    <w:p w14:paraId="0A53189A" w14:textId="77777777" w:rsidR="00140C56" w:rsidRPr="009C54AE" w:rsidRDefault="00140C56" w:rsidP="00140C5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48224690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71BB1FE0" w:rsidR="003E24D4" w:rsidRPr="009C54AE" w:rsidRDefault="009A1058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6D87119A" w:rsidR="003E24D4" w:rsidRPr="009C54AE" w:rsidRDefault="009A1058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Instytut Pedagogiki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496E293D" w:rsidR="003E24D4" w:rsidRPr="009C54AE" w:rsidRDefault="00F50677" w:rsidP="00F506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Pedagogika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4695BEC9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tudia 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178017EE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raktyczny</w:t>
            </w:r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59064ADF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N</w:t>
            </w:r>
            <w:r w:rsidR="00413411">
              <w:rPr>
                <w:rFonts w:ascii="Corbel" w:hAnsi="Corbel"/>
                <w:b w:val="0"/>
                <w:bCs/>
                <w:color w:val="auto"/>
                <w:sz w:val="22"/>
              </w:rPr>
              <w:t>ie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1C443E06" w:rsidR="003E24D4" w:rsidRPr="009C54AE" w:rsidRDefault="00F50677" w:rsidP="00F506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I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, 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4B26EAAF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16ACE971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D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3E6ED94D" w:rsidR="00F50677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</w:tbl>
    <w:p w14:paraId="6FA7F4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2A0DA025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4C24F35F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37686D8" w:rsidR="0085747A" w:rsidRPr="001D08AC" w:rsidRDefault="00857666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1D08AC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661905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3D916170" w14:textId="6B5ACDC2" w:rsidR="0085747A" w:rsidRPr="001D08AC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 xml:space="preserve">Znajomość podstawowych </w:t>
            </w:r>
            <w:r w:rsidR="00413411">
              <w:rPr>
                <w:b w:val="0"/>
                <w:bCs/>
                <w:szCs w:val="24"/>
              </w:rPr>
              <w:t xml:space="preserve">terminów </w:t>
            </w:r>
            <w:r w:rsidRPr="001D08AC">
              <w:rPr>
                <w:b w:val="0"/>
                <w:bCs/>
                <w:szCs w:val="24"/>
              </w:rPr>
              <w:t>odnoszących się do procesu badawczego, klasyfikacji metod badań.</w:t>
            </w:r>
          </w:p>
          <w:p w14:paraId="0D53E1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15947A39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7C21A22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08AC" w:rsidRPr="009C54AE" w14:paraId="438BCD33" w14:textId="77777777" w:rsidTr="001D08AC">
        <w:tc>
          <w:tcPr>
            <w:tcW w:w="1681" w:type="dxa"/>
          </w:tcPr>
          <w:p w14:paraId="45AB31B3" w14:textId="38B0BA97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0C8ED405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08AC" w:rsidRPr="009C54AE" w14:paraId="6E332084" w14:textId="77777777" w:rsidTr="001D08AC">
        <w:tc>
          <w:tcPr>
            <w:tcW w:w="1681" w:type="dxa"/>
          </w:tcPr>
          <w:p w14:paraId="654BF8B7" w14:textId="1EE2655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5E8AA7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D08AC" w:rsidRPr="009C54AE" w14:paraId="387E124D" w14:textId="77777777" w:rsidTr="001D08AC">
        <w:tc>
          <w:tcPr>
            <w:tcW w:w="1681" w:type="dxa"/>
          </w:tcPr>
          <w:p w14:paraId="3A736755" w14:textId="1BCE3B0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0DDE43D0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</w:t>
            </w:r>
            <w:r w:rsidR="00413411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własnych,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7E696034" w14:textId="77777777" w:rsidR="001D08AC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29EBF19" w14:textId="77777777" w:rsidR="00813D1C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F284F7C" w14:textId="2233E1AA" w:rsidR="00813D1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D08AC" w:rsidRPr="009C54AE" w14:paraId="008904E6" w14:textId="77777777" w:rsidTr="001D08AC">
        <w:tc>
          <w:tcPr>
            <w:tcW w:w="1681" w:type="dxa"/>
          </w:tcPr>
          <w:p w14:paraId="4A5DCACB" w14:textId="76F89EB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633DE5CA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Student zachowuje etyczne zasady przy pro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Szczegółowa charakterystyka etapów własnego postępowania badawczego – praktyczne </w:t>
            </w: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2E486769" w:rsidR="00813D1C" w:rsidRPr="00813D1C" w:rsidRDefault="00C77969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551369C0" w:rsidR="0085747A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23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1E8D674E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13411">
              <w:rPr>
                <w:rFonts w:ascii="Corbel" w:hAnsi="Corbel"/>
                <w:sz w:val="24"/>
                <w:szCs w:val="24"/>
              </w:rPr>
              <w:t>5</w:t>
            </w:r>
          </w:p>
          <w:p w14:paraId="48D8EBC1" w14:textId="5289475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66FEF4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49A95E" w14:textId="389D9806" w:rsidR="00156F76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1264D" w14:textId="77777777" w:rsidR="00F9405F" w:rsidRDefault="00F9405F" w:rsidP="00C16ABF">
      <w:pPr>
        <w:spacing w:after="0" w:line="240" w:lineRule="auto"/>
      </w:pPr>
      <w:r>
        <w:separator/>
      </w:r>
    </w:p>
  </w:endnote>
  <w:endnote w:type="continuationSeparator" w:id="0">
    <w:p w14:paraId="59429CB6" w14:textId="77777777" w:rsidR="00F9405F" w:rsidRDefault="00F940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AF922" w14:textId="77777777" w:rsidR="00F9405F" w:rsidRDefault="00F9405F" w:rsidP="00C16ABF">
      <w:pPr>
        <w:spacing w:after="0" w:line="240" w:lineRule="auto"/>
      </w:pPr>
      <w:r>
        <w:separator/>
      </w:r>
    </w:p>
  </w:footnote>
  <w:footnote w:type="continuationSeparator" w:id="0">
    <w:p w14:paraId="476029AF" w14:textId="77777777" w:rsidR="00F9405F" w:rsidRDefault="00F9405F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649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85A"/>
    <w:rsid w:val="000F1C57"/>
    <w:rsid w:val="000F5615"/>
    <w:rsid w:val="00104946"/>
    <w:rsid w:val="00124BFF"/>
    <w:rsid w:val="0012560E"/>
    <w:rsid w:val="00127108"/>
    <w:rsid w:val="00134B13"/>
    <w:rsid w:val="00140C56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500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5FB"/>
    <w:rsid w:val="002D73D4"/>
    <w:rsid w:val="002F02A3"/>
    <w:rsid w:val="002F4ABE"/>
    <w:rsid w:val="003018BA"/>
    <w:rsid w:val="0030395F"/>
    <w:rsid w:val="00305C92"/>
    <w:rsid w:val="003151C5"/>
    <w:rsid w:val="0031547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341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E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DAF"/>
    <w:rsid w:val="00647FA8"/>
    <w:rsid w:val="00650C5F"/>
    <w:rsid w:val="00654934"/>
    <w:rsid w:val="006620D9"/>
    <w:rsid w:val="00671958"/>
    <w:rsid w:val="00675843"/>
    <w:rsid w:val="006962AC"/>
    <w:rsid w:val="00696477"/>
    <w:rsid w:val="006C28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6656"/>
    <w:rsid w:val="0081707E"/>
    <w:rsid w:val="008449B3"/>
    <w:rsid w:val="0085747A"/>
    <w:rsid w:val="0085766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058"/>
    <w:rsid w:val="009A78D9"/>
    <w:rsid w:val="009B4391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96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28"/>
    <w:rsid w:val="00EC4899"/>
    <w:rsid w:val="00ED03AB"/>
    <w:rsid w:val="00ED32D2"/>
    <w:rsid w:val="00EE32DE"/>
    <w:rsid w:val="00EE5457"/>
    <w:rsid w:val="00F070AB"/>
    <w:rsid w:val="00F17567"/>
    <w:rsid w:val="00F27A7B"/>
    <w:rsid w:val="00F50677"/>
    <w:rsid w:val="00F526AF"/>
    <w:rsid w:val="00F617C3"/>
    <w:rsid w:val="00F7066B"/>
    <w:rsid w:val="00F83B28"/>
    <w:rsid w:val="00F9405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0DDA-65F7-485F-9D36-BD6B24C6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2020-10-19T10:46:00Z</cp:lastPrinted>
  <dcterms:created xsi:type="dcterms:W3CDTF">2019-11-11T14:58:00Z</dcterms:created>
  <dcterms:modified xsi:type="dcterms:W3CDTF">2021-01-21T07:07:00Z</dcterms:modified>
</cp:coreProperties>
</file>