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39A352" w14:textId="77777777" w:rsidR="001203FE" w:rsidRPr="009C54AE" w:rsidRDefault="001203FE" w:rsidP="001203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3B651F" w14:textId="77777777" w:rsidR="001203FE" w:rsidRPr="009C54AE" w:rsidRDefault="001203FE" w:rsidP="001203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3A3120E" w14:textId="77777777" w:rsidR="001203FE" w:rsidRDefault="001203FE" w:rsidP="001203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1F87AFA" w14:textId="0E66ACC2" w:rsidR="001203FE" w:rsidRPr="00EA4832" w:rsidRDefault="001203FE" w:rsidP="001203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3321D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D3321D">
        <w:rPr>
          <w:rFonts w:ascii="Corbel" w:hAnsi="Corbel"/>
          <w:sz w:val="20"/>
          <w:szCs w:val="20"/>
        </w:rPr>
        <w:t>1</w:t>
      </w:r>
    </w:p>
    <w:p w14:paraId="7492A521" w14:textId="77777777" w:rsidR="001203FE" w:rsidRPr="009C54AE" w:rsidRDefault="001203FE" w:rsidP="001203F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BDA2888" w14:textId="622A1B2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205AFB7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C2658E2" w:rsidR="0085747A" w:rsidRPr="009C54AE" w:rsidRDefault="00E066F7" w:rsidP="00476E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30D5F1B3" w:rsidR="0085747A" w:rsidRPr="009C54AE" w:rsidRDefault="00E542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4742A44C" w:rsidR="00923D7D" w:rsidRPr="009C54AE" w:rsidRDefault="00857E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angielski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48E46227" w:rsidR="00627FF5" w:rsidRPr="009C54AE" w:rsidRDefault="00627FF5" w:rsidP="0034268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2FA0F3D" w:rsidR="00015B8F" w:rsidRPr="009C54AE" w:rsidRDefault="000552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46BF1CFA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1912EB17" w:rsidR="00A17DF2" w:rsidRDefault="000552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17DF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CC77C36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2E7A" w:rsidRPr="009C54AE" w14:paraId="62C0927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98D3" w14:textId="53474B3C" w:rsidR="006D2E7A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B12A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8249" w14:textId="2999856D" w:rsidR="006D2E7A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DED3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EFE2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A9E2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3BD1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6603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7DEB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91E3" w14:textId="01A05D13" w:rsidR="006D2E7A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419A9857" w:rsidR="0085747A" w:rsidRPr="00EA2B1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77777777" w:rsidR="0085747A" w:rsidRDefault="008C2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5169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5169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162DB4">
            <w:pPr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212BDA00" w:rsidR="00F0138A" w:rsidRDefault="008C2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Wykonanie bibliografii. </w:t>
            </w:r>
          </w:p>
          <w:p w14:paraId="158388E2" w14:textId="4729533F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539C5D22" w:rsidR="0085747A" w:rsidRPr="009C54AE" w:rsidRDefault="00055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45C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017C3130" w:rsidR="00C61DC5" w:rsidRPr="009C54AE" w:rsidRDefault="00C61DC5" w:rsidP="00EA0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092A99CB" w:rsidR="00C61DC5" w:rsidRPr="009C54AE" w:rsidRDefault="00055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2B0BD40A" w:rsidR="00C61DC5" w:rsidRPr="009C54AE" w:rsidRDefault="00055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49029B8D" w14:textId="77777777" w:rsidR="00CD4E7F" w:rsidRDefault="0085747A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8E7E655" w14:textId="100FCB9A" w:rsidR="00FC555C" w:rsidRPr="00CD4E7F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</w:p>
          <w:p w14:paraId="0F5E680B" w14:textId="30D4DD21" w:rsidR="00FC555C" w:rsidRPr="00FC555C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</w:p>
          <w:p w14:paraId="2B63067C" w14:textId="251FC0B4" w:rsidR="00FC555C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2C3ECB62" w14:textId="23756C43" w:rsidR="00FC555C" w:rsidRPr="00857E64" w:rsidRDefault="00FC555C" w:rsidP="00FC55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35467DB0" w:rsidR="0085747A" w:rsidRPr="00B23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5A870EC0" w14:textId="6CB1FC99" w:rsidR="00857E64" w:rsidRDefault="00857E64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3346A81" w14:textId="5F959881" w:rsidR="00FC555C" w:rsidRPr="00CD4E7F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7882EA1C" w14:textId="09086E20" w:rsidR="009655FC" w:rsidRPr="00E5427B" w:rsidRDefault="00857E64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530C6EC4" w14:textId="2C1D3B91" w:rsidR="009655FC" w:rsidRPr="009655FC" w:rsidRDefault="009655FC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7A3A0E81" w14:textId="1F023B8F" w:rsidR="009655FC" w:rsidRPr="00857E64" w:rsidRDefault="009655FC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385F850A" w:rsidR="00FA1DF4" w:rsidRPr="009D672D" w:rsidRDefault="00FA1DF4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F19EE" w14:textId="77777777" w:rsidR="00D94E92" w:rsidRDefault="00D94E92" w:rsidP="00C16ABF">
      <w:pPr>
        <w:spacing w:after="0" w:line="240" w:lineRule="auto"/>
      </w:pPr>
      <w:r>
        <w:separator/>
      </w:r>
    </w:p>
  </w:endnote>
  <w:endnote w:type="continuationSeparator" w:id="0">
    <w:p w14:paraId="1E1348A5" w14:textId="77777777" w:rsidR="00D94E92" w:rsidRDefault="00D94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1F5F8" w14:textId="77777777" w:rsidR="00D94E92" w:rsidRDefault="00D94E92" w:rsidP="00C16ABF">
      <w:pPr>
        <w:spacing w:after="0" w:line="240" w:lineRule="auto"/>
      </w:pPr>
      <w:r>
        <w:separator/>
      </w:r>
    </w:p>
  </w:footnote>
  <w:footnote w:type="continuationSeparator" w:id="0">
    <w:p w14:paraId="3355F538" w14:textId="77777777" w:rsidR="00D94E92" w:rsidRDefault="00D94E92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5524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A2F"/>
    <w:rsid w:val="000F1C57"/>
    <w:rsid w:val="000F5615"/>
    <w:rsid w:val="001203FE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2F37"/>
    <w:rsid w:val="001A70D2"/>
    <w:rsid w:val="001C1183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2681"/>
    <w:rsid w:val="00346FE9"/>
    <w:rsid w:val="0034759A"/>
    <w:rsid w:val="003501AA"/>
    <w:rsid w:val="003503F6"/>
    <w:rsid w:val="003530DD"/>
    <w:rsid w:val="00362E4C"/>
    <w:rsid w:val="00363F78"/>
    <w:rsid w:val="00365D3D"/>
    <w:rsid w:val="00370E17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E12"/>
    <w:rsid w:val="004840FD"/>
    <w:rsid w:val="00490F7D"/>
    <w:rsid w:val="00491678"/>
    <w:rsid w:val="004968E2"/>
    <w:rsid w:val="0049754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27F4B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5188"/>
    <w:rsid w:val="005E6E85"/>
    <w:rsid w:val="005F31D2"/>
    <w:rsid w:val="0061029B"/>
    <w:rsid w:val="00617230"/>
    <w:rsid w:val="00621CE1"/>
    <w:rsid w:val="00627FC9"/>
    <w:rsid w:val="00627FF5"/>
    <w:rsid w:val="00647FA8"/>
    <w:rsid w:val="00650C5F"/>
    <w:rsid w:val="00654934"/>
    <w:rsid w:val="006620D9"/>
    <w:rsid w:val="006711FD"/>
    <w:rsid w:val="00671958"/>
    <w:rsid w:val="00675843"/>
    <w:rsid w:val="0067752E"/>
    <w:rsid w:val="00696477"/>
    <w:rsid w:val="006B2962"/>
    <w:rsid w:val="006D050F"/>
    <w:rsid w:val="006D2E7A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4290"/>
    <w:rsid w:val="007A68A8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12C9"/>
    <w:rsid w:val="008F3480"/>
    <w:rsid w:val="008F6E29"/>
    <w:rsid w:val="00916188"/>
    <w:rsid w:val="00923D7D"/>
    <w:rsid w:val="009459E9"/>
    <w:rsid w:val="00950210"/>
    <w:rsid w:val="009508DF"/>
    <w:rsid w:val="00950DAC"/>
    <w:rsid w:val="00954A07"/>
    <w:rsid w:val="00962F09"/>
    <w:rsid w:val="009655FC"/>
    <w:rsid w:val="009848F9"/>
    <w:rsid w:val="00997F14"/>
    <w:rsid w:val="009A78D9"/>
    <w:rsid w:val="009B07C6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92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A4D59"/>
    <w:rsid w:val="00BB520A"/>
    <w:rsid w:val="00BD3869"/>
    <w:rsid w:val="00BD66E9"/>
    <w:rsid w:val="00BD6FF4"/>
    <w:rsid w:val="00BF2C41"/>
    <w:rsid w:val="00C058B4"/>
    <w:rsid w:val="00C05F44"/>
    <w:rsid w:val="00C10DD3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BC9"/>
    <w:rsid w:val="00CD4E7F"/>
    <w:rsid w:val="00CD6897"/>
    <w:rsid w:val="00CE5BAC"/>
    <w:rsid w:val="00CF25BE"/>
    <w:rsid w:val="00CF78ED"/>
    <w:rsid w:val="00D02B25"/>
    <w:rsid w:val="00D02EBA"/>
    <w:rsid w:val="00D17C3C"/>
    <w:rsid w:val="00D26B2C"/>
    <w:rsid w:val="00D3321D"/>
    <w:rsid w:val="00D352C9"/>
    <w:rsid w:val="00D425B2"/>
    <w:rsid w:val="00D428D6"/>
    <w:rsid w:val="00D552B2"/>
    <w:rsid w:val="00D608D1"/>
    <w:rsid w:val="00D74119"/>
    <w:rsid w:val="00D75825"/>
    <w:rsid w:val="00D8075B"/>
    <w:rsid w:val="00D8678B"/>
    <w:rsid w:val="00D94E92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5427B"/>
    <w:rsid w:val="00E63348"/>
    <w:rsid w:val="00E742AA"/>
    <w:rsid w:val="00E77E88"/>
    <w:rsid w:val="00E8107D"/>
    <w:rsid w:val="00E960BB"/>
    <w:rsid w:val="00EA0FBB"/>
    <w:rsid w:val="00EA2074"/>
    <w:rsid w:val="00EA2B1E"/>
    <w:rsid w:val="00EA4832"/>
    <w:rsid w:val="00EA4E9D"/>
    <w:rsid w:val="00EA55F4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E61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AC36-D46D-4330-A3F4-F34EB941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1600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2020-10-19T10:13:00Z</cp:lastPrinted>
  <dcterms:created xsi:type="dcterms:W3CDTF">2019-10-23T12:36:00Z</dcterms:created>
  <dcterms:modified xsi:type="dcterms:W3CDTF">2021-01-21T07:06:00Z</dcterms:modified>
</cp:coreProperties>
</file>