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B656D" w14:textId="5B6F386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81178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6BB453B8" w14:textId="77777777" w:rsidR="0046643C" w:rsidRPr="009C54AE" w:rsidRDefault="0046643C" w:rsidP="0046643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FCB16D" w14:textId="77777777" w:rsidR="0046643C" w:rsidRPr="009C54AE" w:rsidRDefault="0046643C" w:rsidP="0046643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C2F9EE8" w14:textId="77777777" w:rsidR="0046643C" w:rsidRDefault="0046643C" w:rsidP="0046643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9EFEAF1" w14:textId="6FC7C62B" w:rsidR="0046643C" w:rsidRPr="00EA4832" w:rsidRDefault="0046643C" w:rsidP="0046643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2020/2021</w:t>
      </w:r>
    </w:p>
    <w:p w14:paraId="34151663" w14:textId="77777777" w:rsidR="0046643C" w:rsidRPr="009C54AE" w:rsidRDefault="0046643C" w:rsidP="0046643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CBAABA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5731A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3C82C24" w14:textId="77777777" w:rsidTr="0055789A">
        <w:tc>
          <w:tcPr>
            <w:tcW w:w="2694" w:type="dxa"/>
            <w:vAlign w:val="center"/>
          </w:tcPr>
          <w:p w14:paraId="0C19B32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FAE24B" w14:textId="57907A6D" w:rsidR="0085747A" w:rsidRPr="009C54AE" w:rsidRDefault="007D48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5789A">
              <w:rPr>
                <w:rFonts w:ascii="Corbel" w:hAnsi="Corbel"/>
                <w:b w:val="0"/>
                <w:sz w:val="24"/>
                <w:szCs w:val="24"/>
              </w:rPr>
              <w:t xml:space="preserve">tatystyka pedagogiczna </w:t>
            </w:r>
          </w:p>
        </w:tc>
      </w:tr>
      <w:tr w:rsidR="0085747A" w:rsidRPr="009C54AE" w14:paraId="32E4B3B9" w14:textId="77777777" w:rsidTr="0055789A">
        <w:tc>
          <w:tcPr>
            <w:tcW w:w="2694" w:type="dxa"/>
            <w:vAlign w:val="center"/>
          </w:tcPr>
          <w:p w14:paraId="715233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83085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0E8E34B" w14:textId="77777777" w:rsidTr="0055789A">
        <w:tc>
          <w:tcPr>
            <w:tcW w:w="2694" w:type="dxa"/>
            <w:vAlign w:val="center"/>
          </w:tcPr>
          <w:p w14:paraId="0ACF95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89D984F" w14:textId="3D224102" w:rsidR="0085747A" w:rsidRPr="009C54AE" w:rsidRDefault="007A50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81178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B45A82C" w14:textId="77777777" w:rsidTr="0055789A">
        <w:tc>
          <w:tcPr>
            <w:tcW w:w="2694" w:type="dxa"/>
            <w:vAlign w:val="center"/>
          </w:tcPr>
          <w:p w14:paraId="716490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160EE1" w14:textId="76D3E99E" w:rsidR="0085747A" w:rsidRPr="009C54AE" w:rsidRDefault="008A21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85747A" w:rsidRPr="009C54AE" w14:paraId="52D962DA" w14:textId="77777777" w:rsidTr="0055789A">
        <w:tc>
          <w:tcPr>
            <w:tcW w:w="2694" w:type="dxa"/>
            <w:vAlign w:val="center"/>
          </w:tcPr>
          <w:p w14:paraId="3A51A9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DCB35A" w14:textId="7C40F821" w:rsidR="0085747A" w:rsidRPr="009C54AE" w:rsidRDefault="00D06A93" w:rsidP="001107B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107B8">
              <w:rPr>
                <w:rFonts w:ascii="Corbel" w:hAnsi="Corbel"/>
                <w:b w:val="0"/>
                <w:sz w:val="24"/>
                <w:szCs w:val="24"/>
              </w:rPr>
              <w:t>edagogika</w:t>
            </w:r>
          </w:p>
        </w:tc>
      </w:tr>
      <w:tr w:rsidR="0085747A" w:rsidRPr="009C54AE" w14:paraId="339455AC" w14:textId="77777777" w:rsidTr="0055789A">
        <w:tc>
          <w:tcPr>
            <w:tcW w:w="2694" w:type="dxa"/>
            <w:vAlign w:val="center"/>
          </w:tcPr>
          <w:p w14:paraId="78B2394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84B80AD" w14:textId="36654C38" w:rsidR="0085747A" w:rsidRPr="009C54AE" w:rsidRDefault="005578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45FAC597" w14:textId="77777777" w:rsidTr="0055789A">
        <w:tc>
          <w:tcPr>
            <w:tcW w:w="2694" w:type="dxa"/>
            <w:vAlign w:val="center"/>
          </w:tcPr>
          <w:p w14:paraId="5CA785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C2B732" w14:textId="0FABA417" w:rsidR="0085747A" w:rsidRPr="009C54AE" w:rsidRDefault="00D06A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5789A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50630E53" w14:textId="77777777" w:rsidTr="0055789A">
        <w:tc>
          <w:tcPr>
            <w:tcW w:w="2694" w:type="dxa"/>
            <w:vAlign w:val="center"/>
          </w:tcPr>
          <w:p w14:paraId="407B16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D0EEB3B" w14:textId="749557BC" w:rsidR="0085747A" w:rsidRPr="009C54AE" w:rsidRDefault="009966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5789A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28C517B3" w14:textId="77777777" w:rsidTr="0055789A">
        <w:tc>
          <w:tcPr>
            <w:tcW w:w="2694" w:type="dxa"/>
            <w:vAlign w:val="center"/>
          </w:tcPr>
          <w:p w14:paraId="032962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B340AD" w14:textId="024782D3" w:rsidR="0085747A" w:rsidRPr="009C54AE" w:rsidRDefault="005578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Rok1, semestr 2</w:t>
            </w:r>
          </w:p>
        </w:tc>
      </w:tr>
      <w:tr w:rsidR="0085747A" w:rsidRPr="009C54AE" w14:paraId="7D6BF77F" w14:textId="77777777" w:rsidTr="0055789A">
        <w:tc>
          <w:tcPr>
            <w:tcW w:w="2694" w:type="dxa"/>
            <w:vAlign w:val="center"/>
          </w:tcPr>
          <w:p w14:paraId="2C2AF9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A91A8B" w14:textId="6F92D205" w:rsidR="0085747A" w:rsidRPr="009C54AE" w:rsidRDefault="005578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6BFB2EA4" w14:textId="77777777" w:rsidTr="0055789A">
        <w:tc>
          <w:tcPr>
            <w:tcW w:w="2694" w:type="dxa"/>
            <w:vAlign w:val="center"/>
          </w:tcPr>
          <w:p w14:paraId="3202BB6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DC0010" w14:textId="5C488DF2" w:rsidR="00923D7D" w:rsidRPr="009C54AE" w:rsidRDefault="005578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19CCB3B5" w14:textId="77777777" w:rsidTr="0055789A">
        <w:tc>
          <w:tcPr>
            <w:tcW w:w="2694" w:type="dxa"/>
            <w:vAlign w:val="center"/>
          </w:tcPr>
          <w:p w14:paraId="1E3938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40ECE4" w14:textId="739E7193" w:rsidR="0085747A" w:rsidRPr="009C54AE" w:rsidRDefault="00D06A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5789A">
              <w:rPr>
                <w:rFonts w:ascii="Corbel" w:hAnsi="Corbel"/>
                <w:b w:val="0"/>
                <w:sz w:val="24"/>
                <w:szCs w:val="24"/>
              </w:rPr>
              <w:t xml:space="preserve">r inż. Dorota Jankowska </w:t>
            </w:r>
          </w:p>
        </w:tc>
      </w:tr>
      <w:tr w:rsidR="0055789A" w:rsidRPr="009C54AE" w14:paraId="0A30DC78" w14:textId="77777777" w:rsidTr="0055789A">
        <w:tc>
          <w:tcPr>
            <w:tcW w:w="2694" w:type="dxa"/>
            <w:vAlign w:val="center"/>
          </w:tcPr>
          <w:p w14:paraId="5D16E82A" w14:textId="77777777" w:rsidR="0055789A" w:rsidRPr="009C54AE" w:rsidRDefault="0055789A" w:rsidP="005578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1163DC" w14:textId="017FE6D4" w:rsidR="0055789A" w:rsidRPr="009C54AE" w:rsidRDefault="0055789A" w:rsidP="0055789A">
            <w:pPr>
              <w:pStyle w:val="Odpowiedzi"/>
              <w:spacing w:before="0" w:after="12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inż. Dorota Jankowska </w:t>
            </w:r>
          </w:p>
        </w:tc>
      </w:tr>
    </w:tbl>
    <w:p w14:paraId="0F86B08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2DEE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18E4B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0BECF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7015F3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C1E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1557BE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F79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8A3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714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876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04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05D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285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B1B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DEE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DE956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285C" w14:textId="77777777" w:rsidR="00015B8F" w:rsidRPr="009C54AE" w:rsidRDefault="00D06A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27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8139" w14:textId="09E81998" w:rsidR="00015B8F" w:rsidRPr="009C54AE" w:rsidRDefault="009E7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20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621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07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B4A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59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80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BEB94" w14:textId="77777777" w:rsidR="00015B8F" w:rsidRPr="009C54AE" w:rsidRDefault="00D06A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A535E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12333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142A8D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553B889" w14:textId="7BF4DD62" w:rsidR="0085747A" w:rsidRPr="009C54AE" w:rsidRDefault="008A218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55789A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7DB52B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00E7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43E2BC" w14:textId="4B6A9900" w:rsidR="009C54AE" w:rsidRDefault="00E22FBC" w:rsidP="008A218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="008A2187">
        <w:rPr>
          <w:rFonts w:ascii="Corbel" w:hAnsi="Corbel"/>
          <w:smallCaps w:val="0"/>
          <w:szCs w:val="24"/>
        </w:rPr>
        <w:t xml:space="preserve"> (z toku):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85E2EE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39F6E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BC05BF6" w14:textId="77777777" w:rsidTr="00745302">
        <w:tc>
          <w:tcPr>
            <w:tcW w:w="9670" w:type="dxa"/>
          </w:tcPr>
          <w:p w14:paraId="0AC21BD2" w14:textId="77777777" w:rsidR="0085747A" w:rsidRPr="009C54AE" w:rsidRDefault="00D06A9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STYDENT POWINIEN ZNAĆ PODSTAWY OBSŁUGI ARKUSZA KALKULACYJNEGO EXCEL</w:t>
            </w:r>
          </w:p>
          <w:p w14:paraId="53B1EC3A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D94E5F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477A2A" w14:textId="77777777" w:rsidR="006968A4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268F00" w14:textId="77777777" w:rsidR="006968A4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48C280" w14:textId="2433AADB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81178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295A77A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AC07C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B2F7D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C33F0" w:rsidRPr="009C54AE" w14:paraId="7872868B" w14:textId="77777777" w:rsidTr="004C33F0">
        <w:tc>
          <w:tcPr>
            <w:tcW w:w="851" w:type="dxa"/>
            <w:vAlign w:val="center"/>
          </w:tcPr>
          <w:p w14:paraId="04D9F24F" w14:textId="77777777" w:rsidR="004C33F0" w:rsidRPr="009C54AE" w:rsidRDefault="004C33F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8316B09" w14:textId="77777777" w:rsidR="004C33F0" w:rsidRPr="006968A4" w:rsidRDefault="004C33F0" w:rsidP="00A364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</w:pPr>
            <w:r w:rsidRPr="006968A4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projektowania badań ankietowych oraz pozyskiwania danych z BDL (GUS).</w:t>
            </w:r>
          </w:p>
        </w:tc>
      </w:tr>
      <w:tr w:rsidR="004C33F0" w:rsidRPr="009C54AE" w14:paraId="43163194" w14:textId="77777777" w:rsidTr="004C33F0">
        <w:tc>
          <w:tcPr>
            <w:tcW w:w="851" w:type="dxa"/>
            <w:vAlign w:val="center"/>
          </w:tcPr>
          <w:p w14:paraId="5CA06FBD" w14:textId="77777777" w:rsidR="004C33F0" w:rsidRPr="009C54AE" w:rsidRDefault="004C33F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EB9F92" w14:textId="77777777" w:rsidR="004C33F0" w:rsidRPr="006968A4" w:rsidRDefault="004C33F0" w:rsidP="00A364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8A4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graficznego, tabelarycznego oraz analitycznego sposobu przedstawiania danych statystycznych.</w:t>
            </w:r>
          </w:p>
        </w:tc>
      </w:tr>
      <w:tr w:rsidR="004C33F0" w:rsidRPr="009C54AE" w14:paraId="479BBDDA" w14:textId="77777777" w:rsidTr="004C33F0">
        <w:tc>
          <w:tcPr>
            <w:tcW w:w="851" w:type="dxa"/>
            <w:vAlign w:val="center"/>
          </w:tcPr>
          <w:p w14:paraId="4578CFE2" w14:textId="77777777" w:rsidR="004C33F0" w:rsidRPr="009C54AE" w:rsidRDefault="004C33F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6CBF821" w14:textId="77777777" w:rsidR="004C33F0" w:rsidRPr="006968A4" w:rsidRDefault="004C33F0" w:rsidP="00A364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8A4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podstawowymi terminami statystycznymi.</w:t>
            </w:r>
          </w:p>
        </w:tc>
      </w:tr>
      <w:tr w:rsidR="004C33F0" w:rsidRPr="009C54AE" w14:paraId="7E19E51D" w14:textId="77777777" w:rsidTr="004C33F0">
        <w:tc>
          <w:tcPr>
            <w:tcW w:w="851" w:type="dxa"/>
            <w:vAlign w:val="center"/>
          </w:tcPr>
          <w:p w14:paraId="3CCF3DFF" w14:textId="77777777" w:rsidR="004C33F0" w:rsidRPr="009C54AE" w:rsidRDefault="004C33F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58A2564" w14:textId="77777777" w:rsidR="004C33F0" w:rsidRPr="006968A4" w:rsidRDefault="004C33F0" w:rsidP="00A364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8A4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wyboru właściwych metod w celu ich zastosowania do statystycznej analizy danych oraz umiejętności swobodnego posługiwania się podstawowymi metodami wnioskowania statystycznego.</w:t>
            </w:r>
          </w:p>
        </w:tc>
      </w:tr>
      <w:tr w:rsidR="004C33F0" w:rsidRPr="009C54AE" w14:paraId="197D1E70" w14:textId="77777777" w:rsidTr="004C33F0">
        <w:tc>
          <w:tcPr>
            <w:tcW w:w="851" w:type="dxa"/>
            <w:vAlign w:val="center"/>
          </w:tcPr>
          <w:p w14:paraId="42777462" w14:textId="77777777" w:rsidR="004C33F0" w:rsidRPr="009C54AE" w:rsidRDefault="004C33F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7BB8AE56" w14:textId="77777777" w:rsidR="004C33F0" w:rsidRPr="006968A4" w:rsidRDefault="004C33F0" w:rsidP="00A364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8A4">
              <w:rPr>
                <w:rFonts w:ascii="Corbel" w:eastAsia="Times New Roman" w:hAnsi="Corbel"/>
                <w:sz w:val="24"/>
                <w:szCs w:val="24"/>
                <w:lang w:eastAsia="pl-PL"/>
              </w:rPr>
              <w:t>Wdrożenie umiejętności formułowania wniosków na podstawie przeprowadzonych analiz statystycznych.</w:t>
            </w:r>
          </w:p>
        </w:tc>
      </w:tr>
    </w:tbl>
    <w:p w14:paraId="700569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9C2B0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42BAFF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9314F14" w14:textId="77777777" w:rsidTr="0071620A">
        <w:tc>
          <w:tcPr>
            <w:tcW w:w="1701" w:type="dxa"/>
            <w:vAlign w:val="center"/>
          </w:tcPr>
          <w:p w14:paraId="4B0988D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7D292D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459196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A9A04BB" w14:textId="77777777" w:rsidTr="005E6E85">
        <w:tc>
          <w:tcPr>
            <w:tcW w:w="1701" w:type="dxa"/>
          </w:tcPr>
          <w:p w14:paraId="13B37C13" w14:textId="77777777" w:rsidR="0085747A" w:rsidRPr="009C54AE" w:rsidRDefault="004963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7AB9527" w14:textId="5BB6A071" w:rsidR="0085747A" w:rsidRPr="00811785" w:rsidRDefault="00571E5C" w:rsidP="00571E5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81178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Definiuje zasady projektowania i prowadzenia badań statystycznych, opisuje i stosuje i metody badań stosowanych w </w:t>
            </w:r>
            <w:r w:rsidR="00AB639B" w:rsidRPr="0081178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statystyce pedagogicznej</w:t>
            </w:r>
          </w:p>
        </w:tc>
        <w:tc>
          <w:tcPr>
            <w:tcW w:w="1873" w:type="dxa"/>
          </w:tcPr>
          <w:p w14:paraId="3C85F879" w14:textId="77777777" w:rsidR="0085747A" w:rsidRPr="009C54AE" w:rsidRDefault="00571E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571E5C" w:rsidRPr="009C54AE" w14:paraId="6F92F3F5" w14:textId="77777777" w:rsidTr="005E6E85">
        <w:tc>
          <w:tcPr>
            <w:tcW w:w="1701" w:type="dxa"/>
          </w:tcPr>
          <w:p w14:paraId="01B484C8" w14:textId="77777777" w:rsidR="00571E5C" w:rsidRPr="009C54AE" w:rsidRDefault="004963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56901A" w14:textId="1939AD39" w:rsidR="00571E5C" w:rsidRPr="00811785" w:rsidRDefault="00496349" w:rsidP="00571E5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81178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Dokonuje diagnozy i interpretuje złożone sytuacje </w:t>
            </w:r>
            <w:r w:rsidRPr="00E313B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edukacyjne </w:t>
            </w:r>
            <w:r w:rsidR="00811785" w:rsidRPr="00E313B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wykorzystując metody statystyki opisowej i matematycznej</w:t>
            </w:r>
            <w:r w:rsidR="00811785" w:rsidRPr="0081178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</w:p>
        </w:tc>
        <w:tc>
          <w:tcPr>
            <w:tcW w:w="1873" w:type="dxa"/>
          </w:tcPr>
          <w:p w14:paraId="64E2E5B3" w14:textId="77777777" w:rsidR="00571E5C" w:rsidRDefault="004963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C8035D" w:rsidRPr="009C54AE" w14:paraId="08D08190" w14:textId="77777777" w:rsidTr="005E6E85">
        <w:tc>
          <w:tcPr>
            <w:tcW w:w="1701" w:type="dxa"/>
          </w:tcPr>
          <w:p w14:paraId="73A5FD28" w14:textId="77777777" w:rsidR="00C8035D" w:rsidRPr="009C54AE" w:rsidRDefault="004963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1EDCAD0" w14:textId="77777777" w:rsidR="00C8035D" w:rsidRPr="00811785" w:rsidRDefault="00C8035D" w:rsidP="00C8035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81178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Ocenia krytycznie swoją wiedzę oraz umiejętności, wymienia elementy motywujące do samokształcenia i samorozwoju.</w:t>
            </w:r>
          </w:p>
        </w:tc>
        <w:tc>
          <w:tcPr>
            <w:tcW w:w="1873" w:type="dxa"/>
          </w:tcPr>
          <w:p w14:paraId="5A8A5AF6" w14:textId="77777777" w:rsidR="00C8035D" w:rsidRDefault="00C803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2071D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2B6F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701838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01FF0E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8950A0" w14:textId="77777777" w:rsidTr="00923D7D">
        <w:tc>
          <w:tcPr>
            <w:tcW w:w="9639" w:type="dxa"/>
          </w:tcPr>
          <w:p w14:paraId="746937A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E4422CB" w14:textId="77777777" w:rsidTr="00923D7D">
        <w:tc>
          <w:tcPr>
            <w:tcW w:w="9639" w:type="dxa"/>
          </w:tcPr>
          <w:p w14:paraId="45E6B1E9" w14:textId="139B5DA5" w:rsidR="0085747A" w:rsidRPr="009C54AE" w:rsidRDefault="0081178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--------------------------------------------------------</w:t>
            </w:r>
          </w:p>
        </w:tc>
      </w:tr>
    </w:tbl>
    <w:p w14:paraId="31C8742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721C2AC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DA2A3E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36FFA31" w14:textId="77777777" w:rsidTr="00923D7D">
        <w:tc>
          <w:tcPr>
            <w:tcW w:w="9639" w:type="dxa"/>
          </w:tcPr>
          <w:p w14:paraId="2376E65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7747" w:rsidRPr="009C54AE" w14:paraId="711CABD7" w14:textId="77777777" w:rsidTr="00923D7D">
        <w:tc>
          <w:tcPr>
            <w:tcW w:w="9639" w:type="dxa"/>
          </w:tcPr>
          <w:p w14:paraId="19DDE812" w14:textId="77777777" w:rsidR="00E37747" w:rsidRPr="00E37747" w:rsidRDefault="00E37747" w:rsidP="00A3646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E37747">
              <w:rPr>
                <w:rFonts w:ascii="Corbel" w:eastAsia="Cambria" w:hAnsi="Corbel"/>
                <w:sz w:val="24"/>
                <w:szCs w:val="24"/>
              </w:rPr>
              <w:t>Graficzna prezentacja zgromadzonego materiału liczbowego – budowa wykresów różnego typu za pomocą MS Excel.</w:t>
            </w:r>
          </w:p>
        </w:tc>
      </w:tr>
      <w:tr w:rsidR="00E37747" w:rsidRPr="009C54AE" w14:paraId="3CD42343" w14:textId="77777777" w:rsidTr="00923D7D">
        <w:tc>
          <w:tcPr>
            <w:tcW w:w="9639" w:type="dxa"/>
          </w:tcPr>
          <w:p w14:paraId="73F944DF" w14:textId="77777777" w:rsidR="00E37747" w:rsidRPr="00E37747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37747">
              <w:rPr>
                <w:rFonts w:ascii="Corbel" w:eastAsia="Cambria" w:hAnsi="Corbel"/>
                <w:sz w:val="24"/>
                <w:szCs w:val="24"/>
              </w:rPr>
              <w:t xml:space="preserve">Analityczna metoda prezentacji danych. Sposoby obliczania oraz interpretacja parametrów </w:t>
            </w:r>
            <w:r w:rsidRPr="00E37747">
              <w:rPr>
                <w:rFonts w:ascii="Corbel" w:eastAsia="Cambria" w:hAnsi="Corbel"/>
                <w:sz w:val="24"/>
                <w:szCs w:val="24"/>
              </w:rPr>
              <w:lastRenderedPageBreak/>
              <w:t>opisowych, tzw. statystyk-charakterystyk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(klasycznych i pozycyjnych)</w:t>
            </w:r>
            <w:r w:rsidRPr="00E37747">
              <w:rPr>
                <w:rFonts w:ascii="Corbel" w:eastAsia="Cambria" w:hAnsi="Corbel"/>
                <w:sz w:val="24"/>
                <w:szCs w:val="24"/>
              </w:rPr>
              <w:t>: miary położenia (średnia arytmetyczna, mediana, dominanta, kwartale); miary zmienności (obszar zmienności, wariancja i odchylenie standardowe, odchylenie przeciętne, odchylenie ćwiartkowe, współczynnik zmienności); miary asymetrii i koncentracji; wskaźniki struktury i ocena podobieństwa struktur.</w:t>
            </w:r>
          </w:p>
        </w:tc>
      </w:tr>
      <w:tr w:rsidR="00E37747" w:rsidRPr="009C54AE" w14:paraId="5352E006" w14:textId="77777777" w:rsidTr="00923D7D">
        <w:tc>
          <w:tcPr>
            <w:tcW w:w="9639" w:type="dxa"/>
          </w:tcPr>
          <w:p w14:paraId="31598BBF" w14:textId="77777777" w:rsidR="00E37747" w:rsidRPr="00E37747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37747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Ocena siły i kierunku zależności liniowej: współczynnik korelacji liniowej Pearsona oraz współczynnik korelacji rang </w:t>
            </w:r>
            <w:proofErr w:type="spellStart"/>
            <w:r w:rsidRPr="00E37747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E37747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- miary oparte na statystyce chi-kwadrat: współczynnik V-</w:t>
            </w:r>
            <w:proofErr w:type="spellStart"/>
            <w:r w:rsidRPr="00E37747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E37747">
              <w:rPr>
                <w:rFonts w:ascii="Corbel" w:eastAsia="Cambria" w:hAnsi="Corbel"/>
                <w:sz w:val="24"/>
                <w:szCs w:val="24"/>
              </w:rPr>
              <w:t>, C-</w:t>
            </w:r>
            <w:r>
              <w:rPr>
                <w:rFonts w:ascii="Corbel" w:eastAsia="Cambria" w:hAnsi="Corbel"/>
                <w:sz w:val="24"/>
                <w:szCs w:val="24"/>
              </w:rPr>
              <w:t>Pearsona.</w:t>
            </w:r>
          </w:p>
        </w:tc>
      </w:tr>
      <w:tr w:rsidR="00E37747" w:rsidRPr="009C54AE" w14:paraId="35AAA9BB" w14:textId="77777777" w:rsidTr="00923D7D">
        <w:tc>
          <w:tcPr>
            <w:tcW w:w="9639" w:type="dxa"/>
          </w:tcPr>
          <w:p w14:paraId="2D692484" w14:textId="77777777" w:rsidR="00E37747" w:rsidRPr="00E37747" w:rsidRDefault="00E37747" w:rsidP="00A3646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37747">
              <w:rPr>
                <w:rFonts w:ascii="Corbel" w:hAnsi="Corbel"/>
                <w:sz w:val="24"/>
                <w:szCs w:val="24"/>
              </w:rPr>
              <w:t>Weryfikacja hipotez parametrycznych: test istotności dla wartości średniej oraz dla dwóch średnich, test istotności dla wskaźnika struktury oraz dla dwóch wskaźników struktury, test istotności dla dwóch wariancji, test istotności dla współczynnika korelacji.</w:t>
            </w:r>
          </w:p>
        </w:tc>
      </w:tr>
      <w:tr w:rsidR="00E37747" w:rsidRPr="009C54AE" w14:paraId="40408FDD" w14:textId="77777777" w:rsidTr="00923D7D">
        <w:tc>
          <w:tcPr>
            <w:tcW w:w="9639" w:type="dxa"/>
          </w:tcPr>
          <w:p w14:paraId="6F3E333D" w14:textId="12C14C8E" w:rsidR="00E37747" w:rsidRPr="00E37747" w:rsidRDefault="00E37747" w:rsidP="00E37747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37747">
              <w:rPr>
                <w:rFonts w:ascii="Corbel" w:hAnsi="Corbel"/>
                <w:sz w:val="24"/>
                <w:szCs w:val="24"/>
              </w:rPr>
              <w:t xml:space="preserve">Wybrane testy nieparametryczne </w:t>
            </w:r>
            <w:r w:rsidR="00811785" w:rsidRPr="00E37747">
              <w:rPr>
                <w:rFonts w:ascii="Corbel" w:hAnsi="Corbel"/>
                <w:sz w:val="24"/>
                <w:szCs w:val="24"/>
              </w:rPr>
              <w:t>– test</w:t>
            </w:r>
            <w:r w:rsidRPr="00E3774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37747">
              <w:rPr>
                <w:rFonts w:ascii="Corbel" w:hAnsi="Corbel"/>
                <w:sz w:val="24"/>
                <w:szCs w:val="24"/>
              </w:rPr>
              <w:t>Manna-Whitney’a</w:t>
            </w:r>
            <w:proofErr w:type="spellEnd"/>
            <w:r w:rsidRPr="00E37747">
              <w:rPr>
                <w:rFonts w:ascii="Corbel" w:hAnsi="Corbel"/>
                <w:sz w:val="24"/>
                <w:szCs w:val="24"/>
              </w:rPr>
              <w:t xml:space="preserve"> oraz testy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7747">
              <w:rPr>
                <w:rFonts w:ascii="Corbel" w:hAnsi="Corbel"/>
                <w:sz w:val="24"/>
                <w:szCs w:val="24"/>
              </w:rPr>
              <w:t>niezależności chi-kwadrat.</w:t>
            </w:r>
          </w:p>
        </w:tc>
      </w:tr>
    </w:tbl>
    <w:p w14:paraId="07DBEF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8FF4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C9141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9DE033" w14:textId="77777777" w:rsidR="009429D2" w:rsidRPr="009429D2" w:rsidRDefault="009429D2" w:rsidP="009429D2">
      <w:pPr>
        <w:spacing w:after="0" w:line="240" w:lineRule="auto"/>
        <w:rPr>
          <w:rFonts w:ascii="Corbel" w:hAnsi="Corbel"/>
          <w:sz w:val="24"/>
          <w:szCs w:val="24"/>
        </w:rPr>
      </w:pPr>
      <w:r w:rsidRPr="009429D2">
        <w:rPr>
          <w:rFonts w:ascii="Corbel" w:hAnsi="Corbel"/>
          <w:sz w:val="24"/>
          <w:szCs w:val="24"/>
        </w:rPr>
        <w:t>Rozwiązywanie zadań, analiza przypadków, praca indywidualna, praca w grupach, dyskusja</w:t>
      </w:r>
    </w:p>
    <w:p w14:paraId="22AEFB71" w14:textId="77777777" w:rsidR="0085747A" w:rsidRPr="009C54AE" w:rsidRDefault="009429D2" w:rsidP="009429D2">
      <w:pPr>
        <w:pStyle w:val="Punktygwne"/>
        <w:tabs>
          <w:tab w:val="left" w:pos="6870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2DF0DBB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0F191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6429E4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BE437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22DE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7EDAA1A" w14:textId="77777777" w:rsidTr="009429D2">
        <w:trPr>
          <w:trHeight w:val="941"/>
        </w:trPr>
        <w:tc>
          <w:tcPr>
            <w:tcW w:w="1985" w:type="dxa"/>
            <w:vAlign w:val="center"/>
          </w:tcPr>
          <w:p w14:paraId="259186D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EE6C40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7BBA90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550E40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4818D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429D2" w:rsidRPr="009C54AE" w14:paraId="4BF0FF72" w14:textId="77777777" w:rsidTr="00C05F44">
        <w:tc>
          <w:tcPr>
            <w:tcW w:w="1985" w:type="dxa"/>
          </w:tcPr>
          <w:p w14:paraId="63A3718C" w14:textId="77777777" w:rsidR="009429D2" w:rsidRPr="009C54AE" w:rsidRDefault="009429D2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1047FA5A" w14:textId="77777777" w:rsidR="009429D2" w:rsidRPr="009429D2" w:rsidRDefault="009429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odpowiedź ustna, prace pisemne –kolokwium oraz proj</w:t>
            </w:r>
            <w:r w:rsidR="008917F6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kt</w:t>
            </w:r>
            <w:r w:rsidR="008917F6">
              <w:rPr>
                <w:rFonts w:ascii="Corbel" w:hAnsi="Corbel"/>
                <w:b w:val="0"/>
                <w:szCs w:val="24"/>
              </w:rPr>
              <w:t>.</w:t>
            </w:r>
          </w:p>
        </w:tc>
        <w:tc>
          <w:tcPr>
            <w:tcW w:w="2126" w:type="dxa"/>
          </w:tcPr>
          <w:p w14:paraId="345C1727" w14:textId="77777777" w:rsidR="009429D2" w:rsidRPr="009C54AE" w:rsidRDefault="009429D2" w:rsidP="009429D2">
            <w:pPr>
              <w:pStyle w:val="Punktygwne"/>
              <w:tabs>
                <w:tab w:val="center" w:pos="955"/>
              </w:tabs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29D2" w:rsidRPr="009C54AE" w14:paraId="3DE3758B" w14:textId="77777777" w:rsidTr="00C05F44">
        <w:tc>
          <w:tcPr>
            <w:tcW w:w="1985" w:type="dxa"/>
          </w:tcPr>
          <w:p w14:paraId="77848ECE" w14:textId="77777777" w:rsidR="009429D2" w:rsidRPr="009C54AE" w:rsidRDefault="009429D2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3675F3C" w14:textId="77777777" w:rsidR="009429D2" w:rsidRPr="009C54AE" w:rsidRDefault="008917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odpowiedź ustna, prace pisemne –kolokwium oraz projekt.</w:t>
            </w:r>
          </w:p>
        </w:tc>
        <w:tc>
          <w:tcPr>
            <w:tcW w:w="2126" w:type="dxa"/>
          </w:tcPr>
          <w:p w14:paraId="1FBD57F1" w14:textId="77777777" w:rsidR="009429D2" w:rsidRPr="009C54AE" w:rsidRDefault="008917F6" w:rsidP="008917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29D2" w:rsidRPr="009C54AE" w14:paraId="1DA12947" w14:textId="77777777" w:rsidTr="00C05F44">
        <w:tc>
          <w:tcPr>
            <w:tcW w:w="1985" w:type="dxa"/>
          </w:tcPr>
          <w:p w14:paraId="5A2129CA" w14:textId="77777777" w:rsidR="009429D2" w:rsidRPr="009C54AE" w:rsidRDefault="009429D2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54D117C" w14:textId="77777777" w:rsidR="009429D2" w:rsidRPr="009C54AE" w:rsidRDefault="008917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odpowiedź ustna, prace pisemne –kolokwium oraz projekt.</w:t>
            </w:r>
          </w:p>
        </w:tc>
        <w:tc>
          <w:tcPr>
            <w:tcW w:w="2126" w:type="dxa"/>
          </w:tcPr>
          <w:p w14:paraId="38A4997D" w14:textId="77777777" w:rsidR="009429D2" w:rsidRPr="009C54AE" w:rsidRDefault="008917F6" w:rsidP="008917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AB94C9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C988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B34FC3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47C504E" w14:textId="77777777" w:rsidTr="00923D7D">
        <w:tc>
          <w:tcPr>
            <w:tcW w:w="9670" w:type="dxa"/>
          </w:tcPr>
          <w:p w14:paraId="3ABC9D27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>Zaliczenie ćwiczeń na podstawie ocen z dwóch prac pisemnych. W zależności od procentu uzyskanych punktów student otrzyma następujące oceny:</w:t>
            </w:r>
          </w:p>
          <w:p w14:paraId="70E5AC9E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 xml:space="preserve">% uzyskanych punktów &lt; 40% – </w:t>
            </w:r>
            <w:proofErr w:type="spellStart"/>
            <w:r w:rsidRPr="00252B3D">
              <w:rPr>
                <w:rFonts w:ascii="Corbel" w:hAnsi="Corbel"/>
                <w:smallCaps/>
              </w:rPr>
              <w:t>ndst</w:t>
            </w:r>
            <w:proofErr w:type="spellEnd"/>
          </w:p>
          <w:p w14:paraId="361C263B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 xml:space="preserve">% uzyskanych punktów pomiędzy 40 a 59% – </w:t>
            </w:r>
            <w:proofErr w:type="spellStart"/>
            <w:r w:rsidRPr="00252B3D">
              <w:rPr>
                <w:rFonts w:ascii="Corbel" w:hAnsi="Corbel"/>
                <w:smallCaps/>
              </w:rPr>
              <w:t>dst</w:t>
            </w:r>
            <w:proofErr w:type="spellEnd"/>
          </w:p>
          <w:p w14:paraId="70F37096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 xml:space="preserve">% uzyskanych punktów pomiędzy 60 a 69% – </w:t>
            </w:r>
            <w:proofErr w:type="spellStart"/>
            <w:r w:rsidRPr="00252B3D">
              <w:rPr>
                <w:rFonts w:ascii="Corbel" w:hAnsi="Corbel"/>
                <w:smallCaps/>
              </w:rPr>
              <w:t>dst</w:t>
            </w:r>
            <w:proofErr w:type="spellEnd"/>
            <w:r w:rsidRPr="00252B3D">
              <w:rPr>
                <w:rFonts w:ascii="Corbel" w:hAnsi="Corbel"/>
                <w:smallCaps/>
              </w:rPr>
              <w:t xml:space="preserve"> plus</w:t>
            </w:r>
          </w:p>
          <w:p w14:paraId="46330B73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 xml:space="preserve">% uzyskanych punktów pomiędzy 70 a 79% – </w:t>
            </w:r>
            <w:proofErr w:type="spellStart"/>
            <w:r w:rsidRPr="00252B3D">
              <w:rPr>
                <w:rFonts w:ascii="Corbel" w:hAnsi="Corbel"/>
                <w:smallCaps/>
              </w:rPr>
              <w:t>db</w:t>
            </w:r>
            <w:proofErr w:type="spellEnd"/>
          </w:p>
          <w:p w14:paraId="2F4B166A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 xml:space="preserve">% uzyskanych punktów pomiędzy 80 a 89% – </w:t>
            </w:r>
            <w:proofErr w:type="spellStart"/>
            <w:r w:rsidRPr="00252B3D">
              <w:rPr>
                <w:rFonts w:ascii="Corbel" w:hAnsi="Corbel"/>
                <w:smallCaps/>
              </w:rPr>
              <w:t>db</w:t>
            </w:r>
            <w:proofErr w:type="spellEnd"/>
            <w:r w:rsidRPr="00252B3D">
              <w:rPr>
                <w:rFonts w:ascii="Corbel" w:hAnsi="Corbel"/>
                <w:smallCaps/>
              </w:rPr>
              <w:t xml:space="preserve"> plus</w:t>
            </w:r>
          </w:p>
          <w:p w14:paraId="6EA7BFF7" w14:textId="77777777" w:rsidR="0085747A" w:rsidRPr="00252B3D" w:rsidRDefault="00252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52B3D">
              <w:rPr>
                <w:rFonts w:ascii="Corbel" w:hAnsi="Corbel"/>
                <w:b w:val="0"/>
                <w:sz w:val="22"/>
              </w:rPr>
              <w:t xml:space="preserve">% uzyskanych punktów &gt;90% </w:t>
            </w:r>
            <w:r w:rsidRPr="00252B3D">
              <w:rPr>
                <w:rFonts w:ascii="Corbel" w:hAnsi="Corbel"/>
                <w:b w:val="0"/>
                <w:sz w:val="22"/>
              </w:rPr>
              <w:softHyphen/>
              <w:t xml:space="preserve"> </w:t>
            </w:r>
            <w:proofErr w:type="spellStart"/>
            <w:r w:rsidRPr="00252B3D">
              <w:rPr>
                <w:rFonts w:ascii="Corbel" w:hAnsi="Corbel"/>
                <w:b w:val="0"/>
                <w:sz w:val="22"/>
              </w:rPr>
              <w:t>bdb</w:t>
            </w:r>
            <w:proofErr w:type="spellEnd"/>
          </w:p>
        </w:tc>
      </w:tr>
    </w:tbl>
    <w:p w14:paraId="202197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C2C66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42C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B1D9EB" w14:textId="77777777" w:rsidTr="003E1941">
        <w:tc>
          <w:tcPr>
            <w:tcW w:w="4962" w:type="dxa"/>
            <w:vAlign w:val="center"/>
          </w:tcPr>
          <w:p w14:paraId="763CBF9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38EAD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DD7DCD" w14:textId="77777777" w:rsidTr="00923D7D">
        <w:tc>
          <w:tcPr>
            <w:tcW w:w="4962" w:type="dxa"/>
          </w:tcPr>
          <w:p w14:paraId="39020143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CF7289B" w14:textId="3878D38D" w:rsidR="0085747A" w:rsidRPr="009C54AE" w:rsidRDefault="000A3C0A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A5F5B46" w14:textId="77777777" w:rsidTr="00923D7D">
        <w:tc>
          <w:tcPr>
            <w:tcW w:w="4962" w:type="dxa"/>
          </w:tcPr>
          <w:p w14:paraId="5C3003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10AEF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161639" w14:textId="537C6F10" w:rsidR="00C61DC5" w:rsidRPr="009C54AE" w:rsidRDefault="00252B3D" w:rsidP="008A21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BAEE619" w14:textId="77777777" w:rsidTr="00923D7D">
        <w:tc>
          <w:tcPr>
            <w:tcW w:w="4962" w:type="dxa"/>
          </w:tcPr>
          <w:p w14:paraId="373D931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040297A" w14:textId="7024F36A" w:rsidR="00C61DC5" w:rsidRPr="009C54AE" w:rsidRDefault="00C61DC5" w:rsidP="008A21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A2187">
              <w:rPr>
                <w:rFonts w:ascii="Corbel" w:hAnsi="Corbel"/>
                <w:sz w:val="24"/>
                <w:szCs w:val="24"/>
              </w:rPr>
              <w:t>przygotowanie projektu, przygotowanie do kolokwium)</w:t>
            </w:r>
          </w:p>
        </w:tc>
        <w:tc>
          <w:tcPr>
            <w:tcW w:w="4677" w:type="dxa"/>
          </w:tcPr>
          <w:p w14:paraId="48840489" w14:textId="0E198BFB" w:rsidR="00C61DC5" w:rsidRPr="009C54AE" w:rsidRDefault="000A3C0A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14:paraId="5CA23441" w14:textId="77777777" w:rsidTr="00923D7D">
        <w:tc>
          <w:tcPr>
            <w:tcW w:w="4962" w:type="dxa"/>
          </w:tcPr>
          <w:p w14:paraId="4FBDF6E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5B5704E" w14:textId="77777777" w:rsidR="0085747A" w:rsidRPr="009C54AE" w:rsidRDefault="00252B3D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D55C675" w14:textId="77777777" w:rsidTr="00923D7D">
        <w:tc>
          <w:tcPr>
            <w:tcW w:w="4962" w:type="dxa"/>
          </w:tcPr>
          <w:p w14:paraId="55BB8C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FFC5D9" w14:textId="77777777" w:rsidR="0085747A" w:rsidRPr="009C54AE" w:rsidRDefault="00252B3D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AB724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4C370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E8FA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4DC792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4566CE" w14:textId="77777777" w:rsidTr="0071620A">
        <w:trPr>
          <w:trHeight w:val="397"/>
        </w:trPr>
        <w:tc>
          <w:tcPr>
            <w:tcW w:w="3544" w:type="dxa"/>
          </w:tcPr>
          <w:p w14:paraId="392168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1BA5B17" w14:textId="47E76FD3" w:rsidR="0085747A" w:rsidRPr="009C54AE" w:rsidRDefault="008117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</w:t>
            </w:r>
          </w:p>
        </w:tc>
      </w:tr>
      <w:tr w:rsidR="0085747A" w:rsidRPr="009C54AE" w14:paraId="513482E1" w14:textId="77777777" w:rsidTr="0071620A">
        <w:trPr>
          <w:trHeight w:val="397"/>
        </w:trPr>
        <w:tc>
          <w:tcPr>
            <w:tcW w:w="3544" w:type="dxa"/>
          </w:tcPr>
          <w:p w14:paraId="0285EA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68D2E42" w14:textId="6FA67833" w:rsidR="0085747A" w:rsidRPr="009C54AE" w:rsidRDefault="008117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</w:t>
            </w:r>
          </w:p>
        </w:tc>
      </w:tr>
    </w:tbl>
    <w:p w14:paraId="668DC7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2F654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D4DBBD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ED5F096" w14:textId="77777777" w:rsidTr="0071620A">
        <w:trPr>
          <w:trHeight w:val="397"/>
        </w:trPr>
        <w:tc>
          <w:tcPr>
            <w:tcW w:w="7513" w:type="dxa"/>
          </w:tcPr>
          <w:p w14:paraId="2A2D3AB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433780C" w14:textId="77777777" w:rsidR="007B088E" w:rsidRPr="007B088E" w:rsidRDefault="007B088E" w:rsidP="007B088E">
            <w:pPr>
              <w:spacing w:after="0" w:line="240" w:lineRule="auto"/>
              <w:jc w:val="both"/>
              <w:rPr>
                <w:rFonts w:asciiTheme="minorHAnsi" w:hAnsiTheme="minorHAnsi" w:cstheme="minorHAnsi"/>
                <w:smallCaps/>
              </w:rPr>
            </w:pPr>
            <w:r w:rsidRPr="007B088E">
              <w:rPr>
                <w:rFonts w:asciiTheme="minorHAnsi" w:hAnsiTheme="minorHAnsi" w:cstheme="minorHAnsi"/>
                <w:smallCaps/>
              </w:rPr>
              <w:t>Jóźwiak J., J. Podgórski J., Statystyka od podstaw, PWE, Warszawa 1997 lub wydanie nowsze.</w:t>
            </w:r>
          </w:p>
          <w:p w14:paraId="659122D9" w14:textId="77777777" w:rsidR="007B088E" w:rsidRPr="007B088E" w:rsidRDefault="007B088E" w:rsidP="007B088E">
            <w:pPr>
              <w:spacing w:after="0" w:line="240" w:lineRule="auto"/>
              <w:jc w:val="both"/>
              <w:rPr>
                <w:rFonts w:asciiTheme="minorHAnsi" w:hAnsiTheme="minorHAnsi" w:cstheme="minorHAnsi"/>
                <w:smallCaps/>
              </w:rPr>
            </w:pPr>
            <w:r w:rsidRPr="007B088E">
              <w:rPr>
                <w:rFonts w:asciiTheme="minorHAnsi" w:hAnsiTheme="minorHAnsi" w:cstheme="minorHAnsi"/>
                <w:smallCaps/>
              </w:rPr>
              <w:t>Snarska I., Statystyka, ekonometria, prognozowanie – ćwiczenia z Excelem 2007, Wydawnictwo Placet, Warszawa 2011.</w:t>
            </w:r>
          </w:p>
          <w:p w14:paraId="0BF2CB68" w14:textId="77777777" w:rsidR="007B088E" w:rsidRPr="007B088E" w:rsidRDefault="007B088E" w:rsidP="007B088E">
            <w:pPr>
              <w:spacing w:after="0" w:line="240" w:lineRule="auto"/>
              <w:jc w:val="both"/>
              <w:rPr>
                <w:rFonts w:asciiTheme="minorHAnsi" w:hAnsiTheme="minorHAnsi" w:cstheme="minorHAnsi"/>
                <w:smallCaps/>
              </w:rPr>
            </w:pPr>
            <w:r w:rsidRPr="007B088E">
              <w:rPr>
                <w:rFonts w:asciiTheme="minorHAnsi" w:hAnsiTheme="minorHAnsi" w:cstheme="minorHAnsi"/>
                <w:smallCaps/>
              </w:rPr>
              <w:t>Sobczyk M., Statystyka opisowa, Wydawnictwo C.H. Beck, Warszawa 2010.</w:t>
            </w:r>
          </w:p>
          <w:p w14:paraId="7C720FD2" w14:textId="77777777" w:rsidR="007B088E" w:rsidRPr="009C54AE" w:rsidRDefault="007B088E" w:rsidP="007B0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088E">
              <w:rPr>
                <w:rFonts w:asciiTheme="minorHAnsi" w:hAnsiTheme="minorHAnsi" w:cstheme="minorHAnsi"/>
                <w:b w:val="0"/>
                <w:sz w:val="22"/>
              </w:rPr>
              <w:t>Sobczyk M., Statystyka matematyczna, Wydawnictwo C.H. Beck, Warszawa 2010.</w:t>
            </w:r>
          </w:p>
        </w:tc>
      </w:tr>
      <w:tr w:rsidR="0085747A" w:rsidRPr="009C54AE" w14:paraId="437EC7DC" w14:textId="77777777" w:rsidTr="0071620A">
        <w:trPr>
          <w:trHeight w:val="397"/>
        </w:trPr>
        <w:tc>
          <w:tcPr>
            <w:tcW w:w="7513" w:type="dxa"/>
          </w:tcPr>
          <w:p w14:paraId="307B89B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5F793E" w14:textId="77777777" w:rsidR="007B088E" w:rsidRPr="007B088E" w:rsidRDefault="007B088E" w:rsidP="007B088E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proofErr w:type="spellStart"/>
            <w:r w:rsidRPr="007B088E">
              <w:rPr>
                <w:rFonts w:ascii="Corbel" w:hAnsi="Corbel"/>
                <w:smallCaps/>
              </w:rPr>
              <w:t>Kassyk</w:t>
            </w:r>
            <w:proofErr w:type="spellEnd"/>
            <w:r w:rsidRPr="007B088E">
              <w:rPr>
                <w:rFonts w:ascii="Corbel" w:hAnsi="Corbel"/>
                <w:smallCaps/>
              </w:rPr>
              <w:t>-Rokicka H., Mierniki statystyczne, PWE, Warszawa 2001.</w:t>
            </w:r>
          </w:p>
          <w:p w14:paraId="7FBAFCBC" w14:textId="15B4F8A7" w:rsidR="007B088E" w:rsidRPr="009C54AE" w:rsidRDefault="007B088E" w:rsidP="007B088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7B088E">
              <w:rPr>
                <w:rFonts w:ascii="Corbel" w:hAnsi="Corbel"/>
                <w:b w:val="0"/>
                <w:sz w:val="22"/>
              </w:rPr>
              <w:t>Luszniewicz</w:t>
            </w:r>
            <w:proofErr w:type="spellEnd"/>
            <w:r w:rsidRPr="007B088E">
              <w:rPr>
                <w:rFonts w:ascii="Corbel" w:hAnsi="Corbel"/>
                <w:b w:val="0"/>
                <w:sz w:val="22"/>
              </w:rPr>
              <w:t xml:space="preserve"> </w:t>
            </w:r>
            <w:r w:rsidR="00811785" w:rsidRPr="007B088E">
              <w:rPr>
                <w:rFonts w:ascii="Corbel" w:hAnsi="Corbel"/>
                <w:b w:val="0"/>
                <w:sz w:val="22"/>
              </w:rPr>
              <w:t>A.,</w:t>
            </w:r>
            <w:r w:rsidRPr="007B088E">
              <w:rPr>
                <w:rFonts w:ascii="Corbel" w:hAnsi="Corbel"/>
                <w:b w:val="0"/>
                <w:sz w:val="22"/>
              </w:rPr>
              <w:t xml:space="preserve"> Metody wnioskowania statystycznego, PWE, Warszawa 2001.</w:t>
            </w:r>
          </w:p>
        </w:tc>
      </w:tr>
    </w:tbl>
    <w:p w14:paraId="71C61D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6CB4F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670FD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D3AB1B" w14:textId="77777777" w:rsidR="00EA5562" w:rsidRDefault="00EA5562" w:rsidP="00C16ABF">
      <w:pPr>
        <w:spacing w:after="0" w:line="240" w:lineRule="auto"/>
      </w:pPr>
      <w:r>
        <w:separator/>
      </w:r>
    </w:p>
  </w:endnote>
  <w:endnote w:type="continuationSeparator" w:id="0">
    <w:p w14:paraId="423E1463" w14:textId="77777777" w:rsidR="00EA5562" w:rsidRDefault="00EA55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F82C4F" w14:textId="77777777" w:rsidR="00EA5562" w:rsidRDefault="00EA5562" w:rsidP="00C16ABF">
      <w:pPr>
        <w:spacing w:after="0" w:line="240" w:lineRule="auto"/>
      </w:pPr>
      <w:r>
        <w:separator/>
      </w:r>
    </w:p>
  </w:footnote>
  <w:footnote w:type="continuationSeparator" w:id="0">
    <w:p w14:paraId="189B7B4A" w14:textId="77777777" w:rsidR="00EA5562" w:rsidRDefault="00EA5562" w:rsidP="00C16ABF">
      <w:pPr>
        <w:spacing w:after="0" w:line="240" w:lineRule="auto"/>
      </w:pPr>
      <w:r>
        <w:continuationSeparator/>
      </w:r>
    </w:p>
  </w:footnote>
  <w:footnote w:id="1">
    <w:p w14:paraId="4EBBE9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0A"/>
    <w:rsid w:val="000B192D"/>
    <w:rsid w:val="000B28EE"/>
    <w:rsid w:val="000B3E37"/>
    <w:rsid w:val="000D04B0"/>
    <w:rsid w:val="000F1C57"/>
    <w:rsid w:val="000F5615"/>
    <w:rsid w:val="001107B8"/>
    <w:rsid w:val="00124BFF"/>
    <w:rsid w:val="0012560E"/>
    <w:rsid w:val="00127108"/>
    <w:rsid w:val="00134B13"/>
    <w:rsid w:val="00146BC0"/>
    <w:rsid w:val="00153C41"/>
    <w:rsid w:val="00154381"/>
    <w:rsid w:val="00154E08"/>
    <w:rsid w:val="001640A7"/>
    <w:rsid w:val="00164FA7"/>
    <w:rsid w:val="00166A03"/>
    <w:rsid w:val="001718A7"/>
    <w:rsid w:val="001737CF"/>
    <w:rsid w:val="00176083"/>
    <w:rsid w:val="001770C7"/>
    <w:rsid w:val="00192F37"/>
    <w:rsid w:val="00194D34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2B3D"/>
    <w:rsid w:val="00281FF2"/>
    <w:rsid w:val="002857DE"/>
    <w:rsid w:val="00291567"/>
    <w:rsid w:val="002A22BF"/>
    <w:rsid w:val="002A2389"/>
    <w:rsid w:val="002A671D"/>
    <w:rsid w:val="002B0ED4"/>
    <w:rsid w:val="002B4D55"/>
    <w:rsid w:val="002B5EA0"/>
    <w:rsid w:val="002B6119"/>
    <w:rsid w:val="002C1F06"/>
    <w:rsid w:val="002D303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643C"/>
    <w:rsid w:val="004706D1"/>
    <w:rsid w:val="00471326"/>
    <w:rsid w:val="0047598D"/>
    <w:rsid w:val="004840FD"/>
    <w:rsid w:val="00490F7D"/>
    <w:rsid w:val="00491678"/>
    <w:rsid w:val="00496349"/>
    <w:rsid w:val="004968E2"/>
    <w:rsid w:val="004A3EEA"/>
    <w:rsid w:val="004A4D1F"/>
    <w:rsid w:val="004C33F0"/>
    <w:rsid w:val="004D053F"/>
    <w:rsid w:val="004D5282"/>
    <w:rsid w:val="004D5B6F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789A"/>
    <w:rsid w:val="0056696D"/>
    <w:rsid w:val="00571E5C"/>
    <w:rsid w:val="00573EF9"/>
    <w:rsid w:val="0059484D"/>
    <w:rsid w:val="005A0855"/>
    <w:rsid w:val="005A14E2"/>
    <w:rsid w:val="005A3196"/>
    <w:rsid w:val="005B5011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8A4"/>
    <w:rsid w:val="006C2EB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B93"/>
    <w:rsid w:val="00787C2A"/>
    <w:rsid w:val="00790E27"/>
    <w:rsid w:val="007A4022"/>
    <w:rsid w:val="007A502B"/>
    <w:rsid w:val="007A6E6E"/>
    <w:rsid w:val="007B088E"/>
    <w:rsid w:val="007C3299"/>
    <w:rsid w:val="007C3BCC"/>
    <w:rsid w:val="007C4546"/>
    <w:rsid w:val="007D484F"/>
    <w:rsid w:val="007D6E56"/>
    <w:rsid w:val="007F1652"/>
    <w:rsid w:val="007F4155"/>
    <w:rsid w:val="00811785"/>
    <w:rsid w:val="0081554D"/>
    <w:rsid w:val="0081707E"/>
    <w:rsid w:val="008449B3"/>
    <w:rsid w:val="0085747A"/>
    <w:rsid w:val="00884922"/>
    <w:rsid w:val="00884B4A"/>
    <w:rsid w:val="00885F64"/>
    <w:rsid w:val="008917F6"/>
    <w:rsid w:val="008917F9"/>
    <w:rsid w:val="008A218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9D2"/>
    <w:rsid w:val="009508DF"/>
    <w:rsid w:val="00950DAC"/>
    <w:rsid w:val="00954A07"/>
    <w:rsid w:val="009966AB"/>
    <w:rsid w:val="00997F14"/>
    <w:rsid w:val="009A78D9"/>
    <w:rsid w:val="009B3CEE"/>
    <w:rsid w:val="009C1331"/>
    <w:rsid w:val="009C3E31"/>
    <w:rsid w:val="009C54AE"/>
    <w:rsid w:val="009C788E"/>
    <w:rsid w:val="009E3B41"/>
    <w:rsid w:val="009E709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39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3E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35D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6A9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F8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3B8"/>
    <w:rsid w:val="00E37747"/>
    <w:rsid w:val="00E51E44"/>
    <w:rsid w:val="00E63348"/>
    <w:rsid w:val="00E77E88"/>
    <w:rsid w:val="00E8107D"/>
    <w:rsid w:val="00E931DD"/>
    <w:rsid w:val="00E960BB"/>
    <w:rsid w:val="00EA2074"/>
    <w:rsid w:val="00EA4832"/>
    <w:rsid w:val="00EA4E9D"/>
    <w:rsid w:val="00EA5562"/>
    <w:rsid w:val="00EC4899"/>
    <w:rsid w:val="00ED03AB"/>
    <w:rsid w:val="00ED32D2"/>
    <w:rsid w:val="00EE32DE"/>
    <w:rsid w:val="00EE5457"/>
    <w:rsid w:val="00EF18E6"/>
    <w:rsid w:val="00F070AB"/>
    <w:rsid w:val="00F17567"/>
    <w:rsid w:val="00F27A7B"/>
    <w:rsid w:val="00F526AF"/>
    <w:rsid w:val="00F617C3"/>
    <w:rsid w:val="00F62892"/>
    <w:rsid w:val="00F7066B"/>
    <w:rsid w:val="00F83B28"/>
    <w:rsid w:val="00FA46E5"/>
    <w:rsid w:val="00FB7DBA"/>
    <w:rsid w:val="00FC1C25"/>
    <w:rsid w:val="00FC3F45"/>
    <w:rsid w:val="00FD503F"/>
    <w:rsid w:val="00FD7589"/>
    <w:rsid w:val="00FE47F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92A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2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032B5-850B-4631-83B4-C19E9141D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134</TotalTime>
  <Pages>1</Pages>
  <Words>933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2019-10-23T05:53:00Z</dcterms:created>
  <dcterms:modified xsi:type="dcterms:W3CDTF">2021-01-21T07:23:00Z</dcterms:modified>
</cp:coreProperties>
</file>