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4006E" w14:textId="6A6344C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5C7E8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72B1209" w14:textId="77777777" w:rsidR="00363DC0" w:rsidRPr="009C54AE" w:rsidRDefault="00363DC0" w:rsidP="00363D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5FCB1F" w14:textId="77777777" w:rsidR="00363DC0" w:rsidRPr="009C54AE" w:rsidRDefault="00363DC0" w:rsidP="00363D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8004BBD" w14:textId="77777777" w:rsidR="00363DC0" w:rsidRDefault="00363DC0" w:rsidP="00363D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E666595" w14:textId="77777777" w:rsidR="00363DC0" w:rsidRPr="00EA4832" w:rsidRDefault="00363DC0" w:rsidP="00363D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5953C963" w14:textId="77777777" w:rsidR="00363DC0" w:rsidRPr="009C54AE" w:rsidRDefault="00363DC0" w:rsidP="00363DC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B946368" w14:textId="5BEE0DFA" w:rsidR="0085747A" w:rsidRPr="009C54AE" w:rsidRDefault="0085747A" w:rsidP="00EE09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6B664B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829FA4" w14:textId="77777777" w:rsidTr="00B819C8">
        <w:tc>
          <w:tcPr>
            <w:tcW w:w="2694" w:type="dxa"/>
            <w:vAlign w:val="center"/>
          </w:tcPr>
          <w:p w14:paraId="7E43D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8F2B73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teatralna</w:t>
            </w:r>
          </w:p>
        </w:tc>
      </w:tr>
      <w:tr w:rsidR="0085747A" w:rsidRPr="009C54AE" w14:paraId="669879E9" w14:textId="77777777" w:rsidTr="00B819C8">
        <w:tc>
          <w:tcPr>
            <w:tcW w:w="2694" w:type="dxa"/>
            <w:vAlign w:val="center"/>
          </w:tcPr>
          <w:p w14:paraId="443307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318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8BAE06D" w14:textId="77777777" w:rsidTr="00B819C8">
        <w:tc>
          <w:tcPr>
            <w:tcW w:w="2694" w:type="dxa"/>
            <w:vAlign w:val="center"/>
          </w:tcPr>
          <w:p w14:paraId="0289C6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A8C0579" w14:textId="09F242F1" w:rsidR="0085747A" w:rsidRPr="009C54AE" w:rsidRDefault="00DC79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C81AD24" w14:textId="77777777" w:rsidTr="00B819C8">
        <w:tc>
          <w:tcPr>
            <w:tcW w:w="2694" w:type="dxa"/>
            <w:vAlign w:val="center"/>
          </w:tcPr>
          <w:p w14:paraId="6440B4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8CCB3" w14:textId="02A4DE56" w:rsidR="0085747A" w:rsidRPr="009C54AE" w:rsidRDefault="00DC79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C51ACE9" w14:textId="77777777" w:rsidTr="00B819C8">
        <w:tc>
          <w:tcPr>
            <w:tcW w:w="2694" w:type="dxa"/>
            <w:vAlign w:val="center"/>
          </w:tcPr>
          <w:p w14:paraId="25DC2E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E41DA3" w14:textId="484596B8" w:rsidR="0085747A" w:rsidRPr="009C54AE" w:rsidRDefault="008E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</w:t>
            </w:r>
            <w:r w:rsidR="00014573" w:rsidRPr="0001457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770F2CA5" w14:textId="77777777" w:rsidTr="00B819C8">
        <w:tc>
          <w:tcPr>
            <w:tcW w:w="2694" w:type="dxa"/>
            <w:vAlign w:val="center"/>
          </w:tcPr>
          <w:p w14:paraId="1463576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1D3F38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D7E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01C1686B" w14:textId="77777777" w:rsidTr="00B819C8">
        <w:tc>
          <w:tcPr>
            <w:tcW w:w="2694" w:type="dxa"/>
            <w:vAlign w:val="center"/>
          </w:tcPr>
          <w:p w14:paraId="1C30A5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B9720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5EB63BEA" w14:textId="77777777" w:rsidTr="00B819C8">
        <w:tc>
          <w:tcPr>
            <w:tcW w:w="2694" w:type="dxa"/>
            <w:vAlign w:val="center"/>
          </w:tcPr>
          <w:p w14:paraId="73CF70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187E67" w14:textId="77777777" w:rsidR="0085747A" w:rsidRPr="009C54AE" w:rsidRDefault="006363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0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32FE3AA1" w14:textId="77777777" w:rsidTr="00B819C8">
        <w:tc>
          <w:tcPr>
            <w:tcW w:w="2694" w:type="dxa"/>
            <w:vAlign w:val="center"/>
          </w:tcPr>
          <w:p w14:paraId="10255B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39A867" w14:textId="2384F262" w:rsidR="0085747A" w:rsidRPr="009C54AE" w:rsidRDefault="008E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205A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85747A" w:rsidRPr="009C54AE" w14:paraId="31FFC4A8" w14:textId="77777777" w:rsidTr="00B819C8">
        <w:tc>
          <w:tcPr>
            <w:tcW w:w="2694" w:type="dxa"/>
            <w:vAlign w:val="center"/>
          </w:tcPr>
          <w:p w14:paraId="5E1C0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D28B6" w14:textId="1F9E5ECA" w:rsidR="0085747A" w:rsidRPr="009C54AE" w:rsidRDefault="008E4088" w:rsidP="008E4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205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20ABCD4" w14:textId="77777777" w:rsidTr="00B819C8">
        <w:tc>
          <w:tcPr>
            <w:tcW w:w="2694" w:type="dxa"/>
            <w:vAlign w:val="center"/>
          </w:tcPr>
          <w:p w14:paraId="3C2822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B8791A" w14:textId="77777777" w:rsidR="00923D7D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79628023" w14:textId="77777777" w:rsidTr="00B819C8">
        <w:tc>
          <w:tcPr>
            <w:tcW w:w="2694" w:type="dxa"/>
            <w:vAlign w:val="center"/>
          </w:tcPr>
          <w:p w14:paraId="30FAD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2826BA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768764DA" w14:textId="77777777" w:rsidTr="00B819C8">
        <w:tc>
          <w:tcPr>
            <w:tcW w:w="2694" w:type="dxa"/>
            <w:vAlign w:val="center"/>
          </w:tcPr>
          <w:p w14:paraId="52DAC5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D243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34E9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EF63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CB79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0AD7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909D8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3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4EB4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6F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C5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21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6F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52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08A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C1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9A2F" w14:textId="77777777" w:rsidR="00015B8F" w:rsidRPr="009C54AE" w:rsidRDefault="001D7E7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Warsztat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C6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562D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FC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77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C6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7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F0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A9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6C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86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65D5" w14:textId="77777777" w:rsidR="00015B8F" w:rsidRPr="009C54AE" w:rsidRDefault="006363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9F5A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09CCE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0629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1A1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2C52C3" w14:textId="77777777" w:rsidR="0085747A" w:rsidRPr="009C54AE" w:rsidRDefault="001D7E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16FDFC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E7AB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AE3D02" w14:textId="29C1DA80" w:rsidR="001D7E7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C7E8A">
        <w:rPr>
          <w:rFonts w:ascii="Corbel" w:hAnsi="Corbel"/>
          <w:smallCaps w:val="0"/>
          <w:szCs w:val="24"/>
        </w:rPr>
        <w:t xml:space="preserve">przedmiotu </w:t>
      </w:r>
      <w:r w:rsidR="005C7E8A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746753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14:paraId="3AF3F8E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9FC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5BB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F62B92" w14:textId="77777777" w:rsidTr="00745302">
        <w:tc>
          <w:tcPr>
            <w:tcW w:w="9670" w:type="dxa"/>
          </w:tcPr>
          <w:p w14:paraId="57B9AB86" w14:textId="77777777" w:rsidR="0085747A" w:rsidRPr="009C54AE" w:rsidRDefault="001D7E7B" w:rsidP="001D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7E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zasad kultury żywego słowa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kanonu literackiego dla dzieci edukacji przedszkolnej i wczesnoszkolnej</w:t>
            </w:r>
          </w:p>
        </w:tc>
      </w:tr>
    </w:tbl>
    <w:p w14:paraId="66F225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3974" w14:textId="6FA5B52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C7E8A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B408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736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ABD2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93495E" w14:textId="77777777" w:rsidTr="00923D7D">
        <w:tc>
          <w:tcPr>
            <w:tcW w:w="851" w:type="dxa"/>
            <w:vAlign w:val="center"/>
          </w:tcPr>
          <w:p w14:paraId="32B6D2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A582AF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2205A">
              <w:rPr>
                <w:rFonts w:ascii="Corbel" w:hAnsi="Corbel"/>
                <w:b w:val="0"/>
                <w:sz w:val="24"/>
                <w:szCs w:val="24"/>
              </w:rPr>
              <w:t>apoznanie z zagadnieniami odbioru dzieła teatralnego przez dziecko;</w:t>
            </w:r>
          </w:p>
        </w:tc>
      </w:tr>
      <w:tr w:rsidR="0085747A" w:rsidRPr="009C54AE" w14:paraId="53CDA3CC" w14:textId="77777777" w:rsidTr="00923D7D">
        <w:tc>
          <w:tcPr>
            <w:tcW w:w="851" w:type="dxa"/>
            <w:vAlign w:val="center"/>
          </w:tcPr>
          <w:p w14:paraId="6F727429" w14:textId="77777777" w:rsidR="0085747A" w:rsidRPr="009C54AE" w:rsidRDefault="00D2205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F4102" w14:textId="77777777" w:rsidR="0085747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/>
                <w:sz w:val="24"/>
                <w:szCs w:val="24"/>
              </w:rPr>
              <w:t>Przedstawienie oraz wskazanie roli elementów strukturalnych teatru, jak: widz, aktor, autor, reżyser i inscenizator, scenograf, kompozytor, choreograf, technik;</w:t>
            </w:r>
          </w:p>
        </w:tc>
      </w:tr>
      <w:tr w:rsidR="0085747A" w:rsidRPr="009C54AE" w14:paraId="40197F76" w14:textId="77777777" w:rsidTr="00923D7D">
        <w:tc>
          <w:tcPr>
            <w:tcW w:w="851" w:type="dxa"/>
            <w:vAlign w:val="center"/>
          </w:tcPr>
          <w:p w14:paraId="13119A2F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554C515" w14:textId="77777777" w:rsidR="0085747A" w:rsidRPr="009C54AE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Rozwijanie umiejętności wyboru repertuaru dramatycznego w zakresie pedagogiki przedszkolnej i wczesnoszkolnej</w:t>
            </w:r>
          </w:p>
        </w:tc>
      </w:tr>
      <w:tr w:rsidR="00D2205A" w:rsidRPr="009C54AE" w14:paraId="55C7AFEA" w14:textId="77777777" w:rsidTr="00923D7D">
        <w:tc>
          <w:tcPr>
            <w:tcW w:w="851" w:type="dxa"/>
            <w:vAlign w:val="center"/>
          </w:tcPr>
          <w:p w14:paraId="2D3B9AA0" w14:textId="77777777" w:rsidR="00D2205A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A7ADE9" w14:textId="77777777" w:rsidR="00D2205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MT"/>
                <w:sz w:val="24"/>
                <w:szCs w:val="24"/>
                <w:lang w:eastAsia="pl-PL"/>
              </w:rPr>
              <w:t>K</w:t>
            </w: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ształtowanie umiejętności animowania kultury teatralnej dziecka;</w:t>
            </w:r>
          </w:p>
        </w:tc>
      </w:tr>
    </w:tbl>
    <w:p w14:paraId="68B48F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0180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A540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E922824" w14:textId="77777777" w:rsidTr="0071620A">
        <w:tc>
          <w:tcPr>
            <w:tcW w:w="1701" w:type="dxa"/>
            <w:vAlign w:val="center"/>
          </w:tcPr>
          <w:p w14:paraId="64B7B9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61DB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2FA3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DE4A8B" w14:textId="77777777" w:rsidTr="005E6E85">
        <w:tc>
          <w:tcPr>
            <w:tcW w:w="1701" w:type="dxa"/>
          </w:tcPr>
          <w:p w14:paraId="081AD0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B55544" w14:textId="1FCAA100" w:rsidR="0085747A" w:rsidRPr="009C54AE" w:rsidRDefault="0044013C" w:rsidP="00C92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 w:rsidR="00C92E0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4013C">
              <w:rPr>
                <w:rFonts w:ascii="Corbel" w:hAnsi="Corbel"/>
                <w:b w:val="0"/>
                <w:smallCaps w:val="0"/>
                <w:szCs w:val="24"/>
              </w:rPr>
              <w:t>charakteryzuje pojęcia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teatrem i edukacją teatralną</w:t>
            </w:r>
          </w:p>
        </w:tc>
        <w:tc>
          <w:tcPr>
            <w:tcW w:w="1873" w:type="dxa"/>
          </w:tcPr>
          <w:p w14:paraId="5294D5E3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63C90BA" w14:textId="77777777" w:rsidTr="005E6E85">
        <w:tc>
          <w:tcPr>
            <w:tcW w:w="1701" w:type="dxa"/>
          </w:tcPr>
          <w:p w14:paraId="14DE91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84E2B7" w14:textId="77777777" w:rsidR="0085747A" w:rsidRPr="009C54AE" w:rsidRDefault="00362B87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zasady pracy nad inscenizacją z dzieckiem edukacji przedszkolnej i wczesnoszkolnej. Wymieni reguły przygotowania dziecka do odbioru sztuki teatralnej.</w:t>
            </w:r>
          </w:p>
        </w:tc>
        <w:tc>
          <w:tcPr>
            <w:tcW w:w="1873" w:type="dxa"/>
          </w:tcPr>
          <w:p w14:paraId="39FA668A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2BC9EA07" w14:textId="77777777" w:rsidTr="005E6E85">
        <w:tc>
          <w:tcPr>
            <w:tcW w:w="1701" w:type="dxa"/>
          </w:tcPr>
          <w:p w14:paraId="6C890C2E" w14:textId="77777777" w:rsidR="0085747A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0A52E08" w14:textId="77777777" w:rsidR="0085747A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autorski scenariusz spektaklu teatralnego dla dzieci edukacji przedszkolnej i wczesnoszkolnej w oparciu o literaturę piękną, wykona projekt kostiumów i scenografii</w:t>
            </w:r>
          </w:p>
        </w:tc>
        <w:tc>
          <w:tcPr>
            <w:tcW w:w="1873" w:type="dxa"/>
          </w:tcPr>
          <w:p w14:paraId="3BE3C358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4013C" w:rsidRPr="009C54AE" w14:paraId="323F9B15" w14:textId="77777777" w:rsidTr="005E6E85">
        <w:tc>
          <w:tcPr>
            <w:tcW w:w="1701" w:type="dxa"/>
          </w:tcPr>
          <w:p w14:paraId="7C23C6F6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394C2F5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spektakl, wykorzystując autorski scenariusz.</w:t>
            </w:r>
          </w:p>
        </w:tc>
        <w:tc>
          <w:tcPr>
            <w:tcW w:w="1873" w:type="dxa"/>
          </w:tcPr>
          <w:p w14:paraId="7D07E094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4013C" w:rsidRPr="009C54AE" w14:paraId="41E1D826" w14:textId="77777777" w:rsidTr="005E6E85">
        <w:tc>
          <w:tcPr>
            <w:tcW w:w="1701" w:type="dxa"/>
          </w:tcPr>
          <w:p w14:paraId="4D2D3E4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BBB3F33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rezultaty swojej pracy podczas spektaklu dla dzieci z edukacji przedszkolnej lub wczesnoszkolnej</w:t>
            </w:r>
            <w:r w:rsidR="0044013C" w:rsidRPr="00440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7468B6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02DE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35464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D7109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8A4BDD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885E94" w14:textId="77777777" w:rsidTr="00923D7D">
        <w:tc>
          <w:tcPr>
            <w:tcW w:w="9639" w:type="dxa"/>
          </w:tcPr>
          <w:p w14:paraId="7314798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375B5FB" w14:textId="77777777" w:rsidTr="00923D7D">
        <w:tc>
          <w:tcPr>
            <w:tcW w:w="9639" w:type="dxa"/>
          </w:tcPr>
          <w:p w14:paraId="51A148E1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Przypomnienie podstawowych pojęć związanych z teorią teatru. Geneza teatru.</w:t>
            </w:r>
          </w:p>
        </w:tc>
      </w:tr>
      <w:tr w:rsidR="00362B87" w:rsidRPr="009C54AE" w14:paraId="537DAB53" w14:textId="77777777" w:rsidTr="00923D7D">
        <w:tc>
          <w:tcPr>
            <w:tcW w:w="9639" w:type="dxa"/>
          </w:tcPr>
          <w:p w14:paraId="45D33AA5" w14:textId="77777777" w:rsidR="00362B87" w:rsidRPr="009C54AE" w:rsidRDefault="00362B87" w:rsidP="00362B8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Składniki sztuki teatralnej</w:t>
            </w:r>
            <w:r w:rsidRPr="00362B87">
              <w:rPr>
                <w:rFonts w:ascii="Corbel" w:hAnsi="Corbel"/>
                <w:sz w:val="24"/>
                <w:szCs w:val="24"/>
              </w:rPr>
              <w:t>. Podstawowe zagadnienia związane z warsztatem aktora.</w:t>
            </w:r>
          </w:p>
        </w:tc>
      </w:tr>
      <w:tr w:rsidR="00362B87" w:rsidRPr="009C54AE" w14:paraId="1F72FAD1" w14:textId="77777777" w:rsidTr="00923D7D">
        <w:tc>
          <w:tcPr>
            <w:tcW w:w="9639" w:type="dxa"/>
          </w:tcPr>
          <w:p w14:paraId="172271C3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Dziecko w teatrze jako widz i wykonawca</w:t>
            </w:r>
          </w:p>
        </w:tc>
      </w:tr>
      <w:tr w:rsidR="00362B87" w:rsidRPr="009C54AE" w14:paraId="1F1A6049" w14:textId="77777777" w:rsidTr="00923D7D">
        <w:tc>
          <w:tcPr>
            <w:tcW w:w="9639" w:type="dxa"/>
          </w:tcPr>
          <w:p w14:paraId="190CE784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Drama w edukacji i wychowaniu dziecka</w:t>
            </w:r>
          </w:p>
        </w:tc>
      </w:tr>
      <w:tr w:rsidR="00362B87" w:rsidRPr="009C54AE" w14:paraId="7EB24434" w14:textId="77777777" w:rsidTr="00923D7D">
        <w:tc>
          <w:tcPr>
            <w:tcW w:w="9639" w:type="dxa"/>
          </w:tcPr>
          <w:p w14:paraId="51ECA63D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 xml:space="preserve">Inscenizacja jako forma pracy w przedszkolu. Folklor dziecięcy i jego wykorzystanie w pracy </w:t>
            </w:r>
            <w:proofErr w:type="spellStart"/>
            <w:r w:rsidRPr="00362B87">
              <w:rPr>
                <w:rFonts w:ascii="Corbel" w:hAnsi="Corbel"/>
                <w:sz w:val="24"/>
                <w:szCs w:val="24"/>
              </w:rPr>
              <w:t>paratetralnej</w:t>
            </w:r>
            <w:proofErr w:type="spellEnd"/>
            <w:r w:rsidRPr="00362B87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2B87">
              <w:rPr>
                <w:rFonts w:ascii="Corbel" w:hAnsi="Corbel"/>
                <w:sz w:val="24"/>
                <w:szCs w:val="24"/>
              </w:rPr>
              <w:t>dzieckiem</w:t>
            </w:r>
          </w:p>
        </w:tc>
      </w:tr>
      <w:tr w:rsidR="00362B87" w:rsidRPr="009C54AE" w14:paraId="59533465" w14:textId="77777777" w:rsidTr="00923D7D">
        <w:tc>
          <w:tcPr>
            <w:tcW w:w="9639" w:type="dxa"/>
          </w:tcPr>
          <w:p w14:paraId="17EF7B20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Próba napisania autorskiego scenariusza inscenizacji teatralnej.</w:t>
            </w:r>
          </w:p>
        </w:tc>
      </w:tr>
      <w:tr w:rsidR="00362B87" w:rsidRPr="009C54AE" w14:paraId="77ADB01A" w14:textId="77777777" w:rsidTr="00923D7D">
        <w:tc>
          <w:tcPr>
            <w:tcW w:w="9639" w:type="dxa"/>
          </w:tcPr>
          <w:p w14:paraId="680DE240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Przygotowanie autorskiej inscenizacji (praca grupowa).</w:t>
            </w:r>
          </w:p>
        </w:tc>
      </w:tr>
      <w:tr w:rsidR="0085747A" w:rsidRPr="009C54AE" w14:paraId="71D012EB" w14:textId="77777777" w:rsidTr="00923D7D">
        <w:tc>
          <w:tcPr>
            <w:tcW w:w="9639" w:type="dxa"/>
          </w:tcPr>
          <w:p w14:paraId="5D49C324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Omówienie prac projektowych.</w:t>
            </w:r>
          </w:p>
        </w:tc>
      </w:tr>
    </w:tbl>
    <w:p w14:paraId="5672AF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B8B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277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2ED93" w14:textId="77777777" w:rsidR="00E960BB" w:rsidRDefault="00362B87" w:rsidP="00D220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Praca w grupach, przekład </w:t>
      </w:r>
      <w:proofErr w:type="spellStart"/>
      <w:r>
        <w:rPr>
          <w:rFonts w:ascii="Corbel" w:hAnsi="Corbel"/>
          <w:b w:val="0"/>
          <w:smallCaps w:val="0"/>
          <w:szCs w:val="24"/>
        </w:rPr>
        <w:t>intersemiotyczny</w:t>
      </w:r>
      <w:proofErr w:type="spellEnd"/>
    </w:p>
    <w:p w14:paraId="5270FF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0EC4C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59EFF9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BF6D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DCF7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59AE108" w14:textId="77777777" w:rsidTr="00C05F44">
        <w:tc>
          <w:tcPr>
            <w:tcW w:w="1985" w:type="dxa"/>
            <w:vAlign w:val="center"/>
          </w:tcPr>
          <w:p w14:paraId="21063C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4EA3A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EE905B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8E668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0F3E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2B87" w:rsidRPr="009C54AE" w14:paraId="49208CC6" w14:textId="77777777" w:rsidTr="00C05F44">
        <w:tc>
          <w:tcPr>
            <w:tcW w:w="1985" w:type="dxa"/>
          </w:tcPr>
          <w:p w14:paraId="21B7B538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FAFD97F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3837A0CC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74FEA1A4" w14:textId="77777777" w:rsidTr="00C05F44">
        <w:tc>
          <w:tcPr>
            <w:tcW w:w="1985" w:type="dxa"/>
          </w:tcPr>
          <w:p w14:paraId="00C55988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E08627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2B64195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20EB7201" w14:textId="77777777" w:rsidTr="00C05F44">
        <w:tc>
          <w:tcPr>
            <w:tcW w:w="1985" w:type="dxa"/>
          </w:tcPr>
          <w:p w14:paraId="678C1516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411E302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D3E7A6D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523FBD1F" w14:textId="77777777" w:rsidTr="00C05F44">
        <w:tc>
          <w:tcPr>
            <w:tcW w:w="1985" w:type="dxa"/>
          </w:tcPr>
          <w:p w14:paraId="03815201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33A856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CDB905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4C8FA161" w14:textId="77777777" w:rsidTr="00C05F44">
        <w:tc>
          <w:tcPr>
            <w:tcW w:w="1985" w:type="dxa"/>
          </w:tcPr>
          <w:p w14:paraId="724732F6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7B0C5E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7B96358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3D2EE8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9922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CB945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9F845B" w14:textId="77777777" w:rsidTr="00923D7D">
        <w:tc>
          <w:tcPr>
            <w:tcW w:w="9670" w:type="dxa"/>
          </w:tcPr>
          <w:p w14:paraId="390652B4" w14:textId="24CCBA42" w:rsidR="0085747A" w:rsidRPr="009C54AE" w:rsidRDefault="005C7E8A" w:rsidP="005C7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62B87" w:rsidRPr="00362B87">
              <w:rPr>
                <w:rFonts w:ascii="Corbel" w:hAnsi="Corbel"/>
                <w:b w:val="0"/>
                <w:smallCaps w:val="0"/>
                <w:szCs w:val="24"/>
              </w:rPr>
              <w:t>ktywność na ćwiczeniach,</w:t>
            </w:r>
            <w:r w:rsidR="00362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2B87" w:rsidRPr="00362B87">
              <w:rPr>
                <w:rFonts w:ascii="Corbel" w:hAnsi="Corbel"/>
                <w:b w:val="0"/>
                <w:smallCaps w:val="0"/>
                <w:szCs w:val="24"/>
              </w:rPr>
              <w:t>pozytywny stopień z przygotowania autorskiego scenariusza spektaklu,</w:t>
            </w:r>
            <w:r w:rsidR="00D2205A">
              <w:rPr>
                <w:rFonts w:ascii="Corbel" w:hAnsi="Corbel"/>
                <w:b w:val="0"/>
                <w:smallCaps w:val="0"/>
                <w:szCs w:val="24"/>
              </w:rPr>
              <w:t xml:space="preserve"> u</w:t>
            </w:r>
            <w:r w:rsidR="00362B87" w:rsidRPr="00362B87">
              <w:rPr>
                <w:rFonts w:ascii="Corbel" w:hAnsi="Corbel"/>
                <w:b w:val="0"/>
                <w:smallCaps w:val="0"/>
                <w:szCs w:val="24"/>
              </w:rPr>
              <w:t>dział w spektaklu (praca grupowa)</w:t>
            </w:r>
            <w:r w:rsidR="00D2205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CA55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EF3B7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CA62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7CB9C4" w14:textId="77777777" w:rsidTr="003E1941">
        <w:tc>
          <w:tcPr>
            <w:tcW w:w="4962" w:type="dxa"/>
            <w:vAlign w:val="center"/>
          </w:tcPr>
          <w:p w14:paraId="7131FA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5C5D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8D1F49" w14:textId="77777777" w:rsidTr="00923D7D">
        <w:tc>
          <w:tcPr>
            <w:tcW w:w="4962" w:type="dxa"/>
          </w:tcPr>
          <w:p w14:paraId="42EF771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B93E04" w14:textId="77777777" w:rsidR="0085747A" w:rsidRPr="009C54AE" w:rsidRDefault="006363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1C1EA27" w14:textId="77777777" w:rsidTr="00923D7D">
        <w:tc>
          <w:tcPr>
            <w:tcW w:w="4962" w:type="dxa"/>
          </w:tcPr>
          <w:p w14:paraId="78F5E2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FF1E12" w14:textId="1647C6E3" w:rsidR="00C61DC5" w:rsidRPr="009C54AE" w:rsidRDefault="00C92E02" w:rsidP="00C92E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315CCC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04CFBF" w14:textId="77777777" w:rsidTr="00923D7D">
        <w:tc>
          <w:tcPr>
            <w:tcW w:w="4962" w:type="dxa"/>
          </w:tcPr>
          <w:p w14:paraId="6740D7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990519" w14:textId="77777777" w:rsidR="00C61DC5" w:rsidRPr="009C54AE" w:rsidRDefault="00C61DC5" w:rsidP="00D220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D2205A">
              <w:rPr>
                <w:rFonts w:ascii="Corbel" w:hAnsi="Corbel"/>
                <w:sz w:val="24"/>
                <w:szCs w:val="24"/>
              </w:rPr>
              <w:t>scenariusza, opracowanie projektu kostiumów i dekoracji do spektaklu i przygotowanie ich</w:t>
            </w:r>
          </w:p>
        </w:tc>
        <w:tc>
          <w:tcPr>
            <w:tcW w:w="4677" w:type="dxa"/>
          </w:tcPr>
          <w:p w14:paraId="32656C9F" w14:textId="77777777" w:rsidR="00C61DC5" w:rsidRPr="009C54AE" w:rsidRDefault="006363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14:paraId="54DEE599" w14:textId="77777777" w:rsidTr="00923D7D">
        <w:tc>
          <w:tcPr>
            <w:tcW w:w="4962" w:type="dxa"/>
          </w:tcPr>
          <w:p w14:paraId="6BA2D7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27F495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2132A92" w14:textId="77777777" w:rsidTr="00923D7D">
        <w:tc>
          <w:tcPr>
            <w:tcW w:w="4962" w:type="dxa"/>
          </w:tcPr>
          <w:p w14:paraId="061B06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E3DFF2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54EC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0EF11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3B1E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90DE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22E92A" w14:textId="77777777" w:rsidTr="0071620A">
        <w:trPr>
          <w:trHeight w:val="397"/>
        </w:trPr>
        <w:tc>
          <w:tcPr>
            <w:tcW w:w="3544" w:type="dxa"/>
          </w:tcPr>
          <w:p w14:paraId="45A140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315F53" w14:textId="79940C87" w:rsidR="0085747A" w:rsidRPr="009C54AE" w:rsidRDefault="005C7E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</w:t>
            </w:r>
          </w:p>
        </w:tc>
      </w:tr>
      <w:tr w:rsidR="0085747A" w:rsidRPr="009C54AE" w14:paraId="777178CC" w14:textId="77777777" w:rsidTr="0071620A">
        <w:trPr>
          <w:trHeight w:val="397"/>
        </w:trPr>
        <w:tc>
          <w:tcPr>
            <w:tcW w:w="3544" w:type="dxa"/>
          </w:tcPr>
          <w:p w14:paraId="3957CD52" w14:textId="7915AC2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6C8D31" w14:textId="7E511DE2" w:rsidR="0085747A" w:rsidRPr="009C54AE" w:rsidRDefault="005C7E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</w:t>
            </w:r>
          </w:p>
        </w:tc>
      </w:tr>
    </w:tbl>
    <w:p w14:paraId="57342EC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F489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B3A86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9703B6" w14:textId="77777777" w:rsidTr="0071620A">
        <w:trPr>
          <w:trHeight w:val="397"/>
        </w:trPr>
        <w:tc>
          <w:tcPr>
            <w:tcW w:w="7513" w:type="dxa"/>
          </w:tcPr>
          <w:p w14:paraId="1F59C5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EFD45A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Balme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nauki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78B266D2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Hausbrandt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wiedzy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1982.</w:t>
            </w:r>
          </w:p>
          <w:p w14:paraId="6F1F763B" w14:textId="40A378DC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Lasota I., </w:t>
            </w:r>
            <w:proofErr w:type="spellStart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Tespis-ek</w:t>
            </w:r>
            <w:proofErr w:type="spellEnd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</w:t>
            </w:r>
            <w:r w:rsidR="005C7E8A"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szkole,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czyli jak i po co bawić się z dziećmi w teatr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2007.</w:t>
            </w:r>
          </w:p>
          <w:p w14:paraId="25079DA9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spotkań dziecka i dorosłego w sztuce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zbiorowa pod red. M. Tyszkowej i B. Żurakowskiego, Warszawa Poznań 1986.</w:t>
            </w:r>
          </w:p>
          <w:p w14:paraId="30382959" w14:textId="77777777" w:rsidR="005F64E1" w:rsidRPr="009C54AE" w:rsidRDefault="005F64E1" w:rsidP="005F6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Siedlecki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Sekrety techniki aktorskie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j, Rzeszów 2007.</w:t>
            </w:r>
          </w:p>
        </w:tc>
      </w:tr>
      <w:tr w:rsidR="0085747A" w:rsidRPr="009C54AE" w14:paraId="5ABFCE5B" w14:textId="77777777" w:rsidTr="0071620A">
        <w:trPr>
          <w:trHeight w:val="397"/>
        </w:trPr>
        <w:tc>
          <w:tcPr>
            <w:tcW w:w="7513" w:type="dxa"/>
          </w:tcPr>
          <w:p w14:paraId="3D7648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DD347F8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Bielańska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Teatr, który leczy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2002.</w:t>
            </w:r>
          </w:p>
          <w:p w14:paraId="2D7CE616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Kudliński T.,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teatromana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1985</w:t>
            </w:r>
          </w:p>
          <w:p w14:paraId="2B93B089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Nicoll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teatru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1977.</w:t>
            </w:r>
          </w:p>
          <w:p w14:paraId="5BE849B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A. M., Szymczak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„…z fantazją i humorem…” – czyli teatr w szkole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2004.</w:t>
            </w:r>
          </w:p>
          <w:p w14:paraId="7961CCEB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Way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Drama w wychowaniu dzieci i młodzieży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14:paraId="37FF5DD7" w14:textId="77777777" w:rsidR="005F64E1" w:rsidRPr="009C54AE" w:rsidRDefault="005F64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B5C5D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74A1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AF0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FAA0D" w14:textId="77777777" w:rsidR="00506B99" w:rsidRDefault="00506B99" w:rsidP="00C16ABF">
      <w:pPr>
        <w:spacing w:after="0" w:line="240" w:lineRule="auto"/>
      </w:pPr>
      <w:r>
        <w:separator/>
      </w:r>
    </w:p>
  </w:endnote>
  <w:endnote w:type="continuationSeparator" w:id="0">
    <w:p w14:paraId="1483C92E" w14:textId="77777777" w:rsidR="00506B99" w:rsidRDefault="00506B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BFFE4" w14:textId="77777777" w:rsidR="00506B99" w:rsidRDefault="00506B99" w:rsidP="00C16ABF">
      <w:pPr>
        <w:spacing w:after="0" w:line="240" w:lineRule="auto"/>
      </w:pPr>
      <w:r>
        <w:separator/>
      </w:r>
    </w:p>
  </w:footnote>
  <w:footnote w:type="continuationSeparator" w:id="0">
    <w:p w14:paraId="37148FC0" w14:textId="77777777" w:rsidR="00506B99" w:rsidRDefault="00506B99" w:rsidP="00C16ABF">
      <w:pPr>
        <w:spacing w:after="0" w:line="240" w:lineRule="auto"/>
      </w:pPr>
      <w:r>
        <w:continuationSeparator/>
      </w:r>
    </w:p>
  </w:footnote>
  <w:footnote w:id="1">
    <w:p w14:paraId="0A0B93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573"/>
    <w:rsid w:val="00015B8F"/>
    <w:rsid w:val="00022ECE"/>
    <w:rsid w:val="00042A51"/>
    <w:rsid w:val="00042D2E"/>
    <w:rsid w:val="00044C82"/>
    <w:rsid w:val="0004502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F8E"/>
    <w:rsid w:val="001D657B"/>
    <w:rsid w:val="001D7B54"/>
    <w:rsid w:val="001D7E7B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B87"/>
    <w:rsid w:val="00363DC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3C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D7C"/>
    <w:rsid w:val="004968E2"/>
    <w:rsid w:val="004A3EEA"/>
    <w:rsid w:val="004A4D1F"/>
    <w:rsid w:val="004D5282"/>
    <w:rsid w:val="004F1551"/>
    <w:rsid w:val="004F55A3"/>
    <w:rsid w:val="0050496F"/>
    <w:rsid w:val="00506B99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E8A"/>
    <w:rsid w:val="005E6E85"/>
    <w:rsid w:val="005F31D2"/>
    <w:rsid w:val="005F64E1"/>
    <w:rsid w:val="0061029B"/>
    <w:rsid w:val="00617230"/>
    <w:rsid w:val="00621CE1"/>
    <w:rsid w:val="00627FC9"/>
    <w:rsid w:val="006363C9"/>
    <w:rsid w:val="00647FA8"/>
    <w:rsid w:val="00650C5F"/>
    <w:rsid w:val="00654934"/>
    <w:rsid w:val="006620D9"/>
    <w:rsid w:val="00671958"/>
    <w:rsid w:val="00675843"/>
    <w:rsid w:val="0067646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3A52"/>
    <w:rsid w:val="008C0CC0"/>
    <w:rsid w:val="008C19A9"/>
    <w:rsid w:val="008C379D"/>
    <w:rsid w:val="008C5147"/>
    <w:rsid w:val="008C5359"/>
    <w:rsid w:val="008C5363"/>
    <w:rsid w:val="008D3DFB"/>
    <w:rsid w:val="008E4088"/>
    <w:rsid w:val="008E64F4"/>
    <w:rsid w:val="008F12C9"/>
    <w:rsid w:val="008F6E29"/>
    <w:rsid w:val="00912DD0"/>
    <w:rsid w:val="00916188"/>
    <w:rsid w:val="00923D7D"/>
    <w:rsid w:val="009345E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A4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BE5"/>
    <w:rsid w:val="00BD3869"/>
    <w:rsid w:val="00BD66E9"/>
    <w:rsid w:val="00BD6FF4"/>
    <w:rsid w:val="00BE4E6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02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205A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97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97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9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0A50C-E9E6-4C20-B14B-F9B65229D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2019-10-23T14:29:00Z</dcterms:created>
  <dcterms:modified xsi:type="dcterms:W3CDTF">2021-01-21T07:03:00Z</dcterms:modified>
</cp:coreProperties>
</file>