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1906CD" w:rsidRDefault="006E5D65" w:rsidP="009C54AE">
      <w:pPr>
        <w:spacing w:line="240" w:lineRule="auto"/>
        <w:rPr>
          <w:rFonts w:ascii="Corbel" w:hAnsi="Corbel"/>
          <w:bCs/>
          <w:i/>
          <w:color w:val="1F497D"/>
          <w:sz w:val="20"/>
          <w:szCs w:val="20"/>
        </w:rPr>
      </w:pPr>
    </w:p>
    <w:p w:rsidR="0085747A" w:rsidRPr="001906C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906CD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1906C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906C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906CD">
        <w:rPr>
          <w:rFonts w:ascii="Corbel" w:hAnsi="Corbel"/>
          <w:b/>
          <w:smallCaps/>
          <w:sz w:val="24"/>
          <w:szCs w:val="24"/>
        </w:rPr>
        <w:t xml:space="preserve"> </w:t>
      </w:r>
      <w:r w:rsidR="00EB2AC8">
        <w:rPr>
          <w:rFonts w:ascii="Corbel" w:hAnsi="Corbel"/>
          <w:i/>
          <w:smallCaps/>
          <w:sz w:val="24"/>
          <w:szCs w:val="24"/>
        </w:rPr>
        <w:t>2016/2017-201</w:t>
      </w:r>
      <w:r w:rsidR="00292D08">
        <w:rPr>
          <w:rFonts w:ascii="Corbel" w:hAnsi="Corbel"/>
          <w:i/>
          <w:smallCaps/>
          <w:sz w:val="24"/>
          <w:szCs w:val="24"/>
        </w:rPr>
        <w:t>8</w:t>
      </w:r>
      <w:r w:rsidR="00EB2AC8">
        <w:rPr>
          <w:rFonts w:ascii="Corbel" w:hAnsi="Corbel"/>
          <w:i/>
          <w:smallCaps/>
          <w:sz w:val="24"/>
          <w:szCs w:val="24"/>
        </w:rPr>
        <w:t>/201</w:t>
      </w:r>
      <w:r w:rsidR="00292D08">
        <w:rPr>
          <w:rFonts w:ascii="Corbel" w:hAnsi="Corbel"/>
          <w:i/>
          <w:smallCaps/>
          <w:sz w:val="24"/>
          <w:szCs w:val="24"/>
        </w:rPr>
        <w:t>9</w:t>
      </w:r>
      <w:bookmarkStart w:id="0" w:name="_GoBack"/>
      <w:bookmarkEnd w:id="0"/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1906C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1906CD">
        <w:rPr>
          <w:rFonts w:ascii="Corbel" w:hAnsi="Corbel"/>
          <w:i/>
          <w:sz w:val="20"/>
          <w:szCs w:val="20"/>
        </w:rPr>
        <w:t>(skrajne daty</w:t>
      </w:r>
      <w:r w:rsidR="0085747A" w:rsidRPr="001906CD">
        <w:rPr>
          <w:rFonts w:ascii="Corbel" w:hAnsi="Corbel"/>
          <w:sz w:val="20"/>
          <w:szCs w:val="20"/>
        </w:rPr>
        <w:t>)</w:t>
      </w:r>
    </w:p>
    <w:p w:rsidR="00950A9A" w:rsidRPr="001906CD" w:rsidRDefault="00950A9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:rsidR="0085747A" w:rsidRPr="001906C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906CD">
        <w:rPr>
          <w:rFonts w:ascii="Corbel" w:hAnsi="Corbel"/>
          <w:szCs w:val="24"/>
        </w:rPr>
        <w:t xml:space="preserve">1. </w:t>
      </w:r>
      <w:r w:rsidR="0085747A" w:rsidRPr="001906CD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14DDA" w:rsidRPr="001906CD" w:rsidTr="00414DDA">
        <w:tc>
          <w:tcPr>
            <w:tcW w:w="2694" w:type="dxa"/>
            <w:vAlign w:val="center"/>
          </w:tcPr>
          <w:p w:rsidR="00414DDA" w:rsidRPr="001906CD" w:rsidRDefault="00414DDA" w:rsidP="00414D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414DDA" w:rsidRPr="001906CD" w:rsidRDefault="00414DDA" w:rsidP="004F24F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sz w:val="24"/>
                <w:szCs w:val="24"/>
              </w:rPr>
              <w:t>Ekonometria</w:t>
            </w:r>
          </w:p>
        </w:tc>
      </w:tr>
      <w:tr w:rsidR="00414DDA" w:rsidRPr="001906CD" w:rsidTr="00414DDA">
        <w:tc>
          <w:tcPr>
            <w:tcW w:w="2694" w:type="dxa"/>
            <w:vAlign w:val="center"/>
          </w:tcPr>
          <w:p w:rsidR="00414DDA" w:rsidRPr="001906CD" w:rsidRDefault="00414DDA" w:rsidP="00414D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414DDA" w:rsidRPr="001906CD" w:rsidRDefault="00414DDA" w:rsidP="004F24F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sz w:val="24"/>
                <w:szCs w:val="24"/>
              </w:rPr>
              <w:t>E/I/A.5</w:t>
            </w:r>
          </w:p>
        </w:tc>
      </w:tr>
      <w:tr w:rsidR="00414DDA" w:rsidRPr="001906CD" w:rsidTr="00414DDA">
        <w:tc>
          <w:tcPr>
            <w:tcW w:w="2694" w:type="dxa"/>
            <w:vAlign w:val="center"/>
          </w:tcPr>
          <w:p w:rsidR="00414DDA" w:rsidRPr="001906CD" w:rsidRDefault="00414DDA" w:rsidP="00414DD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414DDA" w:rsidRPr="001906CD" w:rsidRDefault="00414DDA" w:rsidP="004F24F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Ekonomii</w:t>
            </w:r>
          </w:p>
        </w:tc>
      </w:tr>
      <w:tr w:rsidR="00414DDA" w:rsidRPr="001906CD" w:rsidTr="00414DDA">
        <w:tc>
          <w:tcPr>
            <w:tcW w:w="2694" w:type="dxa"/>
            <w:vAlign w:val="center"/>
          </w:tcPr>
          <w:p w:rsidR="00414DDA" w:rsidRPr="001906CD" w:rsidRDefault="00414DDA" w:rsidP="00414D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14DDA" w:rsidRPr="001906CD" w:rsidRDefault="00414DDA" w:rsidP="004F24F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color w:val="auto"/>
                <w:sz w:val="24"/>
                <w:szCs w:val="24"/>
              </w:rPr>
              <w:t>Katedra Metod Ilościowych i Informatyki Gospodarczej</w:t>
            </w:r>
          </w:p>
        </w:tc>
      </w:tr>
      <w:tr w:rsidR="00414DDA" w:rsidRPr="001906CD" w:rsidTr="00414DDA">
        <w:tc>
          <w:tcPr>
            <w:tcW w:w="2694" w:type="dxa"/>
            <w:vAlign w:val="center"/>
          </w:tcPr>
          <w:p w:rsidR="00414DDA" w:rsidRPr="001906CD" w:rsidRDefault="00414DDA" w:rsidP="00414D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14DDA" w:rsidRPr="001906CD" w:rsidRDefault="00E47853" w:rsidP="004F24F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14DDA" w:rsidRPr="001906CD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14DDA" w:rsidRPr="001906CD" w:rsidTr="00414DDA">
        <w:tc>
          <w:tcPr>
            <w:tcW w:w="2694" w:type="dxa"/>
            <w:vAlign w:val="center"/>
          </w:tcPr>
          <w:p w:rsidR="00414DDA" w:rsidRPr="001906CD" w:rsidRDefault="00414DDA" w:rsidP="00414D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414DDA" w:rsidRPr="001906CD" w:rsidRDefault="00414DDA" w:rsidP="004F24F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color w:val="auto"/>
                <w:sz w:val="24"/>
                <w:szCs w:val="24"/>
              </w:rPr>
              <w:t>I stopnia</w:t>
            </w:r>
          </w:p>
        </w:tc>
      </w:tr>
      <w:tr w:rsidR="00414DDA" w:rsidRPr="001906CD" w:rsidTr="00414DDA">
        <w:tc>
          <w:tcPr>
            <w:tcW w:w="2694" w:type="dxa"/>
            <w:vAlign w:val="center"/>
          </w:tcPr>
          <w:p w:rsidR="00414DDA" w:rsidRPr="001906CD" w:rsidRDefault="00414DDA" w:rsidP="00414D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14DDA" w:rsidRPr="001906CD" w:rsidRDefault="00414DDA" w:rsidP="004F24F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414DDA" w:rsidRPr="001906CD" w:rsidTr="00414DDA">
        <w:tc>
          <w:tcPr>
            <w:tcW w:w="2694" w:type="dxa"/>
            <w:vAlign w:val="center"/>
          </w:tcPr>
          <w:p w:rsidR="00414DDA" w:rsidRPr="001906CD" w:rsidRDefault="00414DDA" w:rsidP="00414D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14DDA" w:rsidRPr="001906CD" w:rsidRDefault="00950A9A" w:rsidP="004F24F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844AF9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14DDA" w:rsidRPr="001906CD" w:rsidTr="00414DDA">
        <w:tc>
          <w:tcPr>
            <w:tcW w:w="2694" w:type="dxa"/>
            <w:vAlign w:val="center"/>
          </w:tcPr>
          <w:p w:rsidR="00414DDA" w:rsidRPr="001906CD" w:rsidRDefault="00414DDA" w:rsidP="00414D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414DDA" w:rsidRPr="001906CD" w:rsidRDefault="00414DDA" w:rsidP="004F24F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414DDA" w:rsidRPr="001906CD" w:rsidTr="00414DDA">
        <w:tc>
          <w:tcPr>
            <w:tcW w:w="2694" w:type="dxa"/>
            <w:vAlign w:val="center"/>
          </w:tcPr>
          <w:p w:rsidR="00414DDA" w:rsidRPr="001906CD" w:rsidRDefault="00414DDA" w:rsidP="00414D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14DDA" w:rsidRPr="001906CD" w:rsidRDefault="00414DDA" w:rsidP="004F24F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color w:val="auto"/>
                <w:sz w:val="24"/>
                <w:szCs w:val="24"/>
              </w:rPr>
              <w:t>podstawowy</w:t>
            </w:r>
          </w:p>
        </w:tc>
      </w:tr>
      <w:tr w:rsidR="00923D7D" w:rsidRPr="001906CD" w:rsidTr="00414DDA">
        <w:tc>
          <w:tcPr>
            <w:tcW w:w="2694" w:type="dxa"/>
            <w:vAlign w:val="center"/>
          </w:tcPr>
          <w:p w:rsidR="00923D7D" w:rsidRPr="001906C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1906CD" w:rsidRDefault="00414DDA" w:rsidP="004F24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14DDA" w:rsidRPr="001906CD" w:rsidTr="00414DDA">
        <w:tc>
          <w:tcPr>
            <w:tcW w:w="2694" w:type="dxa"/>
            <w:vAlign w:val="center"/>
          </w:tcPr>
          <w:p w:rsidR="00414DDA" w:rsidRPr="001906CD" w:rsidRDefault="00414DDA" w:rsidP="00414D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14DDA" w:rsidRPr="001906CD" w:rsidRDefault="00414DDA" w:rsidP="004F24F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Marek Cierpiał-Wolan</w:t>
            </w:r>
          </w:p>
        </w:tc>
      </w:tr>
      <w:tr w:rsidR="00414DDA" w:rsidRPr="001906CD" w:rsidTr="00414DDA">
        <w:tc>
          <w:tcPr>
            <w:tcW w:w="2694" w:type="dxa"/>
            <w:vAlign w:val="center"/>
          </w:tcPr>
          <w:p w:rsidR="00414DDA" w:rsidRPr="001906CD" w:rsidRDefault="00414DDA" w:rsidP="00414D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14DDA" w:rsidRPr="001906CD" w:rsidRDefault="00414DDA" w:rsidP="004F24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dr Marek Cierpiał-Wolan </w:t>
            </w:r>
          </w:p>
          <w:p w:rsidR="00414DDA" w:rsidRPr="001906CD" w:rsidRDefault="00414DDA" w:rsidP="004F24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dr inż. Dorota Jankowska </w:t>
            </w:r>
          </w:p>
          <w:p w:rsidR="00414DDA" w:rsidRPr="001906CD" w:rsidRDefault="00414DDA" w:rsidP="004F24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dr inż. Agnieszka Majka </w:t>
            </w:r>
          </w:p>
          <w:p w:rsidR="00414DDA" w:rsidRDefault="00414DDA" w:rsidP="004F24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dr Małgorzata Stec</w:t>
            </w:r>
          </w:p>
          <w:p w:rsidR="00A75352" w:rsidRPr="001906CD" w:rsidRDefault="00A75352" w:rsidP="004F24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 Jolanta Wojnar</w:t>
            </w:r>
          </w:p>
        </w:tc>
      </w:tr>
    </w:tbl>
    <w:p w:rsidR="0085747A" w:rsidRPr="001906C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906CD">
        <w:rPr>
          <w:rFonts w:ascii="Corbel" w:hAnsi="Corbel"/>
          <w:sz w:val="24"/>
          <w:szCs w:val="24"/>
        </w:rPr>
        <w:t xml:space="preserve">* </w:t>
      </w:r>
      <w:r w:rsidRPr="001906CD">
        <w:rPr>
          <w:rFonts w:ascii="Corbel" w:hAnsi="Corbel"/>
          <w:i/>
          <w:sz w:val="24"/>
          <w:szCs w:val="24"/>
        </w:rPr>
        <w:t xml:space="preserve">- </w:t>
      </w:r>
      <w:r w:rsidRPr="001906CD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3E1941" w:rsidRPr="001906CD">
        <w:rPr>
          <w:rFonts w:ascii="Corbel" w:hAnsi="Corbel"/>
          <w:b w:val="0"/>
          <w:i/>
          <w:sz w:val="24"/>
          <w:szCs w:val="24"/>
        </w:rPr>
        <w:t>Wydziale</w:t>
      </w:r>
    </w:p>
    <w:p w:rsidR="0085747A" w:rsidRPr="001906C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906CD">
        <w:rPr>
          <w:rFonts w:ascii="Corbel" w:hAnsi="Corbel"/>
          <w:sz w:val="24"/>
          <w:szCs w:val="24"/>
        </w:rPr>
        <w:t>1.</w:t>
      </w:r>
      <w:r w:rsidR="00E22FBC" w:rsidRPr="001906CD">
        <w:rPr>
          <w:rFonts w:ascii="Corbel" w:hAnsi="Corbel"/>
          <w:sz w:val="24"/>
          <w:szCs w:val="24"/>
        </w:rPr>
        <w:t>1</w:t>
      </w:r>
      <w:r w:rsidRPr="001906C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1906C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1906CD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906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06CD">
              <w:rPr>
                <w:rFonts w:ascii="Corbel" w:hAnsi="Corbel"/>
                <w:szCs w:val="24"/>
              </w:rPr>
              <w:t>Semestr</w:t>
            </w:r>
          </w:p>
          <w:p w:rsidR="00015B8F" w:rsidRPr="001906C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06CD">
              <w:rPr>
                <w:rFonts w:ascii="Corbel" w:hAnsi="Corbel"/>
                <w:szCs w:val="24"/>
              </w:rPr>
              <w:t>(</w:t>
            </w:r>
            <w:r w:rsidR="00363F78" w:rsidRPr="001906C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906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06C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906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06C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906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06C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906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06C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906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06C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906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06C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906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06C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906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06C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906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906CD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1906CD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906CD" w:rsidRDefault="005664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906CD" w:rsidRDefault="00950A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906CD" w:rsidRDefault="00950A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906C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906C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906C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906C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906C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906C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906CD" w:rsidRDefault="00844A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1906C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1906C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1906C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906CD">
        <w:rPr>
          <w:rFonts w:ascii="Corbel" w:hAnsi="Corbel"/>
          <w:smallCaps w:val="0"/>
          <w:szCs w:val="24"/>
        </w:rPr>
        <w:t>1.</w:t>
      </w:r>
      <w:r w:rsidR="00E22FBC" w:rsidRPr="001906CD">
        <w:rPr>
          <w:rFonts w:ascii="Corbel" w:hAnsi="Corbel"/>
          <w:smallCaps w:val="0"/>
          <w:szCs w:val="24"/>
        </w:rPr>
        <w:t>2</w:t>
      </w:r>
      <w:r w:rsidR="00F83B28" w:rsidRPr="001906CD">
        <w:rPr>
          <w:rFonts w:ascii="Corbel" w:hAnsi="Corbel"/>
          <w:smallCaps w:val="0"/>
          <w:szCs w:val="24"/>
        </w:rPr>
        <w:t>.</w:t>
      </w:r>
      <w:r w:rsidR="00F83B28" w:rsidRPr="001906CD">
        <w:rPr>
          <w:rFonts w:ascii="Corbel" w:hAnsi="Corbel"/>
          <w:smallCaps w:val="0"/>
          <w:szCs w:val="24"/>
        </w:rPr>
        <w:tab/>
      </w:r>
      <w:r w:rsidRPr="001906CD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906C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906CD">
        <w:rPr>
          <w:rFonts w:ascii="Segoe UI Symbol" w:eastAsia="MS Gothic" w:hAnsi="Segoe UI Symbol" w:cs="Segoe UI Symbol"/>
          <w:b w:val="0"/>
          <w:szCs w:val="24"/>
          <w:highlight w:val="black"/>
        </w:rPr>
        <w:t>☐</w:t>
      </w:r>
      <w:r w:rsidRPr="001906C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1906C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906CD">
        <w:rPr>
          <w:rFonts w:ascii="Segoe UI Symbol" w:eastAsia="MS Gothic" w:hAnsi="Segoe UI Symbol" w:cs="Segoe UI Symbol"/>
          <w:b w:val="0"/>
          <w:szCs w:val="24"/>
        </w:rPr>
        <w:t>☐</w:t>
      </w:r>
      <w:r w:rsidRPr="001906C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1906C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906CD">
        <w:rPr>
          <w:rFonts w:ascii="Corbel" w:hAnsi="Corbel"/>
          <w:smallCaps w:val="0"/>
          <w:szCs w:val="24"/>
        </w:rPr>
        <w:t xml:space="preserve">1.3 </w:t>
      </w:r>
      <w:r w:rsidR="00F83B28" w:rsidRPr="001906CD">
        <w:rPr>
          <w:rFonts w:ascii="Corbel" w:hAnsi="Corbel"/>
          <w:smallCaps w:val="0"/>
          <w:szCs w:val="24"/>
        </w:rPr>
        <w:tab/>
      </w:r>
      <w:r w:rsidRPr="001906CD">
        <w:rPr>
          <w:rFonts w:ascii="Corbel" w:hAnsi="Corbel"/>
          <w:smallCaps w:val="0"/>
          <w:szCs w:val="24"/>
        </w:rPr>
        <w:t xml:space="preserve">Forma zaliczenia przedmiotu /modułu (z toku) </w:t>
      </w:r>
      <w:r w:rsidRPr="001906C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A75352" w:rsidRPr="001906CD" w:rsidRDefault="00A7535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A75352" w:rsidRPr="001906CD" w:rsidRDefault="00E47853" w:rsidP="00A7535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:rsidR="0085747A" w:rsidRPr="001906C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906CD">
        <w:rPr>
          <w:rFonts w:ascii="Corbel" w:hAnsi="Corbel"/>
          <w:szCs w:val="24"/>
        </w:rPr>
        <w:lastRenderedPageBreak/>
        <w:t xml:space="preserve">2.Wymagania wstępne </w:t>
      </w:r>
    </w:p>
    <w:p w:rsidR="00923D7D" w:rsidRPr="001906CD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906CD" w:rsidTr="00745302">
        <w:tc>
          <w:tcPr>
            <w:tcW w:w="9670" w:type="dxa"/>
          </w:tcPr>
          <w:p w:rsidR="0085747A" w:rsidRPr="001906CD" w:rsidRDefault="00325BAF" w:rsidP="004F24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przedmiotów: matematyka, statystyka opisowa, mikroekonomia, makroekonomia wskazujące na posiadanie pod</w:t>
            </w:r>
            <w:r w:rsid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stawowej wiedzy matematycznej i </w:t>
            </w: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ekonomicznej</w:t>
            </w:r>
            <w:r w:rsidR="004471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Pr="001906C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906C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906CD">
        <w:rPr>
          <w:rFonts w:ascii="Corbel" w:hAnsi="Corbel"/>
          <w:szCs w:val="24"/>
        </w:rPr>
        <w:t>3.</w:t>
      </w:r>
      <w:r w:rsidR="0085747A" w:rsidRPr="001906CD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Pr="001906C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906C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906CD">
        <w:rPr>
          <w:rFonts w:ascii="Corbel" w:hAnsi="Corbel"/>
          <w:sz w:val="24"/>
          <w:szCs w:val="24"/>
        </w:rPr>
        <w:t xml:space="preserve">3.1 </w:t>
      </w:r>
      <w:r w:rsidR="0085747A" w:rsidRPr="001906CD">
        <w:rPr>
          <w:rFonts w:ascii="Corbel" w:hAnsi="Corbel"/>
          <w:sz w:val="24"/>
          <w:szCs w:val="24"/>
        </w:rPr>
        <w:t xml:space="preserve">Cele przedmiotu/modułu </w:t>
      </w:r>
    </w:p>
    <w:p w:rsidR="00F83B28" w:rsidRPr="001906C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1906CD" w:rsidTr="00325BAF">
        <w:tc>
          <w:tcPr>
            <w:tcW w:w="843" w:type="dxa"/>
            <w:vAlign w:val="center"/>
          </w:tcPr>
          <w:p w:rsidR="0085747A" w:rsidRPr="001906C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1906CD" w:rsidRDefault="00325BAF" w:rsidP="004F24F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sz w:val="24"/>
                <w:szCs w:val="24"/>
              </w:rPr>
              <w:t>Zapoznanie studentów z podstawowymi metodami estymacji oraz wstępnej weryfikacji liniowych i nieliniowych modeli ekonometrycznych wraz z ich praktycznym wykorzystaniem.</w:t>
            </w:r>
          </w:p>
        </w:tc>
      </w:tr>
    </w:tbl>
    <w:p w:rsidR="0085747A" w:rsidRPr="001906C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1906C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906CD">
        <w:rPr>
          <w:rFonts w:ascii="Corbel" w:hAnsi="Corbel"/>
          <w:b/>
          <w:sz w:val="24"/>
          <w:szCs w:val="24"/>
        </w:rPr>
        <w:t xml:space="preserve">3.2 </w:t>
      </w:r>
      <w:r w:rsidR="001D7B54" w:rsidRPr="001906CD">
        <w:rPr>
          <w:rFonts w:ascii="Corbel" w:hAnsi="Corbel"/>
          <w:b/>
          <w:sz w:val="24"/>
          <w:szCs w:val="24"/>
        </w:rPr>
        <w:t>Efekty kształcenia dla przedmiotu/ modułu</w:t>
      </w:r>
      <w:r w:rsidR="001D7B54" w:rsidRPr="001906CD">
        <w:rPr>
          <w:rFonts w:ascii="Corbel" w:hAnsi="Corbel"/>
          <w:sz w:val="24"/>
          <w:szCs w:val="24"/>
        </w:rPr>
        <w:t xml:space="preserve"> ( </w:t>
      </w:r>
      <w:r w:rsidR="001D7B54" w:rsidRPr="001906CD">
        <w:rPr>
          <w:rFonts w:ascii="Corbel" w:hAnsi="Corbel"/>
          <w:i/>
          <w:sz w:val="24"/>
          <w:szCs w:val="24"/>
        </w:rPr>
        <w:t>wypełnia koordynator</w:t>
      </w:r>
      <w:r w:rsidR="001D7B54" w:rsidRPr="001906CD">
        <w:rPr>
          <w:rFonts w:ascii="Corbel" w:hAnsi="Corbel"/>
          <w:sz w:val="24"/>
          <w:szCs w:val="24"/>
        </w:rPr>
        <w:t>)</w:t>
      </w:r>
    </w:p>
    <w:p w:rsidR="001D7B54" w:rsidRPr="001906C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0"/>
        <w:gridCol w:w="5965"/>
        <w:gridCol w:w="1865"/>
      </w:tblGrid>
      <w:tr w:rsidR="0085747A" w:rsidRPr="001906CD" w:rsidTr="00325BAF">
        <w:tc>
          <w:tcPr>
            <w:tcW w:w="1690" w:type="dxa"/>
            <w:vAlign w:val="center"/>
          </w:tcPr>
          <w:p w:rsidR="0085747A" w:rsidRPr="001906C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06CD">
              <w:rPr>
                <w:rFonts w:ascii="Corbel" w:hAnsi="Corbel"/>
                <w:smallCaps w:val="0"/>
                <w:szCs w:val="24"/>
              </w:rPr>
              <w:t>EK</w:t>
            </w:r>
            <w:r w:rsidR="00E4785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1906CD">
              <w:rPr>
                <w:rFonts w:ascii="Corbel" w:hAnsi="Corbel"/>
                <w:b w:val="0"/>
                <w:smallCaps w:val="0"/>
                <w:szCs w:val="24"/>
              </w:rPr>
              <w:t>efekt kształcenia)</w:t>
            </w:r>
          </w:p>
        </w:tc>
        <w:tc>
          <w:tcPr>
            <w:tcW w:w="5965" w:type="dxa"/>
            <w:vAlign w:val="center"/>
          </w:tcPr>
          <w:p w:rsidR="0085747A" w:rsidRPr="001906C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65" w:type="dxa"/>
            <w:vAlign w:val="center"/>
          </w:tcPr>
          <w:p w:rsidR="0085747A" w:rsidRPr="001906C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906CD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325BAF" w:rsidRPr="001906CD" w:rsidTr="00325BAF">
        <w:tc>
          <w:tcPr>
            <w:tcW w:w="1690" w:type="dxa"/>
          </w:tcPr>
          <w:p w:rsidR="00325BAF" w:rsidRPr="001906CD" w:rsidRDefault="00325BAF" w:rsidP="00325B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906C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AF" w:rsidRPr="001906CD" w:rsidRDefault="00325BAF" w:rsidP="004F24FB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Posiada wiedzę na temat jednorównaniowych liniowych modeli ekonometrycznych . Rozpoznaje zależności nieliniowe, wie w jakich sytuacjach należy je zastosować.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AF" w:rsidRPr="001906CD" w:rsidRDefault="00325BAF" w:rsidP="0087467F">
            <w:pPr>
              <w:pStyle w:val="Default"/>
              <w:spacing w:line="276" w:lineRule="auto"/>
              <w:jc w:val="both"/>
              <w:rPr>
                <w:rFonts w:ascii="Corbel" w:hAnsi="Corbel" w:cs="Times New Roman"/>
              </w:rPr>
            </w:pPr>
            <w:r w:rsidRPr="001906CD">
              <w:rPr>
                <w:rFonts w:ascii="Corbel" w:hAnsi="Corbel" w:cs="Times New Roman"/>
              </w:rPr>
              <w:t xml:space="preserve">K_W08 </w:t>
            </w:r>
          </w:p>
          <w:p w:rsidR="00325BAF" w:rsidRPr="001906CD" w:rsidRDefault="00325BAF" w:rsidP="0087467F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zCs w:val="24"/>
              </w:rPr>
            </w:pPr>
          </w:p>
        </w:tc>
      </w:tr>
      <w:tr w:rsidR="00325BAF" w:rsidRPr="001906CD" w:rsidTr="00325BAF">
        <w:tc>
          <w:tcPr>
            <w:tcW w:w="1690" w:type="dxa"/>
          </w:tcPr>
          <w:p w:rsidR="00325BAF" w:rsidRPr="001906CD" w:rsidRDefault="00325BAF" w:rsidP="00325B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AF" w:rsidRPr="001906CD" w:rsidRDefault="00325BAF" w:rsidP="004F24FB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Umie dokonać doboru zmiennych objaśniających oraz estymacji parametrów strukturalnych modelu z jedną i dwoma zmiennymi objaśniającymi oraz ich  weryfikacji.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AF" w:rsidRPr="001906CD" w:rsidRDefault="00325BAF" w:rsidP="0087467F">
            <w:pPr>
              <w:pStyle w:val="Default"/>
              <w:spacing w:line="276" w:lineRule="auto"/>
              <w:jc w:val="both"/>
              <w:rPr>
                <w:rFonts w:ascii="Corbel" w:hAnsi="Corbel" w:cs="Times New Roman"/>
              </w:rPr>
            </w:pPr>
            <w:r w:rsidRPr="001906CD">
              <w:rPr>
                <w:rFonts w:ascii="Corbel" w:hAnsi="Corbel" w:cs="Times New Roman"/>
              </w:rPr>
              <w:t xml:space="preserve">K_U05 </w:t>
            </w:r>
          </w:p>
          <w:p w:rsidR="00325BAF" w:rsidRPr="001906CD" w:rsidRDefault="00325BAF" w:rsidP="0087467F">
            <w:pPr>
              <w:pStyle w:val="Default"/>
              <w:spacing w:line="276" w:lineRule="auto"/>
              <w:jc w:val="both"/>
              <w:rPr>
                <w:rFonts w:ascii="Corbel" w:hAnsi="Corbel" w:cs="Times New Roman"/>
              </w:rPr>
            </w:pPr>
            <w:r w:rsidRPr="001906CD">
              <w:rPr>
                <w:rFonts w:ascii="Corbel" w:hAnsi="Corbel" w:cs="Times New Roman"/>
              </w:rPr>
              <w:t xml:space="preserve">K_U09 </w:t>
            </w:r>
          </w:p>
          <w:p w:rsidR="00325BAF" w:rsidRPr="001906CD" w:rsidRDefault="00325BAF" w:rsidP="00E47853">
            <w:pPr>
              <w:pStyle w:val="Default"/>
              <w:spacing w:line="276" w:lineRule="auto"/>
              <w:jc w:val="both"/>
              <w:rPr>
                <w:rFonts w:ascii="Corbel" w:hAnsi="Corbel"/>
                <w:b/>
              </w:rPr>
            </w:pPr>
            <w:r w:rsidRPr="001906CD">
              <w:rPr>
                <w:rFonts w:ascii="Corbel" w:hAnsi="Corbel" w:cs="Times New Roman"/>
              </w:rPr>
              <w:t xml:space="preserve">K_U15 </w:t>
            </w:r>
          </w:p>
        </w:tc>
      </w:tr>
      <w:tr w:rsidR="00325BAF" w:rsidRPr="001906CD" w:rsidTr="00325BAF">
        <w:tc>
          <w:tcPr>
            <w:tcW w:w="1690" w:type="dxa"/>
          </w:tcPr>
          <w:p w:rsidR="00325BAF" w:rsidRPr="001906CD" w:rsidRDefault="00325BAF" w:rsidP="00325BAF">
            <w:pPr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AF" w:rsidRPr="001906CD" w:rsidRDefault="00325BAF" w:rsidP="004F24FB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Umie dokonać estymacji parametrów strukturalnych funkcji </w:t>
            </w:r>
            <w:r w:rsidR="00A75352">
              <w:rPr>
                <w:rFonts w:ascii="Corbel" w:hAnsi="Corbel"/>
                <w:sz w:val="24"/>
                <w:szCs w:val="24"/>
              </w:rPr>
              <w:t>nieliniowych</w:t>
            </w:r>
            <w:r w:rsidRPr="001906C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AF" w:rsidRPr="001906CD" w:rsidRDefault="00325BAF" w:rsidP="0087467F">
            <w:pPr>
              <w:pStyle w:val="Default"/>
              <w:spacing w:line="276" w:lineRule="auto"/>
              <w:jc w:val="both"/>
              <w:rPr>
                <w:rFonts w:ascii="Corbel" w:hAnsi="Corbel" w:cs="Times New Roman"/>
              </w:rPr>
            </w:pPr>
            <w:r w:rsidRPr="001906CD">
              <w:rPr>
                <w:rFonts w:ascii="Corbel" w:hAnsi="Corbel" w:cs="Times New Roman"/>
              </w:rPr>
              <w:t xml:space="preserve">K_U05 </w:t>
            </w:r>
          </w:p>
          <w:p w:rsidR="00325BAF" w:rsidRPr="001906CD" w:rsidRDefault="00325BAF" w:rsidP="0087467F">
            <w:pPr>
              <w:pStyle w:val="Default"/>
              <w:spacing w:line="276" w:lineRule="auto"/>
              <w:jc w:val="both"/>
              <w:rPr>
                <w:rFonts w:ascii="Corbel" w:hAnsi="Corbel" w:cs="Times New Roman"/>
              </w:rPr>
            </w:pPr>
            <w:r w:rsidRPr="001906CD">
              <w:rPr>
                <w:rFonts w:ascii="Corbel" w:hAnsi="Corbel" w:cs="Times New Roman"/>
              </w:rPr>
              <w:t xml:space="preserve">K_U09 </w:t>
            </w:r>
          </w:p>
          <w:p w:rsidR="00325BAF" w:rsidRPr="001906CD" w:rsidRDefault="00325BAF" w:rsidP="0087467F">
            <w:pPr>
              <w:pStyle w:val="Default"/>
              <w:spacing w:line="276" w:lineRule="auto"/>
              <w:jc w:val="both"/>
              <w:rPr>
                <w:rFonts w:ascii="Corbel" w:hAnsi="Corbel" w:cs="Times New Roman"/>
              </w:rPr>
            </w:pPr>
            <w:r w:rsidRPr="001906CD">
              <w:rPr>
                <w:rFonts w:ascii="Corbel" w:hAnsi="Corbel" w:cs="Times New Roman"/>
              </w:rPr>
              <w:t xml:space="preserve">K_U15 </w:t>
            </w:r>
          </w:p>
        </w:tc>
      </w:tr>
      <w:tr w:rsidR="00325BAF" w:rsidRPr="001906CD" w:rsidTr="00325BAF">
        <w:tc>
          <w:tcPr>
            <w:tcW w:w="1690" w:type="dxa"/>
          </w:tcPr>
          <w:p w:rsidR="00325BAF" w:rsidRPr="001906CD" w:rsidRDefault="00325BAF" w:rsidP="00325BAF">
            <w:pPr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AF" w:rsidRPr="001906CD" w:rsidRDefault="00325BAF" w:rsidP="004F24FB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Rozumie walory stosowania metod ilościowych oraz modelowania ekonometrycznego przy przeprowadzaniu różnorakich analiz społeczno-gospodarczych i rozumie potrzebę dalszego kształcenia.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AF" w:rsidRPr="001906CD" w:rsidRDefault="00325BAF" w:rsidP="0087467F">
            <w:pPr>
              <w:pStyle w:val="Default"/>
              <w:spacing w:line="276" w:lineRule="auto"/>
              <w:jc w:val="both"/>
              <w:rPr>
                <w:rFonts w:ascii="Corbel" w:hAnsi="Corbel" w:cs="Times New Roman"/>
              </w:rPr>
            </w:pPr>
            <w:r w:rsidRPr="001906CD">
              <w:rPr>
                <w:rFonts w:ascii="Corbel" w:hAnsi="Corbel" w:cs="Times New Roman"/>
              </w:rPr>
              <w:t xml:space="preserve">K_K02 </w:t>
            </w:r>
          </w:p>
          <w:p w:rsidR="00325BAF" w:rsidRPr="001906CD" w:rsidRDefault="00325BAF" w:rsidP="0087467F">
            <w:pPr>
              <w:pStyle w:val="Default"/>
              <w:spacing w:line="276" w:lineRule="auto"/>
              <w:jc w:val="both"/>
              <w:rPr>
                <w:rFonts w:ascii="Corbel" w:hAnsi="Corbel" w:cs="Times New Roman"/>
              </w:rPr>
            </w:pPr>
            <w:r w:rsidRPr="001906CD">
              <w:rPr>
                <w:rFonts w:ascii="Corbel" w:hAnsi="Corbel" w:cs="Times New Roman"/>
              </w:rPr>
              <w:t xml:space="preserve">K_K07 </w:t>
            </w:r>
          </w:p>
        </w:tc>
      </w:tr>
    </w:tbl>
    <w:p w:rsidR="0085747A" w:rsidRPr="001906C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906C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906CD">
        <w:rPr>
          <w:rFonts w:ascii="Corbel" w:hAnsi="Corbel"/>
          <w:b/>
          <w:sz w:val="24"/>
          <w:szCs w:val="24"/>
        </w:rPr>
        <w:t>3.3</w:t>
      </w:r>
      <w:r w:rsidR="001D7B54" w:rsidRPr="001906CD">
        <w:rPr>
          <w:rFonts w:ascii="Corbel" w:hAnsi="Corbel"/>
          <w:b/>
          <w:sz w:val="24"/>
          <w:szCs w:val="24"/>
        </w:rPr>
        <w:t xml:space="preserve"> </w:t>
      </w:r>
      <w:r w:rsidR="0085747A" w:rsidRPr="001906CD">
        <w:rPr>
          <w:rFonts w:ascii="Corbel" w:hAnsi="Corbel"/>
          <w:b/>
          <w:sz w:val="24"/>
          <w:szCs w:val="24"/>
        </w:rPr>
        <w:t>T</w:t>
      </w:r>
      <w:r w:rsidR="001D7B54" w:rsidRPr="001906CD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1906CD">
        <w:rPr>
          <w:rFonts w:ascii="Corbel" w:hAnsi="Corbel"/>
          <w:sz w:val="24"/>
          <w:szCs w:val="24"/>
        </w:rPr>
        <w:t>(</w:t>
      </w:r>
      <w:r w:rsidR="001D7B54" w:rsidRPr="001906CD">
        <w:rPr>
          <w:rFonts w:ascii="Corbel" w:hAnsi="Corbel"/>
          <w:i/>
          <w:sz w:val="24"/>
          <w:szCs w:val="24"/>
        </w:rPr>
        <w:t>wypełnia koordynator)</w:t>
      </w:r>
    </w:p>
    <w:p w:rsidR="0085747A" w:rsidRPr="001906C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906CD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1906C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906CD" w:rsidTr="00325BAF">
        <w:tc>
          <w:tcPr>
            <w:tcW w:w="9520" w:type="dxa"/>
          </w:tcPr>
          <w:p w:rsidR="0085747A" w:rsidRPr="001906C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25BAF" w:rsidRPr="001906CD" w:rsidTr="00325BAF">
        <w:tc>
          <w:tcPr>
            <w:tcW w:w="9520" w:type="dxa"/>
          </w:tcPr>
          <w:p w:rsidR="00325BAF" w:rsidRPr="001906CD" w:rsidRDefault="00325BAF" w:rsidP="004F24F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Wprowadzenie do przedmiotu: ogólnie o konieczności ilościowego ujmowania relacji między zjawiskami społeczno-gospodarczymi; modelowanie ekonometryczne – cechy modelu ekonometrycznego, rodzaje modeli ekonometrycznych, etapy konstrukcji modelu ekonometrycznego, cele i funkcje modeli ekonometrycznych.</w:t>
            </w:r>
          </w:p>
        </w:tc>
      </w:tr>
      <w:tr w:rsidR="00325BAF" w:rsidRPr="001906CD" w:rsidTr="00325BAF">
        <w:tc>
          <w:tcPr>
            <w:tcW w:w="9520" w:type="dxa"/>
          </w:tcPr>
          <w:p w:rsidR="00325BAF" w:rsidRPr="001906CD" w:rsidRDefault="00325BAF" w:rsidP="004F2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liniowych, jednorównaniowych modeli ekonometrycznych:</w:t>
            </w:r>
          </w:p>
          <w:p w:rsidR="00325BAF" w:rsidRPr="001906CD" w:rsidRDefault="00325BAF" w:rsidP="004F24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metody doboru postaci analitycznej modelu; metody doboru optymalnej kombinacji zmiennych objaśniających do modelu liniowego; estymacja parametrów strukturalnych modelu (MNK); estymacja parametrów struktury stochastycznej liniowej funkcji regresji prostej oraz liniowej funkcji trendu; estymacja standardowych błędów ocen parametrów </w:t>
            </w:r>
            <w:r w:rsidRPr="001906CD">
              <w:rPr>
                <w:rFonts w:ascii="Corbel" w:hAnsi="Corbel"/>
                <w:sz w:val="24"/>
                <w:szCs w:val="24"/>
              </w:rPr>
              <w:lastRenderedPageBreak/>
              <w:t>strukturalnych modeli liniowych – macierz wariancji i kowariancji ocen parametrów strukturalnych.</w:t>
            </w:r>
          </w:p>
        </w:tc>
      </w:tr>
      <w:tr w:rsidR="00325BAF" w:rsidRPr="001906CD" w:rsidTr="00325BAF">
        <w:tc>
          <w:tcPr>
            <w:tcW w:w="9520" w:type="dxa"/>
          </w:tcPr>
          <w:p w:rsidR="00325BAF" w:rsidRPr="001906CD" w:rsidRDefault="00325BAF" w:rsidP="004F2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lastRenderedPageBreak/>
              <w:t>Weryfikacja modeli liniowych: test istotności parametrów strukturalnych; miary dopasowania modelu do danych empirycznych, testowanie wybranych własności rozkładu reszt.</w:t>
            </w:r>
          </w:p>
        </w:tc>
      </w:tr>
      <w:tr w:rsidR="00325BAF" w:rsidRPr="001906CD" w:rsidTr="00325BAF">
        <w:tc>
          <w:tcPr>
            <w:tcW w:w="9520" w:type="dxa"/>
          </w:tcPr>
          <w:p w:rsidR="00325BAF" w:rsidRPr="001906CD" w:rsidRDefault="00325BAF" w:rsidP="004F2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906CD">
              <w:rPr>
                <w:rFonts w:ascii="Corbel" w:hAnsi="Corbel"/>
                <w:color w:val="000000" w:themeColor="text1"/>
                <w:sz w:val="24"/>
                <w:szCs w:val="24"/>
              </w:rPr>
              <w:t>Estymacja parametrów strukturalnych wybranych postaci nieliniowych modeli ekonometrycznych z jedną zmienną objaśniającą.</w:t>
            </w:r>
          </w:p>
        </w:tc>
      </w:tr>
      <w:tr w:rsidR="00325BAF" w:rsidRPr="001906CD" w:rsidTr="00325BAF">
        <w:tc>
          <w:tcPr>
            <w:tcW w:w="9520" w:type="dxa"/>
          </w:tcPr>
          <w:p w:rsidR="00325BAF" w:rsidRPr="001906CD" w:rsidRDefault="00325BAF" w:rsidP="004F2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Ekonometryczna analiza szeregów czasowych: </w:t>
            </w:r>
          </w:p>
          <w:p w:rsidR="00325BAF" w:rsidRPr="001906CD" w:rsidRDefault="00325BAF" w:rsidP="004F24FB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metody wyodrębniania tendencji rozwojowej zjawisk w czasie - metoda mechaniczna (średnich ruchomych), metoda analityczna – za pomocą funkcji trendu; estymacja parametrów strukturalnych liniowego modelu tendencji rozwojowej za pomocą metody najmniejszych kwadratów (MNK).</w:t>
            </w:r>
          </w:p>
        </w:tc>
      </w:tr>
    </w:tbl>
    <w:p w:rsidR="0085747A" w:rsidRPr="001906C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4785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47853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906CD" w:rsidTr="00325BAF">
        <w:tc>
          <w:tcPr>
            <w:tcW w:w="9520" w:type="dxa"/>
          </w:tcPr>
          <w:p w:rsidR="0085747A" w:rsidRPr="001906C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25BAF" w:rsidRPr="001906CD" w:rsidTr="00325BAF">
        <w:tc>
          <w:tcPr>
            <w:tcW w:w="9520" w:type="dxa"/>
          </w:tcPr>
          <w:p w:rsidR="00325BAF" w:rsidRPr="001906CD" w:rsidRDefault="00325BAF" w:rsidP="004F24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Dobór optymalnej kombinacji zmiennych objaśniających do liniowego modelu ekonometrycznego.</w:t>
            </w:r>
          </w:p>
        </w:tc>
      </w:tr>
      <w:tr w:rsidR="00325BAF" w:rsidRPr="001906CD" w:rsidTr="00325BAF">
        <w:tc>
          <w:tcPr>
            <w:tcW w:w="9520" w:type="dxa"/>
          </w:tcPr>
          <w:p w:rsidR="00325BAF" w:rsidRPr="001906CD" w:rsidRDefault="00325BAF" w:rsidP="004F24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parametrów strukturalnych liniowej funkcji regresji z jedną zmienną objaśniającą za pomocą MNK z wykorzystaniem algorytmu macierzowego. Interpretacja merytoryczna.</w:t>
            </w:r>
          </w:p>
        </w:tc>
      </w:tr>
      <w:tr w:rsidR="00325BAF" w:rsidRPr="001906CD" w:rsidTr="00325BAF">
        <w:tc>
          <w:tcPr>
            <w:tcW w:w="9520" w:type="dxa"/>
          </w:tcPr>
          <w:p w:rsidR="00325BAF" w:rsidRPr="001906CD" w:rsidRDefault="00325BAF" w:rsidP="004F24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parametrów strukturalnych liniowej funkcji regresji z dwiema zmiennymi objaśniającymi za pomocą MNK z wykorzystaniem algorytmu macierzowego. Interpretacja merytoryczna.</w:t>
            </w:r>
          </w:p>
        </w:tc>
      </w:tr>
      <w:tr w:rsidR="00325BAF" w:rsidRPr="001906CD" w:rsidTr="00325BAF">
        <w:tc>
          <w:tcPr>
            <w:tcW w:w="9520" w:type="dxa"/>
          </w:tcPr>
          <w:p w:rsidR="00325BAF" w:rsidRPr="001906CD" w:rsidRDefault="00325BAF" w:rsidP="004F24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parametrów strukturalnych liniowej</w:t>
            </w:r>
            <w:r w:rsidR="00A75352">
              <w:rPr>
                <w:rFonts w:ascii="Corbel" w:hAnsi="Corbel"/>
                <w:sz w:val="24"/>
                <w:szCs w:val="24"/>
              </w:rPr>
              <w:t xml:space="preserve"> funkcji trendu za pomocą MNK z </w:t>
            </w:r>
            <w:r w:rsidRPr="001906CD">
              <w:rPr>
                <w:rFonts w:ascii="Corbel" w:hAnsi="Corbel"/>
                <w:sz w:val="24"/>
                <w:szCs w:val="24"/>
              </w:rPr>
              <w:t>wykorzystaniem algorytmu macierzowego. Interpretacja merytoryczna.</w:t>
            </w:r>
          </w:p>
        </w:tc>
      </w:tr>
      <w:tr w:rsidR="00325BAF" w:rsidRPr="001906CD" w:rsidTr="00325BAF">
        <w:tc>
          <w:tcPr>
            <w:tcW w:w="9520" w:type="dxa"/>
          </w:tcPr>
          <w:p w:rsidR="00325BAF" w:rsidRPr="001906CD" w:rsidRDefault="00325BAF" w:rsidP="004F24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Weryfikacja liniowych funkcji regresji (z jedną i dwiema zmiennymi objaśniającymi) oraz funkcji trendu.</w:t>
            </w:r>
          </w:p>
        </w:tc>
      </w:tr>
      <w:tr w:rsidR="00325BAF" w:rsidRPr="001906CD" w:rsidTr="00325BAF">
        <w:tc>
          <w:tcPr>
            <w:tcW w:w="9520" w:type="dxa"/>
          </w:tcPr>
          <w:p w:rsidR="00325BAF" w:rsidRPr="001906CD" w:rsidRDefault="00325BAF" w:rsidP="004F24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Wyodrębnianie wahań sezonowych za pomocą wskaźników sezonowości. Konstrukcja modelu wahań w czasie. Interpretacja merytoryczna.</w:t>
            </w:r>
          </w:p>
        </w:tc>
      </w:tr>
      <w:tr w:rsidR="00325BAF" w:rsidRPr="001906CD" w:rsidTr="00325BAF">
        <w:tc>
          <w:tcPr>
            <w:tcW w:w="9520" w:type="dxa"/>
          </w:tcPr>
          <w:p w:rsidR="00325BAF" w:rsidRPr="001906CD" w:rsidRDefault="00325BAF" w:rsidP="004F24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Szacowanie i merytoryczna interpretacja funkcji trendu seg</w:t>
            </w:r>
            <w:r w:rsidR="00A75352">
              <w:rPr>
                <w:rFonts w:ascii="Corbel" w:hAnsi="Corbel"/>
                <w:sz w:val="24"/>
                <w:szCs w:val="24"/>
              </w:rPr>
              <w:t>mentowego, trendu pełzającego z </w:t>
            </w:r>
            <w:r w:rsidRPr="001906CD">
              <w:rPr>
                <w:rFonts w:ascii="Corbel" w:hAnsi="Corbel"/>
                <w:sz w:val="24"/>
                <w:szCs w:val="24"/>
              </w:rPr>
              <w:t>wagami harmonicznymi oraz trendów jednoimiennych okresów.</w:t>
            </w:r>
          </w:p>
        </w:tc>
      </w:tr>
      <w:tr w:rsidR="00325BAF" w:rsidRPr="001906CD" w:rsidTr="00325BAF">
        <w:tc>
          <w:tcPr>
            <w:tcW w:w="9520" w:type="dxa"/>
          </w:tcPr>
          <w:p w:rsidR="00325BAF" w:rsidRPr="001906CD" w:rsidRDefault="00325BAF" w:rsidP="004F24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Szacowanie parametrów strukturalnych wybranych postaci nieliniowych modeli ekonometrycznych.</w:t>
            </w:r>
          </w:p>
        </w:tc>
      </w:tr>
    </w:tbl>
    <w:p w:rsidR="0085747A" w:rsidRPr="001906C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906C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906CD">
        <w:rPr>
          <w:rFonts w:ascii="Corbel" w:hAnsi="Corbel"/>
          <w:smallCaps w:val="0"/>
          <w:szCs w:val="24"/>
        </w:rPr>
        <w:t>3.4 Metody dydaktyczne</w:t>
      </w:r>
      <w:r w:rsidRPr="001906CD">
        <w:rPr>
          <w:rFonts w:ascii="Corbel" w:hAnsi="Corbel"/>
          <w:b w:val="0"/>
          <w:smallCaps w:val="0"/>
          <w:szCs w:val="24"/>
        </w:rPr>
        <w:t xml:space="preserve"> </w:t>
      </w:r>
    </w:p>
    <w:p w:rsidR="001906CD" w:rsidRPr="001906CD" w:rsidRDefault="001906CD" w:rsidP="006B050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906CD">
        <w:rPr>
          <w:rFonts w:ascii="Corbel" w:hAnsi="Corbel"/>
          <w:b w:val="0"/>
          <w:smallCaps w:val="0"/>
          <w:szCs w:val="24"/>
        </w:rPr>
        <w:t>Wykład z prezentacją multimedialną.</w:t>
      </w:r>
    </w:p>
    <w:p w:rsidR="0085747A" w:rsidRDefault="001906CD" w:rsidP="004F24F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906CD">
        <w:rPr>
          <w:rFonts w:ascii="Corbel" w:hAnsi="Corbel"/>
          <w:b w:val="0"/>
          <w:smallCaps w:val="0"/>
          <w:szCs w:val="24"/>
        </w:rPr>
        <w:t>Ćwiczenia audytoryjne obejmujące: rozwiązywanie zadań, anali</w:t>
      </w:r>
      <w:r>
        <w:rPr>
          <w:rFonts w:ascii="Corbel" w:hAnsi="Corbel"/>
          <w:b w:val="0"/>
          <w:smallCaps w:val="0"/>
          <w:szCs w:val="24"/>
        </w:rPr>
        <w:t>zę przypadków, pracę w grupie i </w:t>
      </w:r>
      <w:r w:rsidR="00A75352">
        <w:rPr>
          <w:rFonts w:ascii="Corbel" w:hAnsi="Corbel"/>
          <w:b w:val="0"/>
          <w:smallCaps w:val="0"/>
          <w:szCs w:val="24"/>
        </w:rPr>
        <w:t>dyskusja, projekt</w:t>
      </w:r>
      <w:r w:rsidRPr="001906CD">
        <w:rPr>
          <w:rFonts w:ascii="Corbel" w:hAnsi="Corbel"/>
          <w:b w:val="0"/>
          <w:smallCaps w:val="0"/>
          <w:szCs w:val="24"/>
        </w:rPr>
        <w:t>.</w:t>
      </w:r>
    </w:p>
    <w:p w:rsidR="001906CD" w:rsidRPr="001906CD" w:rsidRDefault="001906CD" w:rsidP="004F24F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85747A" w:rsidRPr="001906C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906CD">
        <w:rPr>
          <w:rFonts w:ascii="Corbel" w:hAnsi="Corbel"/>
          <w:smallCaps w:val="0"/>
          <w:szCs w:val="24"/>
        </w:rPr>
        <w:t xml:space="preserve">4. </w:t>
      </w:r>
      <w:r w:rsidR="0085747A" w:rsidRPr="001906CD">
        <w:rPr>
          <w:rFonts w:ascii="Corbel" w:hAnsi="Corbel"/>
          <w:smallCaps w:val="0"/>
          <w:szCs w:val="24"/>
        </w:rPr>
        <w:t>METODY I KRYTERIA OCENY</w:t>
      </w:r>
      <w:r w:rsidR="009F4610" w:rsidRPr="001906CD">
        <w:rPr>
          <w:rFonts w:ascii="Corbel" w:hAnsi="Corbel"/>
          <w:smallCaps w:val="0"/>
          <w:szCs w:val="24"/>
        </w:rPr>
        <w:t xml:space="preserve"> </w:t>
      </w:r>
    </w:p>
    <w:p w:rsidR="0085747A" w:rsidRPr="001906C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906CD">
        <w:rPr>
          <w:rFonts w:ascii="Corbel" w:hAnsi="Corbel"/>
          <w:smallCaps w:val="0"/>
          <w:szCs w:val="24"/>
        </w:rPr>
        <w:t>4.1 Sposoby weryfikacji efektów kształcenia</w:t>
      </w:r>
    </w:p>
    <w:p w:rsidR="0085747A" w:rsidRPr="001906C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1906CD" w:rsidTr="00325BAF">
        <w:tc>
          <w:tcPr>
            <w:tcW w:w="2377" w:type="dxa"/>
            <w:vAlign w:val="center"/>
          </w:tcPr>
          <w:p w:rsidR="0085747A" w:rsidRPr="001906C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:rsidR="0085747A" w:rsidRPr="001906C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85747A" w:rsidRPr="001906C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:rsidR="00923D7D" w:rsidRPr="001906C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1906C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131F9" w:rsidRPr="001906CD" w:rsidTr="00325BAF">
        <w:tc>
          <w:tcPr>
            <w:tcW w:w="2377" w:type="dxa"/>
          </w:tcPr>
          <w:p w:rsidR="003131F9" w:rsidRPr="001906CD" w:rsidRDefault="004F24FB" w:rsidP="003131F9">
            <w:pPr>
              <w:pStyle w:val="Punktygwne"/>
              <w:spacing w:before="0" w:after="0" w:line="31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3131F9" w:rsidRPr="001906CD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F9" w:rsidRPr="003131F9" w:rsidRDefault="003131F9" w:rsidP="004F24FB">
            <w:pPr>
              <w:spacing w:after="0" w:line="240" w:lineRule="auto"/>
              <w:rPr>
                <w:rFonts w:ascii="Corbel" w:hAnsi="Corbel"/>
                <w:b/>
                <w:i/>
                <w:strike/>
                <w:sz w:val="24"/>
                <w:szCs w:val="24"/>
              </w:rPr>
            </w:pPr>
            <w:r w:rsidRPr="003131F9">
              <w:rPr>
                <w:rFonts w:ascii="Corbel" w:hAnsi="Corbel"/>
                <w:sz w:val="24"/>
                <w:szCs w:val="24"/>
              </w:rPr>
              <w:t>egzamin pisemny</w:t>
            </w:r>
            <w:r w:rsidRPr="003131F9">
              <w:rPr>
                <w:rFonts w:ascii="Corbel" w:hAnsi="Corbel"/>
                <w:b/>
                <w:smallCaps/>
                <w:sz w:val="24"/>
                <w:szCs w:val="24"/>
              </w:rPr>
              <w:t xml:space="preserve">, </w:t>
            </w:r>
            <w:r w:rsidRPr="003131F9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F9" w:rsidRPr="001906CD" w:rsidRDefault="003131F9" w:rsidP="00E47853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3131F9" w:rsidRPr="001906CD" w:rsidTr="00325BAF">
        <w:tc>
          <w:tcPr>
            <w:tcW w:w="2377" w:type="dxa"/>
          </w:tcPr>
          <w:p w:rsidR="003131F9" w:rsidRPr="001906CD" w:rsidRDefault="004F24FB" w:rsidP="003131F9">
            <w:pPr>
              <w:pStyle w:val="Punktygwne"/>
              <w:spacing w:before="0" w:after="0" w:line="31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3131F9" w:rsidRPr="001906CD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F9" w:rsidRPr="003131F9" w:rsidRDefault="003131F9" w:rsidP="004F24F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131F9">
              <w:rPr>
                <w:rFonts w:ascii="Corbel" w:hAnsi="Corbel"/>
                <w:sz w:val="24"/>
                <w:szCs w:val="24"/>
              </w:rPr>
              <w:t>egzamin pisemny</w:t>
            </w:r>
            <w:r w:rsidRPr="003131F9">
              <w:rPr>
                <w:rFonts w:ascii="Corbel" w:hAnsi="Corbel"/>
                <w:b/>
                <w:smallCaps/>
                <w:sz w:val="24"/>
                <w:szCs w:val="24"/>
              </w:rPr>
              <w:t xml:space="preserve">, </w:t>
            </w:r>
            <w:r w:rsidRPr="003131F9">
              <w:rPr>
                <w:rFonts w:ascii="Corbel" w:hAnsi="Corbel"/>
                <w:sz w:val="24"/>
                <w:szCs w:val="24"/>
              </w:rPr>
              <w:t>kolokwium,</w:t>
            </w:r>
            <w:r w:rsidRPr="003131F9">
              <w:rPr>
                <w:rFonts w:ascii="Corbel" w:hAnsi="Corbel"/>
                <w:b/>
                <w:smallCaps/>
                <w:sz w:val="24"/>
                <w:szCs w:val="24"/>
              </w:rPr>
              <w:t xml:space="preserve"> </w:t>
            </w:r>
            <w:r w:rsidRPr="003131F9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F9" w:rsidRPr="001906CD" w:rsidRDefault="003131F9" w:rsidP="00E47853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3131F9" w:rsidRPr="001906CD" w:rsidTr="00325BAF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F9" w:rsidRPr="001906CD" w:rsidRDefault="003131F9" w:rsidP="003131F9">
            <w:pPr>
              <w:pStyle w:val="Punktygwne"/>
              <w:spacing w:before="0" w:after="0" w:line="312" w:lineRule="auto"/>
              <w:rPr>
                <w:rFonts w:ascii="Corbel" w:hAnsi="Corbel"/>
                <w:b w:val="0"/>
                <w:szCs w:val="24"/>
              </w:rPr>
            </w:pPr>
            <w:r w:rsidRPr="001906C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F9" w:rsidRPr="003131F9" w:rsidRDefault="003131F9" w:rsidP="004F24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31F9">
              <w:rPr>
                <w:rFonts w:ascii="Corbel" w:hAnsi="Corbel"/>
                <w:sz w:val="24"/>
                <w:szCs w:val="24"/>
              </w:rPr>
              <w:t>egzamin pisemny , kolokwium</w:t>
            </w:r>
            <w:r w:rsidR="00B70153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F9" w:rsidRPr="001906CD" w:rsidRDefault="003131F9" w:rsidP="00E47853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3131F9" w:rsidRPr="001906CD" w:rsidTr="00325BAF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F9" w:rsidRPr="001906CD" w:rsidRDefault="003131F9" w:rsidP="003131F9">
            <w:pPr>
              <w:pStyle w:val="Punktygwne"/>
              <w:spacing w:before="0" w:after="0" w:line="312" w:lineRule="auto"/>
              <w:rPr>
                <w:rFonts w:ascii="Corbel" w:hAnsi="Corbel"/>
                <w:b w:val="0"/>
                <w:szCs w:val="24"/>
              </w:rPr>
            </w:pPr>
            <w:r w:rsidRPr="001906CD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F9" w:rsidRPr="003131F9" w:rsidRDefault="003131F9" w:rsidP="004F24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31F9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F9" w:rsidRPr="001906CD" w:rsidRDefault="00A75352" w:rsidP="00E47853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r w:rsidR="003131F9" w:rsidRPr="001906CD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:rsidR="0085747A" w:rsidRPr="001906C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906CD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1906C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906CD">
        <w:rPr>
          <w:rFonts w:ascii="Corbel" w:hAnsi="Corbel"/>
          <w:smallCaps w:val="0"/>
          <w:szCs w:val="24"/>
        </w:rPr>
        <w:t xml:space="preserve"> </w:t>
      </w:r>
    </w:p>
    <w:p w:rsidR="00923D7D" w:rsidRPr="001906C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906CD" w:rsidTr="00923D7D">
        <w:tc>
          <w:tcPr>
            <w:tcW w:w="9670" w:type="dxa"/>
          </w:tcPr>
          <w:p w:rsidR="003131F9" w:rsidRPr="003131F9" w:rsidRDefault="003131F9" w:rsidP="004F24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31F9">
              <w:rPr>
                <w:rFonts w:ascii="Corbel" w:hAnsi="Corbel"/>
                <w:b w:val="0"/>
                <w:smallCaps w:val="0"/>
                <w:szCs w:val="24"/>
              </w:rPr>
              <w:t>Zaliczenie przedmiotu na podstawie egzaminu pisemnego w formie testu z pytaniami otwartymi i zadania</w:t>
            </w:r>
            <w:r w:rsidR="000A730E">
              <w:rPr>
                <w:rFonts w:ascii="Corbel" w:hAnsi="Corbel"/>
                <w:b w:val="0"/>
                <w:smallCaps w:val="0"/>
                <w:szCs w:val="24"/>
              </w:rPr>
              <w:t>mi do samodzielnego rozwiązania oraz projekt.</w:t>
            </w:r>
          </w:p>
          <w:p w:rsidR="0085747A" w:rsidRPr="001906CD" w:rsidRDefault="003131F9" w:rsidP="004F24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31F9">
              <w:rPr>
                <w:rFonts w:ascii="Corbel" w:hAnsi="Corbel"/>
                <w:b w:val="0"/>
                <w:smallCaps w:val="0"/>
                <w:szCs w:val="24"/>
              </w:rPr>
              <w:t>Podstawą uzyskania zaliczenia jest otrzymanie pozytywnej oceny z kolokwium zaliczeniowego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projektu</w:t>
            </w:r>
            <w:r w:rsidRPr="003131F9">
              <w:rPr>
                <w:rFonts w:ascii="Corbel" w:hAnsi="Corbel"/>
                <w:b w:val="0"/>
                <w:smallCaps w:val="0"/>
                <w:szCs w:val="24"/>
              </w:rPr>
              <w:t>.  Przy zaliczeniu przedmiotu brana jest również pod uwagę aktywność studenta na ćwiczeniach.</w:t>
            </w:r>
          </w:p>
        </w:tc>
      </w:tr>
    </w:tbl>
    <w:p w:rsidR="0085747A" w:rsidRPr="001906C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1906C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906CD">
        <w:rPr>
          <w:rFonts w:ascii="Corbel" w:hAnsi="Corbel"/>
          <w:b/>
          <w:sz w:val="24"/>
          <w:szCs w:val="24"/>
        </w:rPr>
        <w:t xml:space="preserve">5. </w:t>
      </w:r>
      <w:r w:rsidR="00C61DC5" w:rsidRPr="001906C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1906C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1906CD" w:rsidTr="003E1941">
        <w:tc>
          <w:tcPr>
            <w:tcW w:w="4962" w:type="dxa"/>
            <w:vAlign w:val="center"/>
          </w:tcPr>
          <w:p w:rsidR="0085747A" w:rsidRPr="001906C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06C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906C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906C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1906C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06C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906C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906C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906C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906CD" w:rsidTr="00923D7D">
        <w:tc>
          <w:tcPr>
            <w:tcW w:w="4962" w:type="dxa"/>
          </w:tcPr>
          <w:p w:rsidR="0085747A" w:rsidRPr="001906CD" w:rsidRDefault="00C61DC5" w:rsidP="00E478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G</w:t>
            </w:r>
            <w:r w:rsidR="0085747A" w:rsidRPr="001906C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906C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906C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906C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906CD">
              <w:rPr>
                <w:rFonts w:ascii="Corbel" w:hAnsi="Corbel"/>
                <w:sz w:val="24"/>
                <w:szCs w:val="24"/>
              </w:rPr>
              <w:t xml:space="preserve"> </w:t>
            </w:r>
            <w:r w:rsidR="00E47853">
              <w:rPr>
                <w:rFonts w:ascii="Corbel" w:hAnsi="Corbel"/>
                <w:sz w:val="24"/>
                <w:szCs w:val="24"/>
              </w:rPr>
              <w:t xml:space="preserve">z </w:t>
            </w:r>
            <w:r w:rsidR="0085747A" w:rsidRPr="001906CD">
              <w:rPr>
                <w:rFonts w:ascii="Corbel" w:hAnsi="Corbel"/>
                <w:sz w:val="24"/>
                <w:szCs w:val="24"/>
              </w:rPr>
              <w:t xml:space="preserve">planu </w:t>
            </w:r>
            <w:r w:rsidRPr="001906C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1906CD" w:rsidRDefault="00950A9A" w:rsidP="00E478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C61DC5" w:rsidRPr="001906CD" w:rsidTr="00923D7D">
        <w:tc>
          <w:tcPr>
            <w:tcW w:w="4962" w:type="dxa"/>
          </w:tcPr>
          <w:p w:rsidR="00C61DC5" w:rsidRPr="001906CD" w:rsidRDefault="00E478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1906CD" w:rsidRDefault="00E8225C" w:rsidP="00E478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1906CD" w:rsidTr="00923D7D">
        <w:tc>
          <w:tcPr>
            <w:tcW w:w="4962" w:type="dxa"/>
          </w:tcPr>
          <w:p w:rsidR="00C61DC5" w:rsidRPr="001906CD" w:rsidRDefault="00E47853" w:rsidP="00E478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1906CD">
              <w:rPr>
                <w:rFonts w:ascii="Corbel" w:hAnsi="Corbel"/>
                <w:sz w:val="24"/>
                <w:szCs w:val="24"/>
              </w:rPr>
              <w:t>rzygotowanie do zajęć</w:t>
            </w:r>
            <w:r>
              <w:rPr>
                <w:rFonts w:ascii="Corbel" w:hAnsi="Corbel"/>
                <w:sz w:val="24"/>
                <w:szCs w:val="24"/>
              </w:rPr>
              <w:t xml:space="preserve"> i </w:t>
            </w:r>
            <w:r w:rsidR="00C61DC5" w:rsidRPr="001906CD">
              <w:rPr>
                <w:rFonts w:ascii="Corbel" w:hAnsi="Corbel"/>
                <w:sz w:val="24"/>
                <w:szCs w:val="24"/>
              </w:rPr>
              <w:t xml:space="preserve"> egzaminu</w:t>
            </w:r>
          </w:p>
        </w:tc>
        <w:tc>
          <w:tcPr>
            <w:tcW w:w="4677" w:type="dxa"/>
          </w:tcPr>
          <w:p w:rsidR="00C61DC5" w:rsidRPr="001906CD" w:rsidRDefault="00950A9A" w:rsidP="00E478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E47853" w:rsidRPr="001906CD" w:rsidTr="00923D7D">
        <w:tc>
          <w:tcPr>
            <w:tcW w:w="4962" w:type="dxa"/>
          </w:tcPr>
          <w:p w:rsidR="00E47853" w:rsidRDefault="00E47853" w:rsidP="00E478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projektu</w:t>
            </w:r>
          </w:p>
        </w:tc>
        <w:tc>
          <w:tcPr>
            <w:tcW w:w="4677" w:type="dxa"/>
          </w:tcPr>
          <w:p w:rsidR="00E47853" w:rsidRDefault="00E47853" w:rsidP="00E478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50A9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85747A" w:rsidRPr="001906CD" w:rsidTr="00923D7D">
        <w:tc>
          <w:tcPr>
            <w:tcW w:w="4962" w:type="dxa"/>
          </w:tcPr>
          <w:p w:rsidR="0085747A" w:rsidRPr="001906C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1906CD" w:rsidRDefault="00E8225C" w:rsidP="00E478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1906CD" w:rsidTr="00923D7D">
        <w:tc>
          <w:tcPr>
            <w:tcW w:w="4962" w:type="dxa"/>
          </w:tcPr>
          <w:p w:rsidR="0085747A" w:rsidRPr="001906C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906C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1906CD" w:rsidRDefault="00E8225C" w:rsidP="00E478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1906C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906C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906C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1906C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906C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906CD">
        <w:rPr>
          <w:rFonts w:ascii="Corbel" w:hAnsi="Corbel"/>
          <w:smallCaps w:val="0"/>
          <w:szCs w:val="24"/>
        </w:rPr>
        <w:t xml:space="preserve">6. </w:t>
      </w:r>
      <w:r w:rsidR="0085747A" w:rsidRPr="001906CD">
        <w:rPr>
          <w:rFonts w:ascii="Corbel" w:hAnsi="Corbel"/>
          <w:smallCaps w:val="0"/>
          <w:szCs w:val="24"/>
        </w:rPr>
        <w:t>PRAKTYKI ZAWODOWE W RAMACH PRZEDMIOTU/ MODUŁU</w:t>
      </w:r>
      <w:r w:rsidRPr="001906CD">
        <w:rPr>
          <w:rFonts w:ascii="Corbel" w:hAnsi="Corbel"/>
          <w:smallCaps w:val="0"/>
          <w:szCs w:val="24"/>
        </w:rPr>
        <w:t xml:space="preserve"> </w:t>
      </w:r>
    </w:p>
    <w:p w:rsidR="0085747A" w:rsidRPr="001906C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1906CD" w:rsidTr="00E47853">
        <w:trPr>
          <w:trHeight w:val="397"/>
        </w:trPr>
        <w:tc>
          <w:tcPr>
            <w:tcW w:w="4111" w:type="dxa"/>
          </w:tcPr>
          <w:p w:rsidR="0085747A" w:rsidRPr="001906C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1906CD" w:rsidRDefault="004037DF" w:rsidP="004037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906CD" w:rsidTr="00E47853">
        <w:trPr>
          <w:trHeight w:val="397"/>
        </w:trPr>
        <w:tc>
          <w:tcPr>
            <w:tcW w:w="4111" w:type="dxa"/>
          </w:tcPr>
          <w:p w:rsidR="0085747A" w:rsidRPr="001906C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1906CD" w:rsidRDefault="004037DF" w:rsidP="004037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1906C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906C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906CD">
        <w:rPr>
          <w:rFonts w:ascii="Corbel" w:hAnsi="Corbel"/>
          <w:smallCaps w:val="0"/>
          <w:szCs w:val="24"/>
        </w:rPr>
        <w:t xml:space="preserve">7. </w:t>
      </w:r>
      <w:r w:rsidR="0085747A" w:rsidRPr="001906CD">
        <w:rPr>
          <w:rFonts w:ascii="Corbel" w:hAnsi="Corbel"/>
          <w:smallCaps w:val="0"/>
          <w:szCs w:val="24"/>
        </w:rPr>
        <w:t>LITERATURA</w:t>
      </w:r>
      <w:r w:rsidRPr="001906CD">
        <w:rPr>
          <w:rFonts w:ascii="Corbel" w:hAnsi="Corbel"/>
          <w:smallCaps w:val="0"/>
          <w:szCs w:val="24"/>
        </w:rPr>
        <w:t xml:space="preserve"> </w:t>
      </w:r>
    </w:p>
    <w:p w:rsidR="00675843" w:rsidRPr="001906C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906CD" w:rsidTr="00E47853">
        <w:trPr>
          <w:trHeight w:val="397"/>
        </w:trPr>
        <w:tc>
          <w:tcPr>
            <w:tcW w:w="9639" w:type="dxa"/>
          </w:tcPr>
          <w:p w:rsidR="0085747A" w:rsidRPr="001906CD" w:rsidRDefault="0085747A" w:rsidP="004F24FB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252C1" w:rsidRDefault="0045021C" w:rsidP="004F24FB">
            <w:pPr>
              <w:pStyle w:val="Punktygwne"/>
              <w:numPr>
                <w:ilvl w:val="0"/>
                <w:numId w:val="2"/>
              </w:numPr>
              <w:spacing w:before="0" w:after="0"/>
              <w:ind w:left="205" w:hanging="20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Nowak E., Zarys metod ekonometrii – Zbiór</w:t>
            </w:r>
            <w:r w:rsidR="00EF0A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zadań. Wydawnictwo Naukowe PWN, 2007 r.</w:t>
            </w:r>
          </w:p>
          <w:p w:rsidR="003252C1" w:rsidRPr="003252C1" w:rsidRDefault="003252C1" w:rsidP="004F24FB">
            <w:pPr>
              <w:pStyle w:val="Punktygwne"/>
              <w:numPr>
                <w:ilvl w:val="0"/>
                <w:numId w:val="2"/>
              </w:numPr>
              <w:spacing w:before="0" w:after="0"/>
              <w:ind w:left="205" w:hanging="20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52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Kufel 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3252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Ekonometria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252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PWN</w:t>
            </w:r>
            <w:r w:rsidR="00FC16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 r.</w:t>
            </w:r>
          </w:p>
          <w:p w:rsidR="0045021C" w:rsidRPr="001906CD" w:rsidRDefault="0045021C" w:rsidP="004F24FB">
            <w:pPr>
              <w:pStyle w:val="Punktygwne"/>
              <w:numPr>
                <w:ilvl w:val="0"/>
                <w:numId w:val="2"/>
              </w:numPr>
              <w:spacing w:before="0" w:after="0"/>
              <w:ind w:left="205" w:hanging="20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Kukuła K. (red.), Wprowadzenie d</w:t>
            </w:r>
            <w:r w:rsidR="001906CD"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 ekonometrii – w przykładach i </w:t>
            </w: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zad</w:t>
            </w:r>
            <w:r w:rsidR="007460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aniach. Wydawnictwo Naukowe PWN, 2007 r.</w:t>
            </w:r>
          </w:p>
          <w:p w:rsidR="0045021C" w:rsidRPr="001906CD" w:rsidRDefault="0045021C" w:rsidP="004F24FB">
            <w:pPr>
              <w:pStyle w:val="Punktygwne"/>
              <w:numPr>
                <w:ilvl w:val="0"/>
                <w:numId w:val="2"/>
              </w:numPr>
              <w:spacing w:before="0" w:after="0"/>
              <w:ind w:left="205" w:hanging="20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Welfe A., Ekonometria.</w:t>
            </w:r>
            <w:r w:rsidR="00746050">
              <w:t xml:space="preserve"> </w:t>
            </w:r>
            <w:r w:rsidR="00746050" w:rsidRPr="007460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i ich zastosowanie</w:t>
            </w:r>
            <w:r w:rsidR="007460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Państwowe Wydawnictwo Ekonomiczne</w:t>
            </w:r>
            <w:r w:rsidR="007460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2008 r.</w:t>
            </w:r>
          </w:p>
        </w:tc>
      </w:tr>
      <w:tr w:rsidR="0085747A" w:rsidRPr="001906CD" w:rsidTr="00E47853">
        <w:trPr>
          <w:trHeight w:val="397"/>
        </w:trPr>
        <w:tc>
          <w:tcPr>
            <w:tcW w:w="9639" w:type="dxa"/>
          </w:tcPr>
          <w:p w:rsidR="0085747A" w:rsidRPr="001906CD" w:rsidRDefault="0085747A" w:rsidP="004F24FB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F037F" w:rsidRPr="001906CD" w:rsidRDefault="00EF037F" w:rsidP="004F24FB">
            <w:pPr>
              <w:pStyle w:val="Punktygwne"/>
              <w:numPr>
                <w:ilvl w:val="0"/>
                <w:numId w:val="4"/>
              </w:numPr>
              <w:spacing w:before="0" w:after="0"/>
              <w:ind w:left="205" w:hanging="20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Borkowski B., Dudek H., Szczęsny W., Ekonometria – Wybrane zagad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nienia. Wydawnictwo Naukowe PWN, 2007 r.</w:t>
            </w:r>
          </w:p>
          <w:p w:rsidR="001906CD" w:rsidRPr="001906CD" w:rsidRDefault="001906CD" w:rsidP="004F24FB">
            <w:pPr>
              <w:pStyle w:val="Punktygwne"/>
              <w:numPr>
                <w:ilvl w:val="0"/>
                <w:numId w:val="4"/>
              </w:numPr>
              <w:spacing w:before="0" w:after="0"/>
              <w:ind w:left="205" w:hanging="205"/>
              <w:rPr>
                <w:rFonts w:ascii="Corbel" w:hAnsi="Corbel"/>
                <w:b w:val="0"/>
                <w:smallCaps w:val="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szCs w:val="24"/>
              </w:rPr>
              <w:t>G.S. Maddala, Ekono</w:t>
            </w:r>
            <w:r w:rsidR="00746050">
              <w:rPr>
                <w:rFonts w:ascii="Corbel" w:hAnsi="Corbel"/>
                <w:b w:val="0"/>
                <w:smallCaps w:val="0"/>
                <w:szCs w:val="24"/>
              </w:rPr>
              <w:t>metria. Wydawnictwo Naukowe PWN, Warszawa, 2006 r.</w:t>
            </w:r>
          </w:p>
          <w:p w:rsidR="0045021C" w:rsidRPr="00EF037F" w:rsidRDefault="001906CD" w:rsidP="004F24FB">
            <w:pPr>
              <w:pStyle w:val="Punktygwne"/>
              <w:numPr>
                <w:ilvl w:val="0"/>
                <w:numId w:val="4"/>
              </w:numPr>
              <w:spacing w:before="0" w:after="0"/>
              <w:ind w:left="205" w:hanging="205"/>
              <w:rPr>
                <w:rFonts w:ascii="Corbel" w:hAnsi="Corbel"/>
                <w:b w:val="0"/>
                <w:smallCaps w:val="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szCs w:val="24"/>
              </w:rPr>
              <w:t>Snarska A., Statystyka Ekonometria Prognozowanie. Ćwiczenia z Exc</w:t>
            </w:r>
            <w:r w:rsidR="003252C1">
              <w:rPr>
                <w:rFonts w:ascii="Corbel" w:hAnsi="Corbel"/>
                <w:b w:val="0"/>
                <w:smallCaps w:val="0"/>
                <w:szCs w:val="24"/>
              </w:rPr>
              <w:t>elem. Agencja Wydawnicza PLACET, Warszawa 2013 r.</w:t>
            </w:r>
          </w:p>
        </w:tc>
      </w:tr>
    </w:tbl>
    <w:p w:rsidR="0085747A" w:rsidRPr="001906C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906C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906C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906C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1906CD" w:rsidRPr="001906CD" w:rsidRDefault="001906CD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1906CD" w:rsidRPr="001906C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CB4" w:rsidRDefault="00A86CB4" w:rsidP="00C16ABF">
      <w:pPr>
        <w:spacing w:after="0" w:line="240" w:lineRule="auto"/>
      </w:pPr>
      <w:r>
        <w:separator/>
      </w:r>
    </w:p>
  </w:endnote>
  <w:endnote w:type="continuationSeparator" w:id="0">
    <w:p w:rsidR="00A86CB4" w:rsidRDefault="00A86CB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altName w:val="Cambria Math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CB4" w:rsidRDefault="00A86CB4" w:rsidP="00C16ABF">
      <w:pPr>
        <w:spacing w:after="0" w:line="240" w:lineRule="auto"/>
      </w:pPr>
      <w:r>
        <w:separator/>
      </w:r>
    </w:p>
  </w:footnote>
  <w:footnote w:type="continuationSeparator" w:id="0">
    <w:p w:rsidR="00A86CB4" w:rsidRDefault="00A86CB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EC"/>
    <w:multiLevelType w:val="hybridMultilevel"/>
    <w:tmpl w:val="F2707440"/>
    <w:lvl w:ilvl="0" w:tplc="925C7182">
      <w:numFmt w:val="bullet"/>
      <w:lvlText w:val="•"/>
      <w:lvlJc w:val="left"/>
      <w:pPr>
        <w:ind w:left="1068" w:hanging="708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8855682"/>
    <w:multiLevelType w:val="hybridMultilevel"/>
    <w:tmpl w:val="F41A2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640310"/>
    <w:multiLevelType w:val="hybridMultilevel"/>
    <w:tmpl w:val="B0E6106C"/>
    <w:lvl w:ilvl="0" w:tplc="28688194">
      <w:numFmt w:val="bullet"/>
      <w:lvlText w:val="•"/>
      <w:lvlJc w:val="left"/>
      <w:pPr>
        <w:ind w:left="1068" w:hanging="708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4437F6"/>
    <w:multiLevelType w:val="hybridMultilevel"/>
    <w:tmpl w:val="452AAD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795"/>
    <w:rsid w:val="00070ED6"/>
    <w:rsid w:val="000742DC"/>
    <w:rsid w:val="00084C12"/>
    <w:rsid w:val="0009462C"/>
    <w:rsid w:val="00094B12"/>
    <w:rsid w:val="00096C46"/>
    <w:rsid w:val="000A296F"/>
    <w:rsid w:val="000A2A28"/>
    <w:rsid w:val="000A730E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80E02"/>
    <w:rsid w:val="001906CD"/>
    <w:rsid w:val="001910E0"/>
    <w:rsid w:val="00192F37"/>
    <w:rsid w:val="001A70D2"/>
    <w:rsid w:val="001B2665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81FF2"/>
    <w:rsid w:val="002857DE"/>
    <w:rsid w:val="00291567"/>
    <w:rsid w:val="00292D08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31F9"/>
    <w:rsid w:val="003151C5"/>
    <w:rsid w:val="003252C1"/>
    <w:rsid w:val="00325BA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7DF"/>
    <w:rsid w:val="00414DDA"/>
    <w:rsid w:val="00414E3C"/>
    <w:rsid w:val="0042244A"/>
    <w:rsid w:val="0042745A"/>
    <w:rsid w:val="00431D5C"/>
    <w:rsid w:val="004362C6"/>
    <w:rsid w:val="00437FA2"/>
    <w:rsid w:val="00447141"/>
    <w:rsid w:val="0045021C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AAA"/>
    <w:rsid w:val="004F1551"/>
    <w:rsid w:val="004F24FB"/>
    <w:rsid w:val="004F55A3"/>
    <w:rsid w:val="0050496F"/>
    <w:rsid w:val="00506A90"/>
    <w:rsid w:val="00513B6F"/>
    <w:rsid w:val="00517C63"/>
    <w:rsid w:val="005279D8"/>
    <w:rsid w:val="005363C4"/>
    <w:rsid w:val="00536BDE"/>
    <w:rsid w:val="00543ACC"/>
    <w:rsid w:val="00566446"/>
    <w:rsid w:val="005A0855"/>
    <w:rsid w:val="005A3196"/>
    <w:rsid w:val="005A4BBC"/>
    <w:rsid w:val="005C080F"/>
    <w:rsid w:val="005C55E5"/>
    <w:rsid w:val="005C696A"/>
    <w:rsid w:val="005D3950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96477"/>
    <w:rsid w:val="006B050D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1736"/>
    <w:rsid w:val="00734608"/>
    <w:rsid w:val="00745302"/>
    <w:rsid w:val="00746050"/>
    <w:rsid w:val="007461D6"/>
    <w:rsid w:val="00746EC8"/>
    <w:rsid w:val="00763490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342EB"/>
    <w:rsid w:val="008449B3"/>
    <w:rsid w:val="00844AF9"/>
    <w:rsid w:val="0085747A"/>
    <w:rsid w:val="008777CC"/>
    <w:rsid w:val="00884922"/>
    <w:rsid w:val="00885F64"/>
    <w:rsid w:val="008917F9"/>
    <w:rsid w:val="008964B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A9A"/>
    <w:rsid w:val="00950DAC"/>
    <w:rsid w:val="00954A07"/>
    <w:rsid w:val="00997F14"/>
    <w:rsid w:val="009A78D9"/>
    <w:rsid w:val="009C3E31"/>
    <w:rsid w:val="009C54AE"/>
    <w:rsid w:val="009C788E"/>
    <w:rsid w:val="009E120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75352"/>
    <w:rsid w:val="00A86CB4"/>
    <w:rsid w:val="00A91BAD"/>
    <w:rsid w:val="00A91BC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0153"/>
    <w:rsid w:val="00B75946"/>
    <w:rsid w:val="00B8056E"/>
    <w:rsid w:val="00B819C8"/>
    <w:rsid w:val="00B82308"/>
    <w:rsid w:val="00BB520A"/>
    <w:rsid w:val="00BD36A7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63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05D1D"/>
    <w:rsid w:val="00E129B8"/>
    <w:rsid w:val="00E21E7D"/>
    <w:rsid w:val="00E22FBC"/>
    <w:rsid w:val="00E24BF5"/>
    <w:rsid w:val="00E25338"/>
    <w:rsid w:val="00E47853"/>
    <w:rsid w:val="00E51E44"/>
    <w:rsid w:val="00E63348"/>
    <w:rsid w:val="00E73FE8"/>
    <w:rsid w:val="00E77E88"/>
    <w:rsid w:val="00E8107D"/>
    <w:rsid w:val="00E8225C"/>
    <w:rsid w:val="00EA4832"/>
    <w:rsid w:val="00EB2AC8"/>
    <w:rsid w:val="00EC4899"/>
    <w:rsid w:val="00ED03AB"/>
    <w:rsid w:val="00ED32D2"/>
    <w:rsid w:val="00EE32DE"/>
    <w:rsid w:val="00EE5457"/>
    <w:rsid w:val="00EF037F"/>
    <w:rsid w:val="00EF0A4C"/>
    <w:rsid w:val="00F070AB"/>
    <w:rsid w:val="00F27A7B"/>
    <w:rsid w:val="00F526AF"/>
    <w:rsid w:val="00F617C3"/>
    <w:rsid w:val="00F672AF"/>
    <w:rsid w:val="00F7066B"/>
    <w:rsid w:val="00F83B28"/>
    <w:rsid w:val="00FB7DBA"/>
    <w:rsid w:val="00FC1602"/>
    <w:rsid w:val="00FC1C25"/>
    <w:rsid w:val="00FC3F45"/>
    <w:rsid w:val="00FD4BE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C7A34"/>
  <w15:docId w15:val="{B0BBF61B-69C6-4FC5-842A-B06CC0B43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2AA53-1DE1-42E1-9751-71D83BA67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3</TotalTime>
  <Pages>4</Pages>
  <Words>1071</Words>
  <Characters>6431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Kubit</cp:lastModifiedBy>
  <cp:revision>6</cp:revision>
  <cp:lastPrinted>2018-01-26T10:21:00Z</cp:lastPrinted>
  <dcterms:created xsi:type="dcterms:W3CDTF">2018-01-31T14:48:00Z</dcterms:created>
  <dcterms:modified xsi:type="dcterms:W3CDTF">2018-02-05T13:09:00Z</dcterms:modified>
</cp:coreProperties>
</file>