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7A" w:rsidRPr="008B72A7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72A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B72A7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B72A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D32AD" w:rsidRPr="008B72A7">
        <w:rPr>
          <w:rFonts w:ascii="Corbel" w:hAnsi="Corbel"/>
          <w:smallCaps/>
          <w:sz w:val="24"/>
          <w:szCs w:val="24"/>
        </w:rPr>
        <w:t>2017–2020</w:t>
      </w:r>
    </w:p>
    <w:p w:rsidR="008B72A7" w:rsidRPr="009C54AE" w:rsidRDefault="008B72A7" w:rsidP="008B72A7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i/>
          <w:sz w:val="24"/>
          <w:szCs w:val="24"/>
        </w:rPr>
        <w:t>(skrajne daty</w:t>
      </w:r>
      <w:r w:rsidRPr="009C54AE">
        <w:rPr>
          <w:rFonts w:ascii="Corbel" w:hAnsi="Corbel"/>
          <w:sz w:val="24"/>
          <w:szCs w:val="24"/>
        </w:rPr>
        <w:t>)</w:t>
      </w:r>
    </w:p>
    <w:p w:rsidR="0085747A" w:rsidRPr="008B72A7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B72A7" w:rsidRDefault="0085747A" w:rsidP="00CB028D">
      <w:pPr>
        <w:pStyle w:val="Punktygwne"/>
        <w:numPr>
          <w:ilvl w:val="0"/>
          <w:numId w:val="48"/>
        </w:numPr>
        <w:spacing w:before="0" w:after="0"/>
        <w:ind w:left="426"/>
        <w:rPr>
          <w:rFonts w:ascii="Corbel" w:hAnsi="Corbel"/>
          <w:szCs w:val="24"/>
        </w:rPr>
      </w:pPr>
      <w:r w:rsidRPr="008B72A7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8B72A7" w:rsidRDefault="00A62702" w:rsidP="00CB028D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E-administracja</w:t>
            </w:r>
          </w:p>
        </w:tc>
      </w:tr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8B72A7" w:rsidRDefault="00A62702" w:rsidP="00CB028D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  <w:lang w:val="en-US"/>
              </w:rPr>
            </w:pPr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E/I/</w:t>
            </w:r>
            <w:proofErr w:type="spellStart"/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/C.5</w:t>
            </w:r>
          </w:p>
        </w:tc>
      </w:tr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8B72A7" w:rsidRDefault="008B72A7" w:rsidP="00CB028D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Ekonomii</w:t>
            </w:r>
          </w:p>
        </w:tc>
      </w:tr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B72A7" w:rsidRDefault="00137676" w:rsidP="00CB028D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Metod Ilościowych i Informatyki Gospodarczej</w:t>
            </w:r>
          </w:p>
        </w:tc>
      </w:tr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B72A7" w:rsidRDefault="00137676" w:rsidP="00CB028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8B72A7" w:rsidRDefault="008B72A7" w:rsidP="008B72A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stop</w:t>
            </w:r>
            <w:r w:rsidR="00137676"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eń</w:t>
            </w:r>
          </w:p>
        </w:tc>
      </w:tr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B72A7" w:rsidRDefault="008B72A7" w:rsidP="00CB028D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37676"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B72A7" w:rsidRDefault="007663C7" w:rsidP="00CB028D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bookmarkStart w:id="0" w:name="_GoBack"/>
            <w:bookmarkEnd w:id="0"/>
            <w:r w:rsidR="00137676"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8B72A7" w:rsidRDefault="00137676" w:rsidP="00A62702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II/</w:t>
            </w:r>
            <w:r w:rsidR="00A62702"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8B72A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B72A7" w:rsidRDefault="008B72A7" w:rsidP="00A62702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137676"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pecjalistyczny</w:t>
            </w:r>
            <w:r w:rsidR="00EB79DE"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CB028D" w:rsidRPr="008B72A7" w:rsidTr="00CB028D">
        <w:tc>
          <w:tcPr>
            <w:tcW w:w="2694" w:type="dxa"/>
            <w:vAlign w:val="center"/>
          </w:tcPr>
          <w:p w:rsidR="00CB028D" w:rsidRPr="008B72A7" w:rsidRDefault="00CB028D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B028D" w:rsidRPr="008B72A7" w:rsidRDefault="00CB028D" w:rsidP="00CB028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7663C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B72A7" w:rsidRDefault="00137676" w:rsidP="00A627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</w:t>
            </w:r>
            <w:proofErr w:type="spellEnd"/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9418A"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inż</w:t>
            </w:r>
            <w:proofErr w:type="spellEnd"/>
            <w:r w:rsidR="00A9418A"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. </w:t>
            </w:r>
            <w:r w:rsidR="00A62702"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Colin F. Hales</w:t>
            </w:r>
          </w:p>
        </w:tc>
      </w:tr>
      <w:tr w:rsidR="0085747A" w:rsidRPr="007663C7" w:rsidTr="00CB028D">
        <w:tc>
          <w:tcPr>
            <w:tcW w:w="2694" w:type="dxa"/>
            <w:vAlign w:val="center"/>
          </w:tcPr>
          <w:p w:rsidR="0085747A" w:rsidRPr="008B72A7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B72A7" w:rsidRDefault="00A62702" w:rsidP="007663C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  <w:lang w:val="en-US"/>
              </w:rPr>
            </w:pPr>
            <w:proofErr w:type="spellStart"/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</w:t>
            </w:r>
            <w:proofErr w:type="spellEnd"/>
            <w:r w:rsidR="00A9418A"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9418A"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inż</w:t>
            </w:r>
            <w:proofErr w:type="spellEnd"/>
            <w:r w:rsidR="00A9418A"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  <w:r w:rsidRPr="008B72A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Colin F. Hales</w:t>
            </w:r>
          </w:p>
        </w:tc>
      </w:tr>
    </w:tbl>
    <w:p w:rsidR="008B72A7" w:rsidRPr="009C54AE" w:rsidRDefault="008B72A7" w:rsidP="008B72A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B72A7" w:rsidRPr="009C54AE" w:rsidRDefault="008B72A7" w:rsidP="008B72A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Formy zajęć dydaktycznyc</w:t>
      </w:r>
      <w:r>
        <w:rPr>
          <w:rFonts w:ascii="Corbel" w:hAnsi="Corbel"/>
          <w:sz w:val="24"/>
          <w:szCs w:val="24"/>
        </w:rPr>
        <w:t>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7"/>
        <w:gridCol w:w="769"/>
        <w:gridCol w:w="850"/>
        <w:gridCol w:w="781"/>
        <w:gridCol w:w="800"/>
        <w:gridCol w:w="736"/>
        <w:gridCol w:w="922"/>
        <w:gridCol w:w="1322"/>
        <w:gridCol w:w="1730"/>
      </w:tblGrid>
      <w:tr w:rsidR="00CB028D" w:rsidRPr="008B72A7" w:rsidTr="00CB028D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72A7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28D" w:rsidRPr="008B72A7" w:rsidRDefault="00CB028D" w:rsidP="00CB028D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72A7">
              <w:rPr>
                <w:rFonts w:ascii="Corbel" w:hAnsi="Corbel"/>
                <w:szCs w:val="24"/>
              </w:rPr>
              <w:t>Wykł</w:t>
            </w:r>
            <w:proofErr w:type="spellEnd"/>
            <w:r w:rsidRPr="008B72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28D" w:rsidRPr="008B72A7" w:rsidRDefault="00CB028D" w:rsidP="00CB028D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72A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28D" w:rsidRPr="008B72A7" w:rsidRDefault="00CB028D" w:rsidP="00CB028D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72A7">
              <w:rPr>
                <w:rFonts w:ascii="Corbel" w:hAnsi="Corbel"/>
                <w:szCs w:val="24"/>
              </w:rPr>
              <w:t>Konw</w:t>
            </w:r>
            <w:proofErr w:type="spellEnd"/>
            <w:r w:rsidRPr="008B72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28D" w:rsidRPr="008B72A7" w:rsidRDefault="00CB028D" w:rsidP="00CB028D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72A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72A7">
              <w:rPr>
                <w:rFonts w:ascii="Corbel" w:hAnsi="Corbel"/>
                <w:szCs w:val="24"/>
              </w:rPr>
              <w:t>Sem</w:t>
            </w:r>
            <w:proofErr w:type="spellEnd"/>
            <w:r w:rsidRPr="008B72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28D" w:rsidRPr="008B72A7" w:rsidRDefault="00CB028D" w:rsidP="00CB028D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72A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28D" w:rsidRPr="008B72A7" w:rsidRDefault="00CB028D" w:rsidP="00CB028D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72A7">
              <w:rPr>
                <w:rFonts w:ascii="Corbel" w:hAnsi="Corbel"/>
                <w:szCs w:val="24"/>
              </w:rPr>
              <w:t>Prakt</w:t>
            </w:r>
            <w:proofErr w:type="spellEnd"/>
            <w:r w:rsidRPr="008B72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28D" w:rsidRPr="008B72A7" w:rsidRDefault="00EB79DE" w:rsidP="00CB028D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72A7">
              <w:rPr>
                <w:rFonts w:ascii="Corbel" w:hAnsi="Corbel"/>
                <w:szCs w:val="24"/>
              </w:rPr>
              <w:t>Inne (</w:t>
            </w:r>
            <w:r w:rsidR="00CB028D" w:rsidRPr="008B72A7">
              <w:rPr>
                <w:rFonts w:ascii="Corbel" w:hAnsi="Corbel"/>
                <w:szCs w:val="24"/>
              </w:rPr>
              <w:t>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28D" w:rsidRPr="008B72A7" w:rsidRDefault="00CB028D" w:rsidP="00CB028D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72A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B028D" w:rsidRPr="008B72A7" w:rsidTr="00CB028D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7663C7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8D" w:rsidRPr="008B72A7" w:rsidRDefault="00CB028D" w:rsidP="00CB02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B72A7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B72A7" w:rsidRPr="009C54AE" w:rsidRDefault="008B72A7" w:rsidP="008B72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72A7" w:rsidRPr="007C3E46" w:rsidRDefault="008B72A7" w:rsidP="008B72A7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u w:val="single"/>
        </w:rPr>
      </w:pPr>
      <w:r>
        <w:rPr>
          <w:rFonts w:ascii="Corbel" w:eastAsia="MS Gothic" w:hAnsi="Corbel" w:cs="MS Gothic"/>
        </w:rPr>
        <w:t xml:space="preserve">  </w:t>
      </w:r>
      <w:r w:rsidRPr="00D1172B">
        <w:rPr>
          <w:rFonts w:ascii="Corbel" w:eastAsia="MS Gothic" w:hAnsi="Corbel" w:cs="MS Gothic"/>
        </w:rPr>
        <w:t>x</w:t>
      </w:r>
      <w:r w:rsidRPr="009C54AE">
        <w:rPr>
          <w:rFonts w:ascii="Corbel" w:hAnsi="Corbel"/>
          <w:b w:val="0"/>
          <w:smallCaps w:val="0"/>
        </w:rPr>
        <w:t xml:space="preserve"> </w:t>
      </w:r>
      <w:r w:rsidRPr="00515001">
        <w:rPr>
          <w:rFonts w:ascii="Corbel" w:hAnsi="Corbel" w:cs="Corbel"/>
          <w:b w:val="0"/>
          <w:smallCaps w:val="0"/>
        </w:rPr>
        <w:t>zajęcia w formie tradycyjnej</w:t>
      </w:r>
      <w:r w:rsidRPr="007C3E46">
        <w:rPr>
          <w:rFonts w:ascii="Corbel" w:hAnsi="Corbel" w:cs="Corbel"/>
          <w:b w:val="0"/>
          <w:smallCaps w:val="0"/>
          <w:u w:val="single"/>
        </w:rPr>
        <w:t xml:space="preserve"> </w:t>
      </w:r>
    </w:p>
    <w:p w:rsidR="0085747A" w:rsidRPr="008B72A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72A7">
        <w:rPr>
          <w:rFonts w:ascii="MS Gothic" w:eastAsia="MS Gothic" w:hAnsi="MS Gothic" w:cs="MS Gothic" w:hint="eastAsia"/>
          <w:b w:val="0"/>
          <w:szCs w:val="24"/>
        </w:rPr>
        <w:t>☐</w:t>
      </w:r>
      <w:r w:rsidRPr="008B72A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B72A7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B72A7" w:rsidRDefault="008B72A7" w:rsidP="008B72A7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>
        <w:rPr>
          <w:rFonts w:ascii="Corbel" w:hAnsi="Corbel"/>
          <w:smallCaps w:val="0"/>
          <w:szCs w:val="24"/>
        </w:rPr>
        <w:t>. Forma zaliczenia przedmiotu</w:t>
      </w:r>
      <w:r w:rsidRPr="009C54AE">
        <w:rPr>
          <w:rFonts w:ascii="Corbel" w:hAnsi="Corbel"/>
          <w:smallCaps w:val="0"/>
          <w:szCs w:val="24"/>
        </w:rPr>
        <w:t xml:space="preserve">/modułu (z toku) </w:t>
      </w:r>
    </w:p>
    <w:p w:rsidR="008B72A7" w:rsidRPr="009C54AE" w:rsidRDefault="008B72A7" w:rsidP="008B72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85747A" w:rsidRPr="008B72A7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85747A" w:rsidRPr="008B72A7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8B72A7">
        <w:rPr>
          <w:rFonts w:ascii="Corbel" w:hAnsi="Corbel"/>
          <w:szCs w:val="24"/>
        </w:rPr>
        <w:t>2.</w:t>
      </w:r>
      <w:r w:rsidR="001E0BE5" w:rsidRPr="008B72A7">
        <w:rPr>
          <w:rFonts w:ascii="Corbel" w:hAnsi="Corbel"/>
          <w:szCs w:val="24"/>
        </w:rPr>
        <w:t xml:space="preserve"> </w:t>
      </w:r>
      <w:r w:rsidRPr="008B72A7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8B72A7" w:rsidTr="005E6E85">
        <w:tc>
          <w:tcPr>
            <w:tcW w:w="9778" w:type="dxa"/>
          </w:tcPr>
          <w:p w:rsidR="00A62702" w:rsidRPr="008B72A7" w:rsidRDefault="00204761" w:rsidP="00204761">
            <w:pPr>
              <w:pStyle w:val="Odpowiedzi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sz w:val="24"/>
                <w:szCs w:val="24"/>
              </w:rPr>
              <w:t xml:space="preserve">Zaliczony przedmiot Technologie informacyjne oraz znajomość zakresu </w:t>
            </w:r>
            <w:r w:rsidR="00A62702" w:rsidRPr="008B72A7">
              <w:rPr>
                <w:rFonts w:ascii="Corbel" w:hAnsi="Corbel"/>
                <w:b w:val="0"/>
                <w:sz w:val="24"/>
                <w:szCs w:val="24"/>
              </w:rPr>
              <w:t xml:space="preserve">funkcjonowania Internetu oraz </w:t>
            </w:r>
            <w:r w:rsidRPr="008B72A7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 w:rsidR="00A62702" w:rsidRPr="008B72A7">
              <w:rPr>
                <w:rFonts w:ascii="Corbel" w:hAnsi="Corbel"/>
                <w:b w:val="0"/>
                <w:sz w:val="24"/>
                <w:szCs w:val="24"/>
              </w:rPr>
              <w:t xml:space="preserve">narzędzi pracy w tym medium. </w:t>
            </w:r>
          </w:p>
        </w:tc>
      </w:tr>
    </w:tbl>
    <w:p w:rsidR="0085747A" w:rsidRPr="008B72A7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2A7" w:rsidRPr="009C54AE" w:rsidRDefault="008B72A7" w:rsidP="00ED35E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 cele, efekty kształcenia, treści Programowe i stosowane metody Dydaktyczne</w:t>
      </w:r>
    </w:p>
    <w:p w:rsidR="008B72A7" w:rsidRPr="009C54AE" w:rsidRDefault="008B72A7" w:rsidP="00ED35E0">
      <w:pPr>
        <w:pStyle w:val="Punktygwne"/>
        <w:spacing w:before="0" w:after="0"/>
        <w:rPr>
          <w:rFonts w:ascii="Corbel" w:hAnsi="Corbel"/>
          <w:szCs w:val="24"/>
        </w:rPr>
      </w:pPr>
    </w:p>
    <w:p w:rsidR="008B72A7" w:rsidRDefault="008B72A7" w:rsidP="00ED35E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przedmiotu/modułu</w:t>
      </w:r>
    </w:p>
    <w:p w:rsidR="008B72A7" w:rsidRPr="0035559A" w:rsidRDefault="008B72A7" w:rsidP="008B72A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959"/>
      </w:tblGrid>
      <w:tr w:rsidR="006805C8" w:rsidRPr="008B72A7" w:rsidTr="00A9418A">
        <w:tc>
          <w:tcPr>
            <w:tcW w:w="675" w:type="dxa"/>
            <w:vAlign w:val="center"/>
          </w:tcPr>
          <w:p w:rsidR="006805C8" w:rsidRPr="008B72A7" w:rsidRDefault="006805C8" w:rsidP="00E67F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9" w:type="dxa"/>
            <w:vAlign w:val="center"/>
          </w:tcPr>
          <w:p w:rsidR="006805C8" w:rsidRPr="008B72A7" w:rsidRDefault="006805C8" w:rsidP="006805C8">
            <w:pPr>
              <w:pStyle w:val="Podpunkty"/>
              <w:spacing w:before="40" w:after="40"/>
              <w:ind w:left="34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B72A7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o kluczowych systemach informatycznych stosowanych </w:t>
            </w:r>
            <w:r w:rsidR="00BA64C1" w:rsidRPr="008B72A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B72A7">
              <w:rPr>
                <w:rFonts w:ascii="Corbel" w:hAnsi="Corbel"/>
                <w:b w:val="0"/>
                <w:sz w:val="24"/>
                <w:szCs w:val="24"/>
              </w:rPr>
              <w:t xml:space="preserve">w administracji. </w:t>
            </w:r>
          </w:p>
        </w:tc>
      </w:tr>
      <w:tr w:rsidR="006805C8" w:rsidRPr="008B72A7" w:rsidTr="00A9418A">
        <w:tc>
          <w:tcPr>
            <w:tcW w:w="675" w:type="dxa"/>
            <w:vAlign w:val="center"/>
          </w:tcPr>
          <w:p w:rsidR="006805C8" w:rsidRPr="008B72A7" w:rsidRDefault="006805C8" w:rsidP="00CE4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9" w:type="dxa"/>
            <w:vAlign w:val="center"/>
          </w:tcPr>
          <w:p w:rsidR="006805C8" w:rsidRPr="008B72A7" w:rsidRDefault="006805C8" w:rsidP="006805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przez studentów umiejętności wykorzystywania w praktyce procedur administracyjnych do załatwiania spraw za pomocą środków komunikacji elektronicznej</w:t>
            </w:r>
            <w:r w:rsidR="00BA64C1"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805C8" w:rsidRPr="008B72A7" w:rsidTr="00A9418A">
        <w:tc>
          <w:tcPr>
            <w:tcW w:w="675" w:type="dxa"/>
            <w:vAlign w:val="center"/>
          </w:tcPr>
          <w:p w:rsidR="006805C8" w:rsidRPr="008B72A7" w:rsidRDefault="006805C8" w:rsidP="00A627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9" w:type="dxa"/>
            <w:vAlign w:val="center"/>
          </w:tcPr>
          <w:p w:rsidR="006805C8" w:rsidRPr="008B72A7" w:rsidRDefault="006805C8" w:rsidP="00A557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B72A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Dostarczenie słuchaczom kompetencji z zakresu ICT wymaganych do swobodnego i efektywnego wykorzystywania technologii informatycznych w ramach elektronicznej administracji.</w:t>
            </w:r>
          </w:p>
        </w:tc>
      </w:tr>
      <w:tr w:rsidR="006805C8" w:rsidRPr="008B72A7" w:rsidTr="00A9418A">
        <w:tc>
          <w:tcPr>
            <w:tcW w:w="675" w:type="dxa"/>
            <w:vAlign w:val="center"/>
          </w:tcPr>
          <w:p w:rsidR="006805C8" w:rsidRPr="008B72A7" w:rsidRDefault="006805C8" w:rsidP="00A627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2A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9" w:type="dxa"/>
            <w:vAlign w:val="center"/>
          </w:tcPr>
          <w:p w:rsidR="006805C8" w:rsidRPr="008B72A7" w:rsidRDefault="006805C8" w:rsidP="00204761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B72A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Nabywanie umiejętności analizy środowiska internetowego, które pozwoliłyby na sprawne funkcjonowanie</w:t>
            </w:r>
            <w:r w:rsidR="008B72A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środowisku cyfrowym.</w:t>
            </w:r>
          </w:p>
        </w:tc>
      </w:tr>
    </w:tbl>
    <w:p w:rsidR="00204761" w:rsidRPr="008B72A7" w:rsidRDefault="00204761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2A7" w:rsidRPr="009C54AE" w:rsidRDefault="008B72A7" w:rsidP="00ED35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kształcenia dla prze</w:t>
      </w:r>
      <w:r>
        <w:rPr>
          <w:rFonts w:ascii="Corbel" w:hAnsi="Corbel"/>
          <w:b/>
          <w:sz w:val="24"/>
          <w:szCs w:val="24"/>
        </w:rPr>
        <w:t>dmiotu/</w:t>
      </w:r>
      <w:r w:rsidRPr="009C54AE">
        <w:rPr>
          <w:rFonts w:ascii="Corbel" w:hAnsi="Corbel"/>
          <w:b/>
          <w:sz w:val="24"/>
          <w:szCs w:val="24"/>
        </w:rPr>
        <w:t>modułu</w:t>
      </w:r>
    </w:p>
    <w:p w:rsidR="008B72A7" w:rsidRPr="009C54AE" w:rsidRDefault="008B72A7" w:rsidP="008B72A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5973"/>
        <w:gridCol w:w="1866"/>
      </w:tblGrid>
      <w:tr w:rsidR="0085747A" w:rsidRPr="008B72A7" w:rsidTr="00E6290E">
        <w:tc>
          <w:tcPr>
            <w:tcW w:w="1687" w:type="dxa"/>
            <w:vAlign w:val="center"/>
          </w:tcPr>
          <w:p w:rsidR="0085747A" w:rsidRPr="008B72A7" w:rsidRDefault="0085747A" w:rsidP="00E629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smallCaps w:val="0"/>
                <w:szCs w:val="24"/>
              </w:rPr>
              <w:t>EK</w:t>
            </w:r>
            <w:r w:rsidR="00A9418A" w:rsidRPr="008B72A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B72A7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  <w:p w:rsidR="0085747A" w:rsidRPr="008B72A7" w:rsidRDefault="0085747A" w:rsidP="00E629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3" w:type="dxa"/>
            <w:vAlign w:val="center"/>
          </w:tcPr>
          <w:p w:rsidR="0085747A" w:rsidRPr="008B72A7" w:rsidRDefault="0085747A" w:rsidP="00E629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6" w:type="dxa"/>
            <w:vAlign w:val="center"/>
          </w:tcPr>
          <w:p w:rsidR="0085747A" w:rsidRPr="008B72A7" w:rsidRDefault="008B72A7" w:rsidP="00E629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8B72A7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85747A" w:rsidRPr="008B72A7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A62702" w:rsidRPr="008B72A7" w:rsidTr="00A9418A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8B72A7" w:rsidP="00F15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62702" w:rsidRPr="008B72A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A62702" w:rsidP="006805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6805C8" w:rsidRPr="008B72A7">
              <w:rPr>
                <w:rFonts w:ascii="Corbel" w:hAnsi="Corbel"/>
                <w:b w:val="0"/>
                <w:smallCaps w:val="0"/>
                <w:szCs w:val="24"/>
              </w:rPr>
              <w:t>podstawowe pojęcia z zakresu elektronicznej administracji</w:t>
            </w:r>
            <w:r w:rsidR="008B72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A62702" w:rsidP="008B7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0F18" w:rsidRPr="008B72A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B72A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A62702" w:rsidRPr="008B72A7" w:rsidTr="00A9418A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A62702" w:rsidP="00F15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820597" w:rsidP="0082059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460F18"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na metody i narzędzia informatyczne wykorzystywane w administracji publicznej, w tym służące do komunikacji elektronicznej oraz do pozyskania</w:t>
            </w: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informacji.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820597" w:rsidP="008B7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B72A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A62702" w:rsidRPr="008B72A7" w:rsidTr="00A9418A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A62702" w:rsidP="00F15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820597" w:rsidP="008B72A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umiejętność doboru i zastosowania odpowiednich narzędzi i systemów informatycznych do analizy procesów w administracji</w:t>
            </w:r>
            <w:r w:rsid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820597" w:rsidP="008B7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A62702" w:rsidRPr="008B72A7" w:rsidTr="00A9418A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A62702" w:rsidP="00F15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A62702" w:rsidP="006805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ciągłego poznawania zmieniających się </w:t>
            </w:r>
            <w:r w:rsidR="006805C8" w:rsidRPr="008B72A7">
              <w:rPr>
                <w:rFonts w:ascii="Corbel" w:hAnsi="Corbel"/>
                <w:b w:val="0"/>
                <w:smallCaps w:val="0"/>
                <w:szCs w:val="24"/>
              </w:rPr>
              <w:t>uwarunkowań w zakresie funkcjonowania e-administracji</w:t>
            </w:r>
            <w:r w:rsidRPr="008B72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8B72A7" w:rsidP="008B7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A62702" w:rsidRPr="008B72A7" w:rsidTr="00A9418A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A62702" w:rsidP="00F15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A62702" w:rsidP="00F15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Potrafi pracować w grupie, przyjmując w niej różne role oraz współodpowiedzialność za realizowane zadania</w:t>
            </w:r>
            <w:r w:rsidR="008B72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702" w:rsidRPr="008B72A7" w:rsidRDefault="00A62702" w:rsidP="00F15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2A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8B72A7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2A7" w:rsidRPr="009C54AE" w:rsidRDefault="008B72A7" w:rsidP="00ED35E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</w:t>
      </w:r>
      <w:r>
        <w:rPr>
          <w:rFonts w:ascii="Corbel" w:hAnsi="Corbel"/>
          <w:b/>
          <w:sz w:val="24"/>
          <w:szCs w:val="24"/>
        </w:rPr>
        <w:t>reści programowe</w:t>
      </w:r>
    </w:p>
    <w:p w:rsidR="008B72A7" w:rsidRPr="009C54AE" w:rsidRDefault="008B72A7" w:rsidP="008B72A7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85747A" w:rsidRPr="008B72A7" w:rsidTr="00A9418A">
        <w:tc>
          <w:tcPr>
            <w:tcW w:w="9668" w:type="dxa"/>
          </w:tcPr>
          <w:p w:rsidR="0085747A" w:rsidRPr="008B72A7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460F18" w:rsidP="00460F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Realizacja usług publicznych za pomocą środków komunikacji elektronicznej</w:t>
            </w:r>
            <w:r w:rsid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460F18" w:rsidP="00460F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System dostępu do informacji publicznej </w:t>
            </w:r>
            <w:r w:rsid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–</w:t>
            </w: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BIP</w:t>
            </w:r>
            <w:r w:rsid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18" w:rsidRPr="008B72A7" w:rsidRDefault="00460F18" w:rsidP="00460F1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Platforma </w:t>
            </w:r>
            <w:proofErr w:type="spellStart"/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ePUAP</w:t>
            </w:r>
            <w:proofErr w:type="spellEnd"/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:</w:t>
            </w:r>
          </w:p>
          <w:p w:rsidR="00460F18" w:rsidRPr="008B72A7" w:rsidRDefault="00460F18" w:rsidP="00460F1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zakładanie konta, </w:t>
            </w:r>
          </w:p>
          <w:p w:rsidR="00460F18" w:rsidRPr="008B72A7" w:rsidRDefault="00460F18" w:rsidP="00460F1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wnioskowanie o potwierdzenie profilu zaufanego, </w:t>
            </w:r>
          </w:p>
          <w:p w:rsidR="00460F18" w:rsidRPr="008B72A7" w:rsidRDefault="00460F18" w:rsidP="00460F1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instalacja Elektronicznej Skrzynki Podawczej, </w:t>
            </w:r>
          </w:p>
          <w:p w:rsidR="006805C8" w:rsidRPr="008B72A7" w:rsidRDefault="00460F18" w:rsidP="00460F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obsługa korespondencji na </w:t>
            </w:r>
            <w:proofErr w:type="spellStart"/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ePUAP</w:t>
            </w:r>
            <w:proofErr w:type="spellEnd"/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6805C8" w:rsidP="00460F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Modelowanie procesów biznesowych w administracji publicznej</w:t>
            </w:r>
            <w:r w:rsidR="008B72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6805C8" w:rsidP="00460F18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8B72A7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8B72A7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460F18" w:rsidRPr="008B72A7">
              <w:rPr>
                <w:rFonts w:ascii="Corbel" w:hAnsi="Corbel"/>
                <w:sz w:val="24"/>
                <w:szCs w:val="24"/>
              </w:rPr>
              <w:t>w</w:t>
            </w:r>
            <w:r w:rsidRPr="008B72A7">
              <w:rPr>
                <w:rFonts w:ascii="Corbel" w:hAnsi="Corbel"/>
                <w:sz w:val="24"/>
                <w:szCs w:val="24"/>
              </w:rPr>
              <w:t>ykorzystanie aplikacji i usług webowych do pracy przy wspólnym projekcie i</w:t>
            </w:r>
            <w:r w:rsidR="008B72A7">
              <w:rPr>
                <w:rFonts w:ascii="Corbel" w:hAnsi="Corbel"/>
                <w:sz w:val="24"/>
                <w:szCs w:val="24"/>
              </w:rPr>
              <w:t>nternetowym. Współpraca zdalna.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6805C8" w:rsidP="00A9418A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6805C8" w:rsidP="00A9418A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lastRenderedPageBreak/>
              <w:t>Zarządzanie i konfiguracja środowiska hostingowego. Instalacja i podstawowa konfiguracja systemu zarządzania treścią</w:t>
            </w:r>
            <w:r w:rsidR="008B72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6805C8" w:rsidP="00A9418A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Integracja portalu z mediami społecznościowymi</w:t>
            </w:r>
            <w:r w:rsidR="008B72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6805C8" w:rsidP="00A9418A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 xml:space="preserve">Podstawy edycji grafiki na potrzeby portalu </w:t>
            </w:r>
            <w:r w:rsidR="008B72A7">
              <w:rPr>
                <w:rFonts w:ascii="Corbel" w:hAnsi="Corbel"/>
                <w:sz w:val="24"/>
                <w:szCs w:val="24"/>
              </w:rPr>
              <w:t>–</w:t>
            </w:r>
            <w:r w:rsidRPr="008B72A7">
              <w:rPr>
                <w:rFonts w:ascii="Corbel" w:hAnsi="Corbel"/>
                <w:sz w:val="24"/>
                <w:szCs w:val="24"/>
              </w:rPr>
              <w:t xml:space="preserve"> zapoznanie się z obsługą i możliwościami aplikacji webowych (internetowych)</w:t>
            </w:r>
            <w:r w:rsidR="008B72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6805C8" w:rsidP="006D4D6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Praktyczne i formalne aspekty bezpieczeństwa informacji</w:t>
            </w:r>
            <w:r w:rsidR="008B72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5C8" w:rsidRPr="008B72A7" w:rsidTr="00A9418A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C8" w:rsidRPr="008B72A7" w:rsidRDefault="006805C8" w:rsidP="00A9418A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 xml:space="preserve">Podstawy SEO </w:t>
            </w:r>
            <w:r w:rsidR="008B72A7">
              <w:rPr>
                <w:rFonts w:ascii="Corbel" w:hAnsi="Corbel"/>
                <w:sz w:val="24"/>
                <w:szCs w:val="24"/>
              </w:rPr>
              <w:t>–</w:t>
            </w:r>
            <w:r w:rsidRPr="008B72A7">
              <w:rPr>
                <w:rFonts w:ascii="Corbel" w:hAnsi="Corbel"/>
                <w:sz w:val="24"/>
                <w:szCs w:val="24"/>
              </w:rPr>
              <w:t xml:space="preserve"> pozycjonowanie witryny w wyszukiwarkach internetowych</w:t>
            </w:r>
            <w:r w:rsidR="008B72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6D4D67" w:rsidRPr="008B72A7" w:rsidRDefault="006D4D67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2A7" w:rsidRPr="009C54AE" w:rsidRDefault="008B72A7" w:rsidP="008B72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B72A7" w:rsidRPr="009C54AE" w:rsidRDefault="008B72A7" w:rsidP="008B72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62702" w:rsidRPr="008B72A7" w:rsidRDefault="00A62702" w:rsidP="00A6270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72A7">
        <w:rPr>
          <w:rFonts w:ascii="Corbel" w:hAnsi="Corbel"/>
          <w:b w:val="0"/>
          <w:smallCaps w:val="0"/>
          <w:szCs w:val="24"/>
        </w:rPr>
        <w:t>Ćwiczenia w laboratorium komputerowym w środowisku internetowym z wykorzystan</w:t>
      </w:r>
      <w:r w:rsidR="008B72A7">
        <w:rPr>
          <w:rFonts w:ascii="Corbel" w:hAnsi="Corbel"/>
          <w:b w:val="0"/>
          <w:smallCaps w:val="0"/>
          <w:szCs w:val="24"/>
        </w:rPr>
        <w:t>iem projektora multimedialnego</w:t>
      </w:r>
    </w:p>
    <w:p w:rsidR="0085747A" w:rsidRPr="008B72A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2A7" w:rsidRPr="009C54AE" w:rsidRDefault="008B72A7" w:rsidP="00ED35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8B72A7" w:rsidRPr="009C54AE" w:rsidRDefault="008B72A7" w:rsidP="00ED35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2A7" w:rsidRPr="009C54AE" w:rsidRDefault="008B72A7" w:rsidP="00ED35E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B72A7" w:rsidRDefault="008B72A7" w:rsidP="008B72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B72A7" w:rsidRPr="009C54AE" w:rsidTr="00ED35E0">
        <w:tc>
          <w:tcPr>
            <w:tcW w:w="1843" w:type="dxa"/>
            <w:vAlign w:val="center"/>
          </w:tcPr>
          <w:p w:rsidR="008B72A7" w:rsidRPr="009C54AE" w:rsidRDefault="008B72A7" w:rsidP="00ED35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B72A7" w:rsidRPr="009C54AE" w:rsidRDefault="008B72A7" w:rsidP="00ED35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B72A7" w:rsidRPr="009C54AE" w:rsidRDefault="008B72A7" w:rsidP="00ED35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B72A7" w:rsidRPr="009C54AE" w:rsidRDefault="008B72A7" w:rsidP="00ED35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B72A7" w:rsidRPr="009C54AE" w:rsidRDefault="008B72A7" w:rsidP="00ED35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B72A7" w:rsidRPr="009C54AE" w:rsidTr="00782BC1">
        <w:tc>
          <w:tcPr>
            <w:tcW w:w="1843" w:type="dxa"/>
          </w:tcPr>
          <w:p w:rsidR="008B72A7" w:rsidRPr="008B72A7" w:rsidRDefault="008B72A7" w:rsidP="00ED35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8B72A7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70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>
              <w:rPr>
                <w:rFonts w:ascii="Corbel" w:hAnsi="Corbel"/>
                <w:sz w:val="24"/>
                <w:szCs w:val="24"/>
              </w:rPr>
              <w:t xml:space="preserve">sprawdzenie umiejętności </w:t>
            </w:r>
            <w:r w:rsidRPr="008B72A7">
              <w:rPr>
                <w:rFonts w:ascii="Corbel" w:hAnsi="Corbel"/>
                <w:sz w:val="24"/>
                <w:szCs w:val="24"/>
              </w:rPr>
              <w:t>w trakcie zajęć, kolokwium</w:t>
            </w:r>
          </w:p>
        </w:tc>
        <w:tc>
          <w:tcPr>
            <w:tcW w:w="2126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B72A7" w:rsidRPr="009C54AE" w:rsidTr="00782BC1">
        <w:tc>
          <w:tcPr>
            <w:tcW w:w="1843" w:type="dxa"/>
          </w:tcPr>
          <w:p w:rsidR="008B72A7" w:rsidRPr="008B72A7" w:rsidRDefault="008B72A7" w:rsidP="00ED35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8B72A7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670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obserwacja postawy, sprawdzenie umiejętności w trakcie zajęć, kolokwium, projekt</w:t>
            </w:r>
          </w:p>
        </w:tc>
        <w:tc>
          <w:tcPr>
            <w:tcW w:w="2126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B72A7" w:rsidRPr="009C54AE" w:rsidTr="00782BC1">
        <w:tc>
          <w:tcPr>
            <w:tcW w:w="1843" w:type="dxa"/>
          </w:tcPr>
          <w:p w:rsidR="008B72A7" w:rsidRPr="008B72A7" w:rsidRDefault="008B72A7" w:rsidP="00ED35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72A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obserwacja postawy, sprawdzenie umiejętności w trakcie zajęć, kolokwium, projekt</w:t>
            </w:r>
          </w:p>
        </w:tc>
        <w:tc>
          <w:tcPr>
            <w:tcW w:w="2126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B72A7" w:rsidRPr="009C54AE" w:rsidTr="00782BC1">
        <w:tc>
          <w:tcPr>
            <w:tcW w:w="1843" w:type="dxa"/>
          </w:tcPr>
          <w:p w:rsidR="008B72A7" w:rsidRPr="008B72A7" w:rsidRDefault="008B72A7" w:rsidP="00ED35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72A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B72A7" w:rsidRPr="009C54AE" w:rsidTr="00782BC1">
        <w:tc>
          <w:tcPr>
            <w:tcW w:w="1843" w:type="dxa"/>
          </w:tcPr>
          <w:p w:rsidR="008B72A7" w:rsidRPr="008B72A7" w:rsidRDefault="008B72A7" w:rsidP="00ED35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72A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="008B72A7" w:rsidRPr="008B72A7" w:rsidRDefault="008B72A7" w:rsidP="00ED35E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8B72A7" w:rsidRDefault="008B72A7" w:rsidP="008B72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2A7" w:rsidRPr="009C54AE" w:rsidRDefault="008B72A7" w:rsidP="00ED35E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8B72A7" w:rsidRPr="009C54AE" w:rsidRDefault="008B72A7" w:rsidP="008B72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85747A" w:rsidRPr="008B72A7" w:rsidTr="00A9418A">
        <w:tc>
          <w:tcPr>
            <w:tcW w:w="9668" w:type="dxa"/>
          </w:tcPr>
          <w:p w:rsidR="0085747A" w:rsidRPr="008B72A7" w:rsidRDefault="00820597" w:rsidP="0068344E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B72A7">
              <w:rPr>
                <w:rFonts w:ascii="Corbel" w:hAnsi="Corbel"/>
                <w:sz w:val="24"/>
                <w:szCs w:val="24"/>
              </w:rPr>
              <w:t>Warunkiem zaliczenia przedmiotu jest aktywne uczestnictwo w zajęciach oraz uzyskanie pozytywnej oceny z kolokwium</w:t>
            </w:r>
            <w:r w:rsidR="00D25F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8B72A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5F45" w:rsidRPr="009C54AE" w:rsidRDefault="00D25F45" w:rsidP="00ED35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25F45" w:rsidRDefault="00D25F45" w:rsidP="00D25F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5F45" w:rsidRPr="009C54AE" w:rsidTr="00ED35E0">
        <w:tc>
          <w:tcPr>
            <w:tcW w:w="4962" w:type="dxa"/>
            <w:vAlign w:val="center"/>
          </w:tcPr>
          <w:p w:rsidR="00D25F45" w:rsidRPr="009C54AE" w:rsidRDefault="00D25F45" w:rsidP="00ED35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25F45" w:rsidRPr="009C54AE" w:rsidRDefault="00D25F45" w:rsidP="00ED35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5F45" w:rsidRPr="009C54AE" w:rsidTr="00ED35E0">
        <w:tc>
          <w:tcPr>
            <w:tcW w:w="4962" w:type="dxa"/>
          </w:tcPr>
          <w:p w:rsidR="00D25F45" w:rsidRPr="009C54AE" w:rsidRDefault="00D25F45" w:rsidP="00ED35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planu studiów</w:t>
            </w:r>
          </w:p>
        </w:tc>
        <w:tc>
          <w:tcPr>
            <w:tcW w:w="4677" w:type="dxa"/>
          </w:tcPr>
          <w:p w:rsidR="00D25F45" w:rsidRPr="009C54AE" w:rsidRDefault="007663C7" w:rsidP="00ED35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25F45" w:rsidRPr="009C54AE" w:rsidTr="00ED35E0">
        <w:tc>
          <w:tcPr>
            <w:tcW w:w="4962" w:type="dxa"/>
          </w:tcPr>
          <w:p w:rsidR="00D25F45" w:rsidRPr="009C54AE" w:rsidRDefault="00D25F45" w:rsidP="00ED35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D25F45" w:rsidRPr="009C54AE" w:rsidRDefault="00D25F45" w:rsidP="00ED35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25F45" w:rsidRPr="009C54AE" w:rsidRDefault="00D25F45" w:rsidP="00ED35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5F45" w:rsidRPr="009C54AE" w:rsidTr="00ED35E0">
        <w:tc>
          <w:tcPr>
            <w:tcW w:w="4962" w:type="dxa"/>
          </w:tcPr>
          <w:p w:rsidR="00D25F45" w:rsidRPr="009C54AE" w:rsidRDefault="00D25F45" w:rsidP="00ED35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25F45" w:rsidRPr="009C54AE" w:rsidRDefault="007663C7" w:rsidP="00D25F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25F45" w:rsidRPr="009C54AE" w:rsidTr="00ED35E0">
        <w:tc>
          <w:tcPr>
            <w:tcW w:w="4962" w:type="dxa"/>
          </w:tcPr>
          <w:p w:rsidR="00D25F45" w:rsidRPr="009C54AE" w:rsidRDefault="00D25F45" w:rsidP="00ED35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25F45" w:rsidRPr="006A147C" w:rsidRDefault="00D25F45" w:rsidP="00ED35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  <w:r w:rsidRPr="006A147C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D25F45" w:rsidRPr="009C54AE" w:rsidTr="00ED35E0">
        <w:tc>
          <w:tcPr>
            <w:tcW w:w="4962" w:type="dxa"/>
          </w:tcPr>
          <w:p w:rsidR="00D25F45" w:rsidRPr="009C54AE" w:rsidRDefault="00D25F45" w:rsidP="00ED35E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25F45" w:rsidRPr="006A147C" w:rsidRDefault="00D25F45" w:rsidP="00ED35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D25F45" w:rsidRDefault="00D25F45" w:rsidP="00ED35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D25F45" w:rsidRPr="00013CB1" w:rsidRDefault="00D25F45" w:rsidP="00ED35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D25F45" w:rsidRPr="009C54AE" w:rsidRDefault="00D25F45" w:rsidP="00ED35E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</w:t>
      </w:r>
      <w:r w:rsidR="00E6290E">
        <w:rPr>
          <w:rFonts w:ascii="Corbel" w:hAnsi="Corbel"/>
          <w:smallCaps w:val="0"/>
          <w:szCs w:val="24"/>
        </w:rPr>
        <w:t>I ZAWODOWE W RAMACH PRZEDMIOTU/</w:t>
      </w:r>
      <w:r w:rsidRPr="009C54AE">
        <w:rPr>
          <w:rFonts w:ascii="Corbel" w:hAnsi="Corbel"/>
          <w:smallCaps w:val="0"/>
          <w:szCs w:val="24"/>
        </w:rPr>
        <w:t>MODUŁU</w:t>
      </w:r>
    </w:p>
    <w:p w:rsidR="00D25F45" w:rsidRPr="009C54AE" w:rsidRDefault="00D25F45" w:rsidP="00ED35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25F45" w:rsidRPr="009C54AE" w:rsidTr="00ED35E0">
        <w:trPr>
          <w:trHeight w:val="397"/>
        </w:trPr>
        <w:tc>
          <w:tcPr>
            <w:tcW w:w="3544" w:type="dxa"/>
          </w:tcPr>
          <w:p w:rsidR="00D25F45" w:rsidRPr="009C54AE" w:rsidRDefault="00D25F45" w:rsidP="00D25F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25F45" w:rsidRPr="009C54AE" w:rsidRDefault="00D25F45" w:rsidP="00D25F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5F45" w:rsidRPr="009C54AE" w:rsidTr="00ED35E0">
        <w:trPr>
          <w:trHeight w:val="397"/>
        </w:trPr>
        <w:tc>
          <w:tcPr>
            <w:tcW w:w="3544" w:type="dxa"/>
          </w:tcPr>
          <w:p w:rsidR="00D25F45" w:rsidRPr="009C54AE" w:rsidRDefault="00D25F45" w:rsidP="00D25F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25F45" w:rsidRPr="009C54AE" w:rsidRDefault="00D25F45" w:rsidP="00D25F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D25F45" w:rsidRPr="009C54AE" w:rsidRDefault="00D25F45" w:rsidP="00ED35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5F45" w:rsidRPr="009C54AE" w:rsidRDefault="00D25F45" w:rsidP="00ED35E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D25F45" w:rsidRPr="009C54AE" w:rsidRDefault="00D25F45" w:rsidP="00D25F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B72A7" w:rsidTr="00D25F45">
        <w:tc>
          <w:tcPr>
            <w:tcW w:w="7513" w:type="dxa"/>
          </w:tcPr>
          <w:p w:rsidR="0085747A" w:rsidRPr="00D25F45" w:rsidRDefault="0085747A" w:rsidP="00A62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F4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4D26" w:rsidRPr="00D25F45" w:rsidRDefault="006C4D26" w:rsidP="00D25F45">
            <w:pPr>
              <w:pStyle w:val="Punktygwne"/>
              <w:numPr>
                <w:ilvl w:val="0"/>
                <w:numId w:val="49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Prasal A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, Kraska M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r w:rsidRPr="00D25F45">
              <w:rPr>
                <w:rFonts w:ascii="Corbel" w:hAnsi="Corbel"/>
                <w:b w:val="0"/>
                <w:bCs/>
                <w:i/>
                <w:smallCaps w:val="0"/>
                <w:sz w:val="22"/>
                <w:szCs w:val="24"/>
              </w:rPr>
              <w:t>E-urząd</w:t>
            </w:r>
            <w:r w:rsidR="00D25F45" w:rsidRPr="00D25F45">
              <w:rPr>
                <w:rFonts w:ascii="Corbel" w:hAnsi="Corbel"/>
                <w:b w:val="0"/>
                <w:bCs/>
                <w:i/>
                <w:smallCaps w:val="0"/>
                <w:sz w:val="22"/>
                <w:szCs w:val="24"/>
              </w:rPr>
              <w:t>.</w:t>
            </w:r>
            <w:r w:rsidRPr="00D25F45">
              <w:rPr>
                <w:rFonts w:ascii="Corbel" w:hAnsi="Corbel"/>
                <w:b w:val="0"/>
                <w:bCs/>
                <w:i/>
                <w:smallCaps w:val="0"/>
                <w:sz w:val="22"/>
                <w:szCs w:val="24"/>
              </w:rPr>
              <w:t xml:space="preserve"> Cyfrowe usługi publiczne. Poradnik dla administracji i przedsiębiorców</w:t>
            </w:r>
            <w:r w:rsidRPr="00D25F45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D25F45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Infor</w:t>
            </w:r>
            <w:proofErr w:type="spellEnd"/>
            <w:r w:rsidRPr="00D25F45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 S.A, Warszawa 2016</w:t>
            </w:r>
            <w:r w:rsidR="00D25F45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:rsidR="006C4D26" w:rsidRPr="00D25F45" w:rsidRDefault="006C4D26" w:rsidP="00D25F45">
            <w:pPr>
              <w:pStyle w:val="Punktygwne"/>
              <w:numPr>
                <w:ilvl w:val="0"/>
                <w:numId w:val="49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Muliński</w:t>
            </w:r>
            <w:proofErr w:type="spellEnd"/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T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.,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Pr="00D25F45">
              <w:rPr>
                <w:rFonts w:ascii="Corbel" w:hAnsi="Corbel"/>
                <w:b w:val="0"/>
                <w:bCs/>
                <w:i/>
                <w:smallCaps w:val="0"/>
                <w:sz w:val="22"/>
                <w:szCs w:val="24"/>
              </w:rPr>
              <w:t>Zagrożenia bezpieczeństwa dla systemów informatycznych e-administracji</w:t>
            </w:r>
            <w:r w:rsidR="00D25F45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Wydawnictwo </w:t>
            </w:r>
            <w:proofErr w:type="spellStart"/>
            <w:r w:rsidR="00D25F45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CeDeWu</w:t>
            </w:r>
            <w:proofErr w:type="spellEnd"/>
            <w:r w:rsidR="00D25F45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W</w:t>
            </w:r>
            <w:r w:rsidRPr="00D25F45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arszawa 2016</w:t>
            </w:r>
            <w:r w:rsidR="00D25F45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:rsidR="00622353" w:rsidRPr="008B72A7" w:rsidRDefault="00A62702" w:rsidP="00D25F45">
            <w:pPr>
              <w:pStyle w:val="Punktygwne"/>
              <w:numPr>
                <w:ilvl w:val="0"/>
                <w:numId w:val="49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Halligan B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.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, Shah D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>.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  <w:lang w:val="en-US"/>
              </w:rPr>
              <w:t xml:space="preserve">, </w:t>
            </w:r>
            <w:r w:rsidRPr="00D25F45">
              <w:rPr>
                <w:rFonts w:ascii="Corbel" w:hAnsi="Corbel"/>
                <w:b w:val="0"/>
                <w:i/>
                <w:smallCaps w:val="0"/>
                <w:sz w:val="22"/>
                <w:szCs w:val="24"/>
                <w:lang w:val="en-US"/>
              </w:rPr>
              <w:t xml:space="preserve">Inbound Marketing. </w:t>
            </w:r>
            <w:r w:rsidRPr="00D25F45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Daj się poznać w Google, serwisach społecznościowych i na blogu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, Helion 2010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  <w:tr w:rsidR="0085747A" w:rsidRPr="008B72A7" w:rsidTr="00D25F45">
        <w:tc>
          <w:tcPr>
            <w:tcW w:w="7513" w:type="dxa"/>
          </w:tcPr>
          <w:p w:rsidR="0085747A" w:rsidRPr="00D25F45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25F4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62702" w:rsidRPr="00D25F45" w:rsidRDefault="00A62702" w:rsidP="00D25F45">
            <w:pPr>
              <w:pStyle w:val="Punktygwne"/>
              <w:numPr>
                <w:ilvl w:val="0"/>
                <w:numId w:val="50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Danowski B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r w:rsidRPr="00D25F45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Tworzenie stron WWW w praktyce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Wydanie II</w:t>
            </w:r>
            <w:r w:rsidR="006C4D26"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I, Wydawnictwo Helion, Gliwice 2014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:rsidR="0085747A" w:rsidRPr="008B72A7" w:rsidRDefault="00A62702" w:rsidP="00D25F45">
            <w:pPr>
              <w:pStyle w:val="Punktygwne"/>
              <w:numPr>
                <w:ilvl w:val="0"/>
                <w:numId w:val="50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Sokól</w:t>
            </w:r>
            <w:proofErr w:type="spellEnd"/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r w:rsidRPr="00D25F45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Tworzenie stron WWW. Ćwiczenia praktyczne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Wydanie III</w:t>
            </w:r>
            <w:r w:rsidR="006C4D26" w:rsidRP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, Wydawnictwo Helion, Gliwice 2012</w:t>
            </w:r>
            <w:r w:rsidR="00D25F4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:rsidR="00A9418A" w:rsidRPr="008B72A7" w:rsidRDefault="00A9418A" w:rsidP="00A941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B72A7" w:rsidRDefault="0085747A" w:rsidP="00A941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72A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72A7" w:rsidSect="00A9418A">
      <w:footerReference w:type="default" r:id="rId9"/>
      <w:pgSz w:w="11906" w:h="16838" w:code="9"/>
      <w:pgMar w:top="993" w:right="1134" w:bottom="993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2A7" w:rsidRDefault="00AC62A7" w:rsidP="00C16ABF">
      <w:pPr>
        <w:spacing w:after="0" w:line="240" w:lineRule="auto"/>
      </w:pPr>
      <w:r>
        <w:separator/>
      </w:r>
    </w:p>
  </w:endnote>
  <w:endnote w:type="continuationSeparator" w:id="0">
    <w:p w:rsidR="00AC62A7" w:rsidRDefault="00AC62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672117"/>
      <w:docPartObj>
        <w:docPartGallery w:val="Page Numbers (Bottom of Page)"/>
        <w:docPartUnique/>
      </w:docPartObj>
    </w:sdtPr>
    <w:sdtEndPr/>
    <w:sdtContent>
      <w:p w:rsidR="00C27011" w:rsidRDefault="00711CD6">
        <w:pPr>
          <w:pStyle w:val="Stopka"/>
          <w:jc w:val="right"/>
        </w:pPr>
        <w:r>
          <w:fldChar w:fldCharType="begin"/>
        </w:r>
        <w:r w:rsidR="00647B3A">
          <w:instrText xml:space="preserve"> PAGE   \* MERGEFORMAT </w:instrText>
        </w:r>
        <w:r>
          <w:fldChar w:fldCharType="separate"/>
        </w:r>
        <w:r w:rsidR="007663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7011" w:rsidRDefault="00C27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2A7" w:rsidRDefault="00AC62A7" w:rsidP="00C16ABF">
      <w:pPr>
        <w:spacing w:after="0" w:line="240" w:lineRule="auto"/>
      </w:pPr>
      <w:r>
        <w:separator/>
      </w:r>
    </w:p>
  </w:footnote>
  <w:footnote w:type="continuationSeparator" w:id="0">
    <w:p w:rsidR="00AC62A7" w:rsidRDefault="00AC62A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>
    <w:nsid w:val="091A65A4"/>
    <w:multiLevelType w:val="hybridMultilevel"/>
    <w:tmpl w:val="16BC7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E2F9D"/>
    <w:multiLevelType w:val="multilevel"/>
    <w:tmpl w:val="01C427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AF572E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CC400B"/>
    <w:multiLevelType w:val="hybridMultilevel"/>
    <w:tmpl w:val="2A488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4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9D1B70"/>
    <w:multiLevelType w:val="multilevel"/>
    <w:tmpl w:val="5C721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7"/>
  </w:num>
  <w:num w:numId="2">
    <w:abstractNumId w:val="46"/>
  </w:num>
  <w:num w:numId="3">
    <w:abstractNumId w:val="48"/>
  </w:num>
  <w:num w:numId="4">
    <w:abstractNumId w:val="18"/>
  </w:num>
  <w:num w:numId="5">
    <w:abstractNumId w:val="5"/>
  </w:num>
  <w:num w:numId="6">
    <w:abstractNumId w:val="27"/>
  </w:num>
  <w:num w:numId="7">
    <w:abstractNumId w:val="32"/>
  </w:num>
  <w:num w:numId="8">
    <w:abstractNumId w:val="19"/>
  </w:num>
  <w:num w:numId="9">
    <w:abstractNumId w:val="42"/>
  </w:num>
  <w:num w:numId="10">
    <w:abstractNumId w:val="43"/>
  </w:num>
  <w:num w:numId="11">
    <w:abstractNumId w:val="34"/>
  </w:num>
  <w:num w:numId="12">
    <w:abstractNumId w:val="23"/>
  </w:num>
  <w:num w:numId="13">
    <w:abstractNumId w:val="21"/>
  </w:num>
  <w:num w:numId="14">
    <w:abstractNumId w:val="44"/>
  </w:num>
  <w:num w:numId="15">
    <w:abstractNumId w:val="9"/>
  </w:num>
  <w:num w:numId="16">
    <w:abstractNumId w:val="49"/>
  </w:num>
  <w:num w:numId="17">
    <w:abstractNumId w:val="30"/>
  </w:num>
  <w:num w:numId="18">
    <w:abstractNumId w:val="12"/>
  </w:num>
  <w:num w:numId="19">
    <w:abstractNumId w:val="4"/>
  </w:num>
  <w:num w:numId="20">
    <w:abstractNumId w:val="29"/>
  </w:num>
  <w:num w:numId="21">
    <w:abstractNumId w:val="1"/>
  </w:num>
  <w:num w:numId="22">
    <w:abstractNumId w:val="8"/>
  </w:num>
  <w:num w:numId="23">
    <w:abstractNumId w:val="40"/>
  </w:num>
  <w:num w:numId="24">
    <w:abstractNumId w:val="24"/>
  </w:num>
  <w:num w:numId="25">
    <w:abstractNumId w:val="41"/>
  </w:num>
  <w:num w:numId="26">
    <w:abstractNumId w:val="28"/>
  </w:num>
  <w:num w:numId="27">
    <w:abstractNumId w:val="11"/>
  </w:num>
  <w:num w:numId="28">
    <w:abstractNumId w:val="3"/>
  </w:num>
  <w:num w:numId="29">
    <w:abstractNumId w:val="16"/>
  </w:num>
  <w:num w:numId="30">
    <w:abstractNumId w:val="20"/>
  </w:num>
  <w:num w:numId="31">
    <w:abstractNumId w:val="26"/>
  </w:num>
  <w:num w:numId="32">
    <w:abstractNumId w:val="14"/>
  </w:num>
  <w:num w:numId="33">
    <w:abstractNumId w:val="22"/>
  </w:num>
  <w:num w:numId="34">
    <w:abstractNumId w:val="15"/>
  </w:num>
  <w:num w:numId="35">
    <w:abstractNumId w:val="7"/>
  </w:num>
  <w:num w:numId="36">
    <w:abstractNumId w:val="10"/>
  </w:num>
  <w:num w:numId="37">
    <w:abstractNumId w:val="13"/>
  </w:num>
  <w:num w:numId="38">
    <w:abstractNumId w:val="2"/>
  </w:num>
  <w:num w:numId="39">
    <w:abstractNumId w:val="39"/>
  </w:num>
  <w:num w:numId="40">
    <w:abstractNumId w:val="35"/>
  </w:num>
  <w:num w:numId="41">
    <w:abstractNumId w:val="17"/>
  </w:num>
  <w:num w:numId="42">
    <w:abstractNumId w:val="0"/>
  </w:num>
  <w:num w:numId="43">
    <w:abstractNumId w:val="37"/>
  </w:num>
  <w:num w:numId="44">
    <w:abstractNumId w:val="36"/>
  </w:num>
  <w:num w:numId="45">
    <w:abstractNumId w:val="25"/>
  </w:num>
  <w:num w:numId="46">
    <w:abstractNumId w:val="31"/>
  </w:num>
  <w:num w:numId="47">
    <w:abstractNumId w:val="6"/>
  </w:num>
  <w:num w:numId="48">
    <w:abstractNumId w:val="45"/>
  </w:num>
  <w:num w:numId="49">
    <w:abstractNumId w:val="33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522E0"/>
    <w:rsid w:val="00062893"/>
    <w:rsid w:val="00070ED6"/>
    <w:rsid w:val="000742DC"/>
    <w:rsid w:val="00084C12"/>
    <w:rsid w:val="00094B12"/>
    <w:rsid w:val="00096C46"/>
    <w:rsid w:val="000A296F"/>
    <w:rsid w:val="000A2A28"/>
    <w:rsid w:val="000A373D"/>
    <w:rsid w:val="000A3A35"/>
    <w:rsid w:val="000B192D"/>
    <w:rsid w:val="000B28EE"/>
    <w:rsid w:val="000B3E37"/>
    <w:rsid w:val="000C4914"/>
    <w:rsid w:val="000D04B0"/>
    <w:rsid w:val="000D572F"/>
    <w:rsid w:val="000F1C57"/>
    <w:rsid w:val="000F5615"/>
    <w:rsid w:val="000F6BB0"/>
    <w:rsid w:val="0012560E"/>
    <w:rsid w:val="00127108"/>
    <w:rsid w:val="00134B13"/>
    <w:rsid w:val="00137676"/>
    <w:rsid w:val="00146BC0"/>
    <w:rsid w:val="00154381"/>
    <w:rsid w:val="00164FA7"/>
    <w:rsid w:val="00166A03"/>
    <w:rsid w:val="00176083"/>
    <w:rsid w:val="001A70D2"/>
    <w:rsid w:val="001D657B"/>
    <w:rsid w:val="001E0209"/>
    <w:rsid w:val="001E0BE5"/>
    <w:rsid w:val="001F2CA2"/>
    <w:rsid w:val="00204761"/>
    <w:rsid w:val="002144C0"/>
    <w:rsid w:val="0022477D"/>
    <w:rsid w:val="002336F9"/>
    <w:rsid w:val="0024028F"/>
    <w:rsid w:val="00244ABC"/>
    <w:rsid w:val="002514E0"/>
    <w:rsid w:val="00256CD0"/>
    <w:rsid w:val="00281FF2"/>
    <w:rsid w:val="002857DE"/>
    <w:rsid w:val="00291567"/>
    <w:rsid w:val="002A2389"/>
    <w:rsid w:val="002A4272"/>
    <w:rsid w:val="002A671D"/>
    <w:rsid w:val="002B4D55"/>
    <w:rsid w:val="002B6119"/>
    <w:rsid w:val="002C1B5B"/>
    <w:rsid w:val="002C1F06"/>
    <w:rsid w:val="002D73D4"/>
    <w:rsid w:val="002F02A3"/>
    <w:rsid w:val="002F36E2"/>
    <w:rsid w:val="003018BA"/>
    <w:rsid w:val="00305C92"/>
    <w:rsid w:val="003151C5"/>
    <w:rsid w:val="003271F7"/>
    <w:rsid w:val="003343CF"/>
    <w:rsid w:val="00346FE9"/>
    <w:rsid w:val="0034759A"/>
    <w:rsid w:val="003503F6"/>
    <w:rsid w:val="003530DD"/>
    <w:rsid w:val="00362576"/>
    <w:rsid w:val="003636BF"/>
    <w:rsid w:val="003A1176"/>
    <w:rsid w:val="003A3ADE"/>
    <w:rsid w:val="003C0BAE"/>
    <w:rsid w:val="003C2D99"/>
    <w:rsid w:val="003C54FA"/>
    <w:rsid w:val="003D18A9"/>
    <w:rsid w:val="003D6CE2"/>
    <w:rsid w:val="003E2FE6"/>
    <w:rsid w:val="003E49D5"/>
    <w:rsid w:val="003F1D3F"/>
    <w:rsid w:val="003F75E5"/>
    <w:rsid w:val="00414E3C"/>
    <w:rsid w:val="0042244A"/>
    <w:rsid w:val="0042745A"/>
    <w:rsid w:val="004318FB"/>
    <w:rsid w:val="004362C6"/>
    <w:rsid w:val="00437FA2"/>
    <w:rsid w:val="00460F1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79B6"/>
    <w:rsid w:val="004D171D"/>
    <w:rsid w:val="004D5282"/>
    <w:rsid w:val="004F1551"/>
    <w:rsid w:val="004F55A3"/>
    <w:rsid w:val="0050496F"/>
    <w:rsid w:val="00526A4F"/>
    <w:rsid w:val="00526D48"/>
    <w:rsid w:val="005363C4"/>
    <w:rsid w:val="00536BDE"/>
    <w:rsid w:val="00543ACC"/>
    <w:rsid w:val="00584550"/>
    <w:rsid w:val="005A0855"/>
    <w:rsid w:val="005A3196"/>
    <w:rsid w:val="005C080F"/>
    <w:rsid w:val="005C16F8"/>
    <w:rsid w:val="005C55E5"/>
    <w:rsid w:val="005C696A"/>
    <w:rsid w:val="005E6E85"/>
    <w:rsid w:val="005F31D2"/>
    <w:rsid w:val="0061029B"/>
    <w:rsid w:val="00621CE1"/>
    <w:rsid w:val="00622353"/>
    <w:rsid w:val="006329B7"/>
    <w:rsid w:val="00635692"/>
    <w:rsid w:val="00647B3A"/>
    <w:rsid w:val="00647FA8"/>
    <w:rsid w:val="006620D9"/>
    <w:rsid w:val="00671958"/>
    <w:rsid w:val="006805C8"/>
    <w:rsid w:val="0068344E"/>
    <w:rsid w:val="00684823"/>
    <w:rsid w:val="00691D60"/>
    <w:rsid w:val="006C4D26"/>
    <w:rsid w:val="006D050F"/>
    <w:rsid w:val="006D4D67"/>
    <w:rsid w:val="006D6139"/>
    <w:rsid w:val="006E377F"/>
    <w:rsid w:val="006E5D65"/>
    <w:rsid w:val="006F1FBC"/>
    <w:rsid w:val="007072BA"/>
    <w:rsid w:val="00711CD6"/>
    <w:rsid w:val="00724677"/>
    <w:rsid w:val="00725459"/>
    <w:rsid w:val="00734608"/>
    <w:rsid w:val="007461D6"/>
    <w:rsid w:val="00746EC8"/>
    <w:rsid w:val="00763BF1"/>
    <w:rsid w:val="007658D8"/>
    <w:rsid w:val="007663C7"/>
    <w:rsid w:val="00766FD4"/>
    <w:rsid w:val="00777B3C"/>
    <w:rsid w:val="0078168C"/>
    <w:rsid w:val="00790D94"/>
    <w:rsid w:val="00790E27"/>
    <w:rsid w:val="00797111"/>
    <w:rsid w:val="007A4022"/>
    <w:rsid w:val="007A6E6E"/>
    <w:rsid w:val="007C3299"/>
    <w:rsid w:val="007C3BCC"/>
    <w:rsid w:val="007C53B6"/>
    <w:rsid w:val="007D6E56"/>
    <w:rsid w:val="007F4155"/>
    <w:rsid w:val="0081707E"/>
    <w:rsid w:val="00820597"/>
    <w:rsid w:val="00841B12"/>
    <w:rsid w:val="008449B3"/>
    <w:rsid w:val="00845941"/>
    <w:rsid w:val="0085747A"/>
    <w:rsid w:val="00885F64"/>
    <w:rsid w:val="008917F9"/>
    <w:rsid w:val="00897DBD"/>
    <w:rsid w:val="008A45F7"/>
    <w:rsid w:val="008B425D"/>
    <w:rsid w:val="008B72A7"/>
    <w:rsid w:val="008C0CC0"/>
    <w:rsid w:val="008C19A9"/>
    <w:rsid w:val="008C379D"/>
    <w:rsid w:val="008C5147"/>
    <w:rsid w:val="008C5359"/>
    <w:rsid w:val="008C5363"/>
    <w:rsid w:val="008D3DFB"/>
    <w:rsid w:val="008D77BD"/>
    <w:rsid w:val="008E64F4"/>
    <w:rsid w:val="008F12C9"/>
    <w:rsid w:val="008F6E29"/>
    <w:rsid w:val="00901629"/>
    <w:rsid w:val="00914693"/>
    <w:rsid w:val="00916188"/>
    <w:rsid w:val="00931884"/>
    <w:rsid w:val="00954A07"/>
    <w:rsid w:val="009A3BF0"/>
    <w:rsid w:val="009A78D9"/>
    <w:rsid w:val="009C3E31"/>
    <w:rsid w:val="009C788E"/>
    <w:rsid w:val="009E3C7B"/>
    <w:rsid w:val="009E5DD6"/>
    <w:rsid w:val="009F3C5C"/>
    <w:rsid w:val="00A05D01"/>
    <w:rsid w:val="00A2245B"/>
    <w:rsid w:val="00A26A20"/>
    <w:rsid w:val="00A30110"/>
    <w:rsid w:val="00A30536"/>
    <w:rsid w:val="00A36899"/>
    <w:rsid w:val="00A371F6"/>
    <w:rsid w:val="00A54817"/>
    <w:rsid w:val="00A60799"/>
    <w:rsid w:val="00A62702"/>
    <w:rsid w:val="00A7187D"/>
    <w:rsid w:val="00A84A42"/>
    <w:rsid w:val="00A87CB5"/>
    <w:rsid w:val="00A91675"/>
    <w:rsid w:val="00A9418A"/>
    <w:rsid w:val="00A9568A"/>
    <w:rsid w:val="00A97DE1"/>
    <w:rsid w:val="00AB053C"/>
    <w:rsid w:val="00AC62A7"/>
    <w:rsid w:val="00AD1146"/>
    <w:rsid w:val="00AD27D3"/>
    <w:rsid w:val="00AD66D6"/>
    <w:rsid w:val="00AE1160"/>
    <w:rsid w:val="00AE203C"/>
    <w:rsid w:val="00AE2E74"/>
    <w:rsid w:val="00AE5FCB"/>
    <w:rsid w:val="00AF2C1E"/>
    <w:rsid w:val="00B035E9"/>
    <w:rsid w:val="00B135B1"/>
    <w:rsid w:val="00B3681A"/>
    <w:rsid w:val="00B40ADB"/>
    <w:rsid w:val="00B43B77"/>
    <w:rsid w:val="00B43E80"/>
    <w:rsid w:val="00B607DB"/>
    <w:rsid w:val="00B66529"/>
    <w:rsid w:val="00B75946"/>
    <w:rsid w:val="00B8056E"/>
    <w:rsid w:val="00B819C8"/>
    <w:rsid w:val="00BA64C1"/>
    <w:rsid w:val="00BB520A"/>
    <w:rsid w:val="00BC3988"/>
    <w:rsid w:val="00BC5507"/>
    <w:rsid w:val="00BD3869"/>
    <w:rsid w:val="00BD66E9"/>
    <w:rsid w:val="00C058B4"/>
    <w:rsid w:val="00C131B5"/>
    <w:rsid w:val="00C16ABF"/>
    <w:rsid w:val="00C170AE"/>
    <w:rsid w:val="00C26CB7"/>
    <w:rsid w:val="00C27011"/>
    <w:rsid w:val="00C324C1"/>
    <w:rsid w:val="00C36992"/>
    <w:rsid w:val="00C56036"/>
    <w:rsid w:val="00C67E92"/>
    <w:rsid w:val="00C70A26"/>
    <w:rsid w:val="00C74EEF"/>
    <w:rsid w:val="00C94B98"/>
    <w:rsid w:val="00C9655F"/>
    <w:rsid w:val="00CA10DF"/>
    <w:rsid w:val="00CA2B96"/>
    <w:rsid w:val="00CA5089"/>
    <w:rsid w:val="00CA7744"/>
    <w:rsid w:val="00CB028D"/>
    <w:rsid w:val="00CC47E0"/>
    <w:rsid w:val="00CE5BAC"/>
    <w:rsid w:val="00CF25BE"/>
    <w:rsid w:val="00CF78ED"/>
    <w:rsid w:val="00D02B25"/>
    <w:rsid w:val="00D0525B"/>
    <w:rsid w:val="00D17C3C"/>
    <w:rsid w:val="00D20B72"/>
    <w:rsid w:val="00D231D2"/>
    <w:rsid w:val="00D25F45"/>
    <w:rsid w:val="00D26B2C"/>
    <w:rsid w:val="00D3663E"/>
    <w:rsid w:val="00D425B2"/>
    <w:rsid w:val="00D4511E"/>
    <w:rsid w:val="00D552B2"/>
    <w:rsid w:val="00D608D1"/>
    <w:rsid w:val="00D74119"/>
    <w:rsid w:val="00D8075B"/>
    <w:rsid w:val="00DB390F"/>
    <w:rsid w:val="00DB7AAF"/>
    <w:rsid w:val="00DF320D"/>
    <w:rsid w:val="00E04103"/>
    <w:rsid w:val="00E129B8"/>
    <w:rsid w:val="00E249F1"/>
    <w:rsid w:val="00E24BF5"/>
    <w:rsid w:val="00E25338"/>
    <w:rsid w:val="00E51E44"/>
    <w:rsid w:val="00E6290E"/>
    <w:rsid w:val="00E63348"/>
    <w:rsid w:val="00E77E88"/>
    <w:rsid w:val="00E8107D"/>
    <w:rsid w:val="00EB6FE3"/>
    <w:rsid w:val="00EB79DE"/>
    <w:rsid w:val="00EC4899"/>
    <w:rsid w:val="00ED03AB"/>
    <w:rsid w:val="00ED276E"/>
    <w:rsid w:val="00ED32AD"/>
    <w:rsid w:val="00ED32D2"/>
    <w:rsid w:val="00EE32DE"/>
    <w:rsid w:val="00EE5457"/>
    <w:rsid w:val="00F070AB"/>
    <w:rsid w:val="00F15984"/>
    <w:rsid w:val="00F26F21"/>
    <w:rsid w:val="00F27A7B"/>
    <w:rsid w:val="00F33BFD"/>
    <w:rsid w:val="00F520E9"/>
    <w:rsid w:val="00F617C3"/>
    <w:rsid w:val="00F7066B"/>
    <w:rsid w:val="00F8131D"/>
    <w:rsid w:val="00FB2C9D"/>
    <w:rsid w:val="00FB7DBA"/>
    <w:rsid w:val="00FC1C25"/>
    <w:rsid w:val="00FC3F45"/>
    <w:rsid w:val="00FD503F"/>
    <w:rsid w:val="00FD5765"/>
    <w:rsid w:val="00FD7589"/>
    <w:rsid w:val="00FE2D0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A84A42"/>
    <w:rPr>
      <w:rFonts w:ascii="Calibri" w:eastAsia="Times New Roman" w:hAnsi="Calibri"/>
      <w:sz w:val="22"/>
      <w:szCs w:val="22"/>
    </w:rPr>
  </w:style>
  <w:style w:type="paragraph" w:customStyle="1" w:styleId="Standard">
    <w:name w:val="Standard"/>
    <w:rsid w:val="00A62702"/>
    <w:pPr>
      <w:suppressAutoHyphens/>
      <w:autoSpaceDN w:val="0"/>
      <w:jc w:val="both"/>
      <w:textAlignment w:val="baseline"/>
    </w:pPr>
    <w:rPr>
      <w:rFonts w:ascii="Calibri" w:eastAsia="Cambria" w:hAnsi="Calibri" w:cs="Calibri"/>
      <w:kern w:val="3"/>
      <w:sz w:val="24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A84A42"/>
    <w:rPr>
      <w:rFonts w:ascii="Calibri" w:eastAsia="Times New Roman" w:hAnsi="Calibri"/>
      <w:sz w:val="22"/>
      <w:szCs w:val="22"/>
    </w:rPr>
  </w:style>
  <w:style w:type="paragraph" w:customStyle="1" w:styleId="Standard">
    <w:name w:val="Standard"/>
    <w:rsid w:val="00A62702"/>
    <w:pPr>
      <w:suppressAutoHyphens/>
      <w:autoSpaceDN w:val="0"/>
      <w:jc w:val="both"/>
      <w:textAlignment w:val="baseline"/>
    </w:pPr>
    <w:rPr>
      <w:rFonts w:ascii="Calibri" w:eastAsia="Cambria" w:hAnsi="Calibri" w:cs="Calibri"/>
      <w:kern w:val="3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7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4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D0A06-D35B-40CE-823F-97C17E41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14</TotalTime>
  <Pages>4</Pages>
  <Words>885</Words>
  <Characters>5312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Samsung UR</cp:lastModifiedBy>
  <cp:revision>5</cp:revision>
  <cp:lastPrinted>2017-10-06T11:17:00Z</cp:lastPrinted>
  <dcterms:created xsi:type="dcterms:W3CDTF">2017-10-06T11:18:00Z</dcterms:created>
  <dcterms:modified xsi:type="dcterms:W3CDTF">2017-10-16T19:41:00Z</dcterms:modified>
</cp:coreProperties>
</file>